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AE1D7" w14:textId="1FFDF71F" w:rsidR="00436B32" w:rsidRPr="00ED4CC5" w:rsidRDefault="00436B32" w:rsidP="00ED4CC5">
      <w:pPr>
        <w:tabs>
          <w:tab w:val="center" w:pos="4680"/>
          <w:tab w:val="left" w:pos="8550"/>
        </w:tabs>
        <w:ind w:right="-810"/>
        <w:jc w:val="center"/>
        <w:rPr>
          <w:rFonts w:ascii="Times New Roman" w:hAnsi="Times New Roman" w:cs="Times New Roman"/>
          <w:sz w:val="28"/>
          <w:szCs w:val="28"/>
        </w:rPr>
      </w:pPr>
    </w:p>
    <w:tbl>
      <w:tblPr>
        <w:tblStyle w:val="TableGrid"/>
        <w:tblW w:w="10181" w:type="dxa"/>
        <w:tblLayout w:type="fixed"/>
        <w:tblLook w:val="04A0" w:firstRow="1" w:lastRow="0" w:firstColumn="1" w:lastColumn="0" w:noHBand="0" w:noVBand="1"/>
      </w:tblPr>
      <w:tblGrid>
        <w:gridCol w:w="805"/>
        <w:gridCol w:w="1440"/>
        <w:gridCol w:w="3060"/>
        <w:gridCol w:w="90"/>
        <w:gridCol w:w="1620"/>
        <w:gridCol w:w="1260"/>
        <w:gridCol w:w="1350"/>
        <w:gridCol w:w="556"/>
      </w:tblGrid>
      <w:tr w:rsidR="00ED4CC5" w:rsidRPr="00A27063" w14:paraId="0362D7EF" w14:textId="77777777" w:rsidTr="00ED4CC5">
        <w:trPr>
          <w:trHeight w:val="215"/>
        </w:trPr>
        <w:tc>
          <w:tcPr>
            <w:tcW w:w="10181" w:type="dxa"/>
            <w:gridSpan w:val="8"/>
          </w:tcPr>
          <w:p w14:paraId="7036DA55" w14:textId="690A0055" w:rsidR="00ED4CC5" w:rsidRPr="00ED4CC5" w:rsidRDefault="00ED4CC5" w:rsidP="00ED4CC5">
            <w:pPr>
              <w:tabs>
                <w:tab w:val="center" w:pos="4680"/>
                <w:tab w:val="left" w:pos="8550"/>
              </w:tabs>
              <w:ind w:right="720"/>
              <w:jc w:val="center"/>
              <w:rPr>
                <w:rFonts w:ascii="Times New Roman" w:hAnsi="Times New Roman" w:cs="Times New Roman"/>
                <w:b/>
                <w:sz w:val="20"/>
                <w:szCs w:val="20"/>
              </w:rPr>
            </w:pPr>
            <w:r>
              <w:rPr>
                <w:rFonts w:ascii="Times New Roman" w:hAnsi="Times New Roman" w:cs="Times New Roman"/>
                <w:b/>
                <w:sz w:val="20"/>
                <w:szCs w:val="20"/>
              </w:rPr>
              <w:t xml:space="preserve">OPTICAL </w:t>
            </w:r>
            <w:r w:rsidRPr="00ED4CC5">
              <w:rPr>
                <w:rFonts w:ascii="Times New Roman" w:hAnsi="Times New Roman" w:cs="Times New Roman"/>
                <w:b/>
                <w:sz w:val="20"/>
                <w:szCs w:val="20"/>
              </w:rPr>
              <w:t>INTRUMENTATION INFORMATION</w:t>
            </w:r>
            <w:r w:rsidR="004E5B2C">
              <w:rPr>
                <w:rFonts w:ascii="Times New Roman" w:hAnsi="Times New Roman" w:cs="Times New Roman"/>
                <w:b/>
                <w:sz w:val="20"/>
                <w:szCs w:val="20"/>
              </w:rPr>
              <w:t>: PTF TABLE</w:t>
            </w:r>
          </w:p>
        </w:tc>
      </w:tr>
      <w:tr w:rsidR="00ED4CC5" w:rsidRPr="00A27063" w14:paraId="37B7B4E4" w14:textId="77777777" w:rsidTr="00ED4CC5">
        <w:trPr>
          <w:trHeight w:val="215"/>
        </w:trPr>
        <w:tc>
          <w:tcPr>
            <w:tcW w:w="10181" w:type="dxa"/>
            <w:gridSpan w:val="8"/>
          </w:tcPr>
          <w:p w14:paraId="0202926B" w14:textId="77777777" w:rsidR="00ED4CC5" w:rsidRPr="00ED4CC5" w:rsidRDefault="00ED4CC5" w:rsidP="00ED4CC5">
            <w:pPr>
              <w:tabs>
                <w:tab w:val="center" w:pos="4680"/>
                <w:tab w:val="left" w:pos="8550"/>
              </w:tabs>
              <w:ind w:right="-810"/>
              <w:rPr>
                <w:rFonts w:ascii="Times New Roman" w:hAnsi="Times New Roman" w:cs="Times New Roman"/>
                <w:sz w:val="16"/>
                <w:szCs w:val="16"/>
              </w:rPr>
            </w:pPr>
            <w:r w:rsidRPr="00ED4CC5">
              <w:rPr>
                <w:rFonts w:ascii="Times New Roman" w:hAnsi="Times New Roman" w:cs="Times New Roman"/>
                <w:sz w:val="16"/>
                <w:szCs w:val="16"/>
              </w:rPr>
              <w:t>Please submit the completed for to the test engineer tasked with Test series before the Test readiness review (TRR). This form will allow the principal investigator to determine the number of optical instrumentation required as well as include pertinent information. The first section titled section one will allow the PI to select the number of pyrometers to be selected. The section II will allow the user to determine the parameters for IR data processing.</w:t>
            </w:r>
          </w:p>
        </w:tc>
      </w:tr>
      <w:tr w:rsidR="000246B6" w:rsidRPr="00A27063" w14:paraId="61173A72" w14:textId="77777777" w:rsidTr="00ED04B0">
        <w:trPr>
          <w:trHeight w:val="296"/>
        </w:trPr>
        <w:tc>
          <w:tcPr>
            <w:tcW w:w="2245" w:type="dxa"/>
            <w:gridSpan w:val="2"/>
            <w:vAlign w:val="center"/>
          </w:tcPr>
          <w:p w14:paraId="1DA35424" w14:textId="77777777" w:rsidR="000246B6" w:rsidRPr="003D7FEE"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 xml:space="preserve">Test Series </w:t>
            </w:r>
            <w:r>
              <w:rPr>
                <w:rFonts w:ascii="Times New Roman" w:hAnsi="Times New Roman" w:cs="Times New Roman"/>
                <w:b/>
                <w:sz w:val="16"/>
                <w:szCs w:val="16"/>
              </w:rPr>
              <w:t xml:space="preserve">(title)  </w:t>
            </w:r>
          </w:p>
        </w:tc>
        <w:tc>
          <w:tcPr>
            <w:tcW w:w="4770" w:type="dxa"/>
            <w:gridSpan w:val="3"/>
            <w:vAlign w:val="center"/>
          </w:tcPr>
          <w:p w14:paraId="1DDFB43C" w14:textId="794FEB9A" w:rsidR="000246B6" w:rsidRPr="003D7FEE" w:rsidRDefault="000246B6" w:rsidP="00266F82">
            <w:pPr>
              <w:tabs>
                <w:tab w:val="center" w:pos="4680"/>
                <w:tab w:val="left" w:pos="8550"/>
              </w:tabs>
              <w:ind w:right="720"/>
              <w:rPr>
                <w:rFonts w:ascii="Times New Roman" w:hAnsi="Times New Roman" w:cs="Times New Roman"/>
                <w:b/>
                <w:sz w:val="16"/>
                <w:szCs w:val="16"/>
              </w:rPr>
            </w:pPr>
            <w:r>
              <w:rPr>
                <w:rFonts w:ascii="Times New Roman" w:hAnsi="Times New Roman" w:cs="Times New Roman"/>
                <w:b/>
                <w:sz w:val="16"/>
                <w:szCs w:val="16"/>
              </w:rPr>
              <w:t xml:space="preserve">  </w:t>
            </w:r>
            <w:sdt>
              <w:sdtPr>
                <w:rPr>
                  <w:rFonts w:ascii="Times New Roman" w:hAnsi="Times New Roman" w:cs="Times New Roman"/>
                  <w:sz w:val="16"/>
                  <w:szCs w:val="16"/>
                </w:rPr>
                <w:alias w:val="Title"/>
                <w:tag w:val="Title"/>
                <w:id w:val="1202062728"/>
                <w:placeholder>
                  <w:docPart w:val="EAADEDF9AE80477B9F1174108E966AB9"/>
                </w:placeholder>
              </w:sdtPr>
              <w:sdtEndPr/>
              <w:sdtContent>
                <w:r w:rsidR="00266F82">
                  <w:rPr>
                    <w:rFonts w:ascii="Times New Roman" w:hAnsi="Times New Roman" w:cs="Times New Roman"/>
                    <w:sz w:val="16"/>
                    <w:szCs w:val="16"/>
                  </w:rPr>
                  <w:t>PTF Testing sample</w:t>
                </w:r>
              </w:sdtContent>
            </w:sdt>
          </w:p>
        </w:tc>
        <w:tc>
          <w:tcPr>
            <w:tcW w:w="1260" w:type="dxa"/>
            <w:vAlign w:val="center"/>
          </w:tcPr>
          <w:p w14:paraId="2A121C64" w14:textId="77777777" w:rsidR="000246B6" w:rsidRPr="00A27063" w:rsidRDefault="000246B6" w:rsidP="00102CE5">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P.I.</w:t>
            </w:r>
          </w:p>
        </w:tc>
        <w:sdt>
          <w:sdtPr>
            <w:rPr>
              <w:rFonts w:ascii="Times New Roman" w:hAnsi="Times New Roman" w:cs="Times New Roman"/>
              <w:sz w:val="16"/>
              <w:szCs w:val="16"/>
            </w:rPr>
            <w:id w:val="-340008219"/>
            <w:placeholder>
              <w:docPart w:val="272520B05C1F48819DE8F62188003535"/>
            </w:placeholder>
          </w:sdtPr>
          <w:sdtEndPr/>
          <w:sdtContent>
            <w:tc>
              <w:tcPr>
                <w:tcW w:w="1906" w:type="dxa"/>
                <w:gridSpan w:val="2"/>
                <w:vAlign w:val="center"/>
              </w:tcPr>
              <w:p w14:paraId="13D803D2" w14:textId="5340E2BC" w:rsidR="000246B6" w:rsidRPr="00A27063" w:rsidRDefault="00266F82" w:rsidP="00266F82">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John Smith</w:t>
                </w:r>
              </w:p>
            </w:tc>
          </w:sdtContent>
        </w:sdt>
      </w:tr>
      <w:tr w:rsidR="000246B6" w:rsidRPr="00A27063" w14:paraId="38AA08E4" w14:textId="77777777" w:rsidTr="00464715">
        <w:trPr>
          <w:trHeight w:val="179"/>
        </w:trPr>
        <w:tc>
          <w:tcPr>
            <w:tcW w:w="805" w:type="dxa"/>
            <w:vAlign w:val="center"/>
          </w:tcPr>
          <w:p w14:paraId="532A193B" w14:textId="77777777" w:rsidR="000246B6" w:rsidRPr="000246B6" w:rsidRDefault="000246B6" w:rsidP="000246B6">
            <w:pPr>
              <w:tabs>
                <w:tab w:val="center" w:pos="4680"/>
                <w:tab w:val="left" w:pos="8550"/>
              </w:tabs>
              <w:ind w:right="73"/>
              <w:rPr>
                <w:rFonts w:ascii="Times New Roman" w:hAnsi="Times New Roman" w:cs="Times New Roman"/>
                <w:b/>
                <w:sz w:val="16"/>
                <w:szCs w:val="16"/>
              </w:rPr>
            </w:pPr>
            <w:r w:rsidRPr="00A27063">
              <w:rPr>
                <w:rFonts w:ascii="Times New Roman" w:hAnsi="Times New Roman" w:cs="Times New Roman"/>
                <w:b/>
                <w:sz w:val="16"/>
                <w:szCs w:val="16"/>
              </w:rPr>
              <w:t>Facility</w:t>
            </w:r>
          </w:p>
        </w:tc>
        <w:sdt>
          <w:sdtPr>
            <w:rPr>
              <w:rFonts w:ascii="Times New Roman" w:hAnsi="Times New Roman" w:cs="Times New Roman"/>
              <w:sz w:val="16"/>
              <w:szCs w:val="16"/>
            </w:rPr>
            <w:alias w:val="Facility"/>
            <w:tag w:val="Test Engineer"/>
            <w:id w:val="16967885"/>
            <w:placeholder>
              <w:docPart w:val="22E661C4A55D4F12AAF5C32866CA6A05"/>
            </w:placeholder>
            <w:showingPlcHdr/>
            <w15:color w:val="000000"/>
            <w:dropDownList>
              <w:listItem w:value="Choose an item."/>
              <w:listItem w:displayText="AHF" w:value="AHF"/>
              <w:listItem w:displayText="IHF" w:value="IHF"/>
              <w:listItem w:displayText="PTF" w:value="PTF"/>
              <w:listItem w:displayText="TP3" w:value="TP3"/>
            </w:dropDownList>
          </w:sdtPr>
          <w:sdtEndPr/>
          <w:sdtContent>
            <w:tc>
              <w:tcPr>
                <w:tcW w:w="1440" w:type="dxa"/>
                <w:vAlign w:val="center"/>
              </w:tcPr>
              <w:p w14:paraId="1116C2E7" w14:textId="26669DCE" w:rsidR="000246B6" w:rsidRPr="00A27063" w:rsidRDefault="00ED04B0" w:rsidP="000246B6">
                <w:pPr>
                  <w:tabs>
                    <w:tab w:val="center" w:pos="4680"/>
                    <w:tab w:val="left" w:pos="8550"/>
                  </w:tabs>
                  <w:ind w:right="720"/>
                  <w:jc w:val="center"/>
                  <w:rPr>
                    <w:rFonts w:ascii="Times New Roman" w:hAnsi="Times New Roman" w:cs="Times New Roman"/>
                    <w:sz w:val="16"/>
                    <w:szCs w:val="16"/>
                  </w:rPr>
                </w:pPr>
                <w:r w:rsidRPr="00A27063">
                  <w:rPr>
                    <w:rFonts w:ascii="Times New Roman" w:hAnsi="Times New Roman" w:cs="Times New Roman"/>
                    <w:color w:val="808080" w:themeColor="background1" w:themeShade="80"/>
                    <w:sz w:val="16"/>
                    <w:szCs w:val="16"/>
                  </w:rPr>
                  <w:t>Select</w:t>
                </w:r>
              </w:p>
            </w:tc>
          </w:sdtContent>
        </w:sdt>
        <w:tc>
          <w:tcPr>
            <w:tcW w:w="3150" w:type="dxa"/>
            <w:gridSpan w:val="2"/>
            <w:vAlign w:val="center"/>
          </w:tcPr>
          <w:p w14:paraId="313FE2EC" w14:textId="63F5DA26" w:rsidR="000246B6" w:rsidRPr="000246B6" w:rsidRDefault="000246B6" w:rsidP="00464715">
            <w:pPr>
              <w:tabs>
                <w:tab w:val="center" w:pos="4680"/>
                <w:tab w:val="left" w:pos="8550"/>
              </w:tabs>
              <w:rPr>
                <w:rFonts w:ascii="Times New Roman" w:hAnsi="Times New Roman" w:cs="Times New Roman"/>
                <w:b/>
                <w:sz w:val="16"/>
                <w:szCs w:val="16"/>
              </w:rPr>
            </w:pPr>
            <w:r>
              <w:rPr>
                <w:rFonts w:ascii="Times New Roman" w:hAnsi="Times New Roman" w:cs="Times New Roman"/>
                <w:b/>
                <w:sz w:val="16"/>
                <w:szCs w:val="16"/>
              </w:rPr>
              <w:t>Test Series Number (assigned</w:t>
            </w:r>
            <w:r w:rsidR="00464715">
              <w:rPr>
                <w:rFonts w:ascii="Times New Roman" w:hAnsi="Times New Roman" w:cs="Times New Roman"/>
                <w:b/>
                <w:sz w:val="16"/>
                <w:szCs w:val="16"/>
              </w:rPr>
              <w:t xml:space="preserve"> by TE</w:t>
            </w:r>
            <w:r>
              <w:rPr>
                <w:rFonts w:ascii="Times New Roman" w:hAnsi="Times New Roman" w:cs="Times New Roman"/>
                <w:b/>
                <w:sz w:val="16"/>
                <w:szCs w:val="16"/>
              </w:rPr>
              <w:t>)</w:t>
            </w:r>
          </w:p>
        </w:tc>
        <w:sdt>
          <w:sdtPr>
            <w:rPr>
              <w:rFonts w:ascii="Times New Roman" w:hAnsi="Times New Roman" w:cs="Times New Roman"/>
              <w:sz w:val="16"/>
              <w:szCs w:val="16"/>
            </w:rPr>
            <w:alias w:val="XXX"/>
            <w:tag w:val="XXX"/>
            <w:id w:val="-495729598"/>
            <w:placeholder>
              <w:docPart w:val="010D8F123CF24EC8AC544847FC799188"/>
            </w:placeholder>
            <w:showingPlcHdr/>
          </w:sdtPr>
          <w:sdtEndPr/>
          <w:sdtContent>
            <w:tc>
              <w:tcPr>
                <w:tcW w:w="1620" w:type="dxa"/>
                <w:vAlign w:val="center"/>
              </w:tcPr>
              <w:p w14:paraId="7AF14AC0" w14:textId="3C01DF66" w:rsidR="000246B6" w:rsidRPr="000246B6" w:rsidRDefault="00CD3468" w:rsidP="00CD3468">
                <w:pPr>
                  <w:tabs>
                    <w:tab w:val="center" w:pos="4680"/>
                    <w:tab w:val="left" w:pos="8550"/>
                  </w:tabs>
                  <w:ind w:right="720"/>
                  <w:rPr>
                    <w:rFonts w:ascii="Times New Roman" w:hAnsi="Times New Roman" w:cs="Times New Roman"/>
                    <w:b/>
                    <w:sz w:val="16"/>
                    <w:szCs w:val="16"/>
                  </w:rPr>
                </w:pPr>
                <w:r>
                  <w:rPr>
                    <w:rFonts w:ascii="Times New Roman" w:hAnsi="Times New Roman" w:cs="Times New Roman"/>
                    <w:sz w:val="16"/>
                    <w:szCs w:val="16"/>
                  </w:rPr>
                  <w:t>X</w:t>
                </w:r>
              </w:p>
            </w:tc>
          </w:sdtContent>
        </w:sdt>
        <w:tc>
          <w:tcPr>
            <w:tcW w:w="1260" w:type="dxa"/>
            <w:vAlign w:val="center"/>
          </w:tcPr>
          <w:p w14:paraId="15CDB1D9"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T.E.</w:t>
            </w:r>
          </w:p>
        </w:tc>
        <w:sdt>
          <w:sdtPr>
            <w:rPr>
              <w:rFonts w:ascii="Times New Roman" w:hAnsi="Times New Roman" w:cs="Times New Roman"/>
              <w:sz w:val="16"/>
              <w:szCs w:val="16"/>
            </w:rPr>
            <w:alias w:val="Test Engineer"/>
            <w:tag w:val="Test Engineer"/>
            <w:id w:val="1753080539"/>
            <w:placeholder>
              <w:docPart w:val="18A669CAACFF4E9FB7EA1D1F436987EF"/>
            </w:placeholder>
            <w15:color w:val="000000"/>
            <w:dropDownList>
              <w:listItem w:value="Choose an item."/>
              <w:listItem w:displayText="Frank C. Hui" w:value="Frank C. Hui"/>
              <w:listItem w:displayText="Enrique  J. Carballo" w:value="Enrique  J. Carballo"/>
              <w:listItem w:displayText="Imelda Terrazas-Salinas" w:value="Imelda Terrazas-Salinas"/>
            </w:dropDownList>
          </w:sdtPr>
          <w:sdtEndPr/>
          <w:sdtContent>
            <w:tc>
              <w:tcPr>
                <w:tcW w:w="1906" w:type="dxa"/>
                <w:gridSpan w:val="2"/>
                <w:vAlign w:val="center"/>
              </w:tcPr>
              <w:p w14:paraId="0F2C7C52" w14:textId="724CB486" w:rsidR="000246B6" w:rsidRPr="00A27063" w:rsidRDefault="00266F82" w:rsidP="00464715">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t>Imelda Terrazas-Salinas</w:t>
                </w:r>
              </w:p>
            </w:tc>
          </w:sdtContent>
        </w:sdt>
      </w:tr>
      <w:tr w:rsidR="000246B6" w:rsidRPr="00A27063" w14:paraId="0B4AF8EB" w14:textId="77777777" w:rsidTr="00ED4CC5">
        <w:trPr>
          <w:trHeight w:val="269"/>
        </w:trPr>
        <w:tc>
          <w:tcPr>
            <w:tcW w:w="10181" w:type="dxa"/>
            <w:gridSpan w:val="8"/>
          </w:tcPr>
          <w:p w14:paraId="0146F380" w14:textId="48CE7C62" w:rsidR="00DA17A3" w:rsidRPr="00DC75EB" w:rsidRDefault="00DC75EB" w:rsidP="000246B6">
            <w:pPr>
              <w:tabs>
                <w:tab w:val="center" w:pos="4680"/>
                <w:tab w:val="left" w:pos="8550"/>
              </w:tabs>
              <w:ind w:right="720"/>
              <w:rPr>
                <w:rFonts w:ascii="Times New Roman" w:hAnsi="Times New Roman" w:cs="Times New Roman"/>
                <w:b/>
                <w:sz w:val="16"/>
                <w:szCs w:val="16"/>
              </w:rPr>
            </w:pPr>
            <w:sdt>
              <w:sdtPr>
                <w:rPr>
                  <w:rFonts w:ascii="Times New Roman" w:hAnsi="Times New Roman" w:cs="Times New Roman"/>
                  <w:b/>
                  <w:sz w:val="16"/>
                  <w:szCs w:val="16"/>
                </w:rPr>
                <w:id w:val="2078163664"/>
                <w14:checkbox>
                  <w14:checked w14:val="0"/>
                  <w14:checkedState w14:val="2612" w14:font="MS Gothic"/>
                  <w14:uncheckedState w14:val="2610" w14:font="MS Gothic"/>
                </w14:checkbox>
              </w:sdtPr>
              <w:sdtContent>
                <w:r>
                  <w:rPr>
                    <w:rFonts w:ascii="MS Gothic" w:eastAsia="MS Gothic" w:hAnsi="MS Gothic" w:cs="Times New Roman" w:hint="eastAsia"/>
                    <w:b/>
                    <w:sz w:val="16"/>
                    <w:szCs w:val="16"/>
                  </w:rPr>
                  <w:t>☐</w:t>
                </w:r>
              </w:sdtContent>
            </w:sdt>
            <w:r>
              <w:rPr>
                <w:rFonts w:ascii="Times New Roman" w:hAnsi="Times New Roman" w:cs="Times New Roman"/>
                <w:b/>
                <w:sz w:val="16"/>
                <w:szCs w:val="16"/>
              </w:rPr>
              <w:t xml:space="preserve"> </w:t>
            </w:r>
            <w:r w:rsidR="00DA17A3" w:rsidRPr="00DC75EB">
              <w:rPr>
                <w:rFonts w:ascii="Times New Roman" w:hAnsi="Times New Roman" w:cs="Times New Roman"/>
                <w:b/>
                <w:sz w:val="16"/>
                <w:szCs w:val="16"/>
              </w:rPr>
              <w:t>Celsius</w:t>
            </w:r>
            <w:r w:rsidRPr="00DC75EB">
              <w:rPr>
                <w:rFonts w:ascii="Times New Roman" w:hAnsi="Times New Roman" w:cs="Times New Roman"/>
                <w:b/>
                <w:sz w:val="16"/>
                <w:szCs w:val="16"/>
              </w:rPr>
              <w:t xml:space="preserve"> (C) </w:t>
            </w:r>
            <w:sdt>
              <w:sdtPr>
                <w:rPr>
                  <w:rFonts w:ascii="Times New Roman" w:hAnsi="Times New Roman" w:cs="Times New Roman"/>
                  <w:b/>
                  <w:sz w:val="16"/>
                  <w:szCs w:val="16"/>
                </w:rPr>
                <w:id w:val="-1681810866"/>
                <w14:checkbox>
                  <w14:checked w14:val="0"/>
                  <w14:checkedState w14:val="2612" w14:font="MS Gothic"/>
                  <w14:uncheckedState w14:val="2610" w14:font="MS Gothic"/>
                </w14:checkbox>
              </w:sdtPr>
              <w:sdtContent>
                <w:r>
                  <w:rPr>
                    <w:rFonts w:ascii="MS Gothic" w:eastAsia="MS Gothic" w:hAnsi="MS Gothic" w:cs="Times New Roman" w:hint="eastAsia"/>
                    <w:b/>
                    <w:sz w:val="16"/>
                    <w:szCs w:val="16"/>
                  </w:rPr>
                  <w:t>☐</w:t>
                </w:r>
              </w:sdtContent>
            </w:sdt>
            <w:r>
              <w:rPr>
                <w:rFonts w:ascii="Times New Roman" w:hAnsi="Times New Roman" w:cs="Times New Roman"/>
                <w:b/>
                <w:sz w:val="16"/>
                <w:szCs w:val="16"/>
              </w:rPr>
              <w:t xml:space="preserve"> </w:t>
            </w:r>
            <w:r w:rsidRPr="00DC75EB">
              <w:rPr>
                <w:rFonts w:ascii="Times New Roman" w:hAnsi="Times New Roman" w:cs="Times New Roman"/>
                <w:b/>
                <w:sz w:val="16"/>
                <w:szCs w:val="16"/>
              </w:rPr>
              <w:t xml:space="preserve">Fahrenheit (F) </w:t>
            </w:r>
            <w:sdt>
              <w:sdtPr>
                <w:rPr>
                  <w:rFonts w:ascii="Times New Roman" w:hAnsi="Times New Roman" w:cs="Times New Roman"/>
                  <w:b/>
                  <w:sz w:val="16"/>
                  <w:szCs w:val="16"/>
                </w:rPr>
                <w:id w:val="644559187"/>
                <w14:checkbox>
                  <w14:checked w14:val="0"/>
                  <w14:checkedState w14:val="2612" w14:font="MS Gothic"/>
                  <w14:uncheckedState w14:val="2610" w14:font="MS Gothic"/>
                </w14:checkbox>
              </w:sdtPr>
              <w:sdtContent>
                <w:r>
                  <w:rPr>
                    <w:rFonts w:ascii="MS Gothic" w:eastAsia="MS Gothic" w:hAnsi="MS Gothic" w:cs="Times New Roman" w:hint="eastAsia"/>
                    <w:b/>
                    <w:sz w:val="16"/>
                    <w:szCs w:val="16"/>
                  </w:rPr>
                  <w:t>☐</w:t>
                </w:r>
              </w:sdtContent>
            </w:sdt>
            <w:r>
              <w:rPr>
                <w:rFonts w:ascii="Times New Roman" w:hAnsi="Times New Roman" w:cs="Times New Roman"/>
                <w:b/>
                <w:sz w:val="16"/>
                <w:szCs w:val="16"/>
              </w:rPr>
              <w:t xml:space="preserve"> </w:t>
            </w:r>
            <w:r w:rsidRPr="00DC75EB">
              <w:rPr>
                <w:rFonts w:ascii="Times New Roman" w:hAnsi="Times New Roman" w:cs="Times New Roman"/>
                <w:b/>
                <w:sz w:val="16"/>
                <w:szCs w:val="16"/>
              </w:rPr>
              <w:t>Kelvin(K)</w:t>
            </w:r>
          </w:p>
          <w:p w14:paraId="7288F5CF" w14:textId="557B966F" w:rsidR="000246B6" w:rsidRPr="00807510" w:rsidRDefault="000246B6" w:rsidP="000246B6">
            <w:pPr>
              <w:tabs>
                <w:tab w:val="center" w:pos="4680"/>
                <w:tab w:val="left" w:pos="8550"/>
              </w:tabs>
              <w:ind w:right="720"/>
              <w:rPr>
                <w:rFonts w:ascii="Times New Roman" w:hAnsi="Times New Roman" w:cs="Times New Roman"/>
                <w:b/>
                <w:sz w:val="16"/>
                <w:szCs w:val="16"/>
              </w:rPr>
            </w:pPr>
            <w:r>
              <w:rPr>
                <w:rFonts w:ascii="Times New Roman" w:hAnsi="Times New Roman" w:cs="Times New Roman"/>
                <w:sz w:val="16"/>
                <w:szCs w:val="16"/>
              </w:rPr>
              <w:t>The units selected will be used for all optical instrumentation.</w:t>
            </w:r>
          </w:p>
        </w:tc>
      </w:tr>
      <w:tr w:rsidR="000246B6" w:rsidRPr="00A27063" w14:paraId="0ABCDB93" w14:textId="77777777" w:rsidTr="00FE3675">
        <w:trPr>
          <w:trHeight w:val="134"/>
        </w:trPr>
        <w:tc>
          <w:tcPr>
            <w:tcW w:w="5305" w:type="dxa"/>
            <w:gridSpan w:val="3"/>
          </w:tcPr>
          <w:p w14:paraId="563C0671" w14:textId="77777777" w:rsidR="000246B6" w:rsidRPr="00A27063" w:rsidRDefault="000246B6" w:rsidP="000246B6">
            <w:pPr>
              <w:tabs>
                <w:tab w:val="center" w:pos="4680"/>
                <w:tab w:val="left" w:pos="8550"/>
              </w:tabs>
              <w:ind w:right="720"/>
              <w:rPr>
                <w:rFonts w:ascii="Times New Roman" w:hAnsi="Times New Roman" w:cs="Times New Roman"/>
                <w:sz w:val="16"/>
                <w:szCs w:val="16"/>
              </w:rPr>
            </w:pPr>
          </w:p>
        </w:tc>
        <w:tc>
          <w:tcPr>
            <w:tcW w:w="4320" w:type="dxa"/>
            <w:gridSpan w:val="4"/>
          </w:tcPr>
          <w:p w14:paraId="57D00A4C"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Instrument</w:t>
            </w:r>
          </w:p>
        </w:tc>
        <w:tc>
          <w:tcPr>
            <w:tcW w:w="556" w:type="dxa"/>
          </w:tcPr>
          <w:p w14:paraId="6327D901"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Pr>
                <w:rFonts w:ascii="Times New Roman" w:hAnsi="Times New Roman" w:cs="Times New Roman"/>
                <w:b/>
                <w:sz w:val="16"/>
                <w:szCs w:val="16"/>
              </w:rPr>
              <w:t>E</w:t>
            </w:r>
          </w:p>
        </w:tc>
      </w:tr>
      <w:tr w:rsidR="000246B6" w:rsidRPr="00A27063" w14:paraId="322DCC84" w14:textId="77777777" w:rsidTr="00FE3675">
        <w:trPr>
          <w:trHeight w:val="179"/>
        </w:trPr>
        <w:tc>
          <w:tcPr>
            <w:tcW w:w="5305" w:type="dxa"/>
            <w:gridSpan w:val="3"/>
          </w:tcPr>
          <w:p w14:paraId="0A405293"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#1</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817466496"/>
            <w:placeholder>
              <w:docPart w:val="B18C3879B89941BDA415FDAB7F00C2A9"/>
            </w:placeholde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listItem w:displayText="Heitronics KT19.82 II (0-2000 C, 8-14, 180:1)" w:value="Heitronics KT19.82 II (0-2000 C, 8-14,  180:1)"/>
            </w:dropDownList>
          </w:sdtPr>
          <w:sdtEndPr/>
          <w:sdtContent>
            <w:tc>
              <w:tcPr>
                <w:tcW w:w="4320" w:type="dxa"/>
                <w:gridSpan w:val="4"/>
              </w:tcPr>
              <w:p w14:paraId="60AC7F68" w14:textId="5CAF16B2" w:rsidR="000246B6" w:rsidRPr="00A27063" w:rsidRDefault="00266F8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Mikron M90ZB (-50-1000, 8.0-14, 180:1)</w:t>
                </w:r>
              </w:p>
            </w:tc>
          </w:sdtContent>
        </w:sdt>
        <w:sdt>
          <w:sdtPr>
            <w:rPr>
              <w:rFonts w:ascii="Times New Roman" w:hAnsi="Times New Roman" w:cs="Times New Roman"/>
              <w:sz w:val="16"/>
              <w:szCs w:val="16"/>
            </w:rPr>
            <w:id w:val="-2088366846"/>
            <w:placeholder>
              <w:docPart w:val="2B322D8CAAB84840B5B5984E5A6F3A52"/>
            </w:placeholder>
          </w:sdtPr>
          <w:sdtEndPr/>
          <w:sdtContent>
            <w:tc>
              <w:tcPr>
                <w:tcW w:w="556" w:type="dxa"/>
              </w:tcPr>
              <w:p w14:paraId="54A0A6DA"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049D06F2" w14:textId="77777777" w:rsidTr="00FE3675">
        <w:trPr>
          <w:trHeight w:val="197"/>
        </w:trPr>
        <w:tc>
          <w:tcPr>
            <w:tcW w:w="5305" w:type="dxa"/>
            <w:gridSpan w:val="3"/>
          </w:tcPr>
          <w:p w14:paraId="220BBD32"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#2</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1668750510"/>
            <w:placeholder>
              <w:docPart w:val="EF3B545FCB084444B8874B5746D127AC"/>
            </w:placeholde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listItem w:displayText="Heitronics KT19.82 II (0-2000 C, 8-14, 180:1)" w:value="Heitronics KT19.82 II (0-2000 C, 8-14,  180:1)"/>
            </w:dropDownList>
          </w:sdtPr>
          <w:sdtEndPr/>
          <w:sdtContent>
            <w:tc>
              <w:tcPr>
                <w:tcW w:w="4320" w:type="dxa"/>
                <w:gridSpan w:val="4"/>
              </w:tcPr>
              <w:p w14:paraId="3765E774" w14:textId="4BA85CEB" w:rsidR="000246B6" w:rsidRPr="00A27063" w:rsidRDefault="00266F8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Mikron M90ZB (-50-1000, 8.0-14, 180:1)</w:t>
                </w:r>
              </w:p>
            </w:tc>
          </w:sdtContent>
        </w:sdt>
        <w:sdt>
          <w:sdtPr>
            <w:rPr>
              <w:rFonts w:ascii="Times New Roman" w:hAnsi="Times New Roman" w:cs="Times New Roman"/>
              <w:sz w:val="16"/>
              <w:szCs w:val="16"/>
            </w:rPr>
            <w:id w:val="956763213"/>
            <w:placeholder>
              <w:docPart w:val="2495509B37CA465CB5D5AF03B7847044"/>
            </w:placeholder>
          </w:sdtPr>
          <w:sdtEndPr/>
          <w:sdtContent>
            <w:tc>
              <w:tcPr>
                <w:tcW w:w="556" w:type="dxa"/>
              </w:tcPr>
              <w:p w14:paraId="5B6D2122"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547AFCAC" w14:textId="77777777" w:rsidTr="00FE3675">
        <w:trPr>
          <w:trHeight w:val="188"/>
        </w:trPr>
        <w:tc>
          <w:tcPr>
            <w:tcW w:w="5305" w:type="dxa"/>
            <w:gridSpan w:val="3"/>
          </w:tcPr>
          <w:p w14:paraId="1720337B"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#3</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1946602921"/>
            <w:placeholder>
              <w:docPart w:val="C7D4570CDBFB4B5C9C23B37719C97E4C"/>
            </w:placeholder>
            <w:showingPlcHd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listItem w:displayText="Heitronics KT19.82 II (0-2000 C, 8-14, 180:1)" w:value="Heitronics KT19.82 II (0-2000 C, 8-14,  180:1)"/>
            </w:dropDownList>
          </w:sdtPr>
          <w:sdtEndPr/>
          <w:sdtContent>
            <w:tc>
              <w:tcPr>
                <w:tcW w:w="4320" w:type="dxa"/>
                <w:gridSpan w:val="4"/>
              </w:tcPr>
              <w:p w14:paraId="4963A6B0" w14:textId="338E87DD" w:rsidR="000246B6" w:rsidRPr="00A27063" w:rsidRDefault="00ED04B0" w:rsidP="000246B6">
                <w:pPr>
                  <w:tabs>
                    <w:tab w:val="center" w:pos="4680"/>
                    <w:tab w:val="left" w:pos="8550"/>
                  </w:tabs>
                  <w:ind w:right="720"/>
                  <w:rPr>
                    <w:rFonts w:ascii="Times New Roman" w:hAnsi="Times New Roman" w:cs="Times New Roman"/>
                    <w:sz w:val="16"/>
                    <w:szCs w:val="16"/>
                  </w:rPr>
                </w:pPr>
                <w:r w:rsidRPr="00A27063">
                  <w:rPr>
                    <w:rStyle w:val="PlaceholderText"/>
                    <w:rFonts w:ascii="Times New Roman" w:hAnsi="Times New Roman" w:cs="Times New Roman"/>
                    <w:sz w:val="16"/>
                    <w:szCs w:val="16"/>
                  </w:rPr>
                  <w:t>Choose an item.</w:t>
                </w:r>
              </w:p>
            </w:tc>
          </w:sdtContent>
        </w:sdt>
        <w:sdt>
          <w:sdtPr>
            <w:rPr>
              <w:rFonts w:ascii="Times New Roman" w:hAnsi="Times New Roman" w:cs="Times New Roman"/>
              <w:sz w:val="16"/>
              <w:szCs w:val="16"/>
            </w:rPr>
            <w:id w:val="2098895630"/>
            <w:placeholder>
              <w:docPart w:val="D3F55E467B4B4D5DB6C0D6BE4A8DADF3"/>
            </w:placeholder>
          </w:sdtPr>
          <w:sdtEndPr/>
          <w:sdtContent>
            <w:tc>
              <w:tcPr>
                <w:tcW w:w="556" w:type="dxa"/>
              </w:tcPr>
              <w:p w14:paraId="0EFE7FD6"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00A01828" w14:textId="77777777" w:rsidTr="00FE3675">
        <w:trPr>
          <w:trHeight w:val="161"/>
        </w:trPr>
        <w:tc>
          <w:tcPr>
            <w:tcW w:w="5305" w:type="dxa"/>
            <w:gridSpan w:val="3"/>
          </w:tcPr>
          <w:p w14:paraId="0D3C3AB7"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Infrared Camera</w:t>
            </w:r>
            <w:r>
              <w:rPr>
                <w:rFonts w:ascii="Times New Roman" w:hAnsi="Times New Roman" w:cs="Times New Roman"/>
                <w:b/>
                <w:sz w:val="16"/>
                <w:szCs w:val="16"/>
              </w:rPr>
              <w:t xml:space="preserve"> #1 (temperature range, spectral range, FOV)</w:t>
            </w:r>
          </w:p>
        </w:tc>
        <w:sdt>
          <w:sdtPr>
            <w:rPr>
              <w:rFonts w:ascii="Times New Roman" w:hAnsi="Times New Roman" w:cs="Times New Roman"/>
              <w:sz w:val="16"/>
              <w:szCs w:val="16"/>
            </w:rPr>
            <w:id w:val="1213770754"/>
            <w:placeholder>
              <w:docPart w:val="E6E57927456448FA93AE0703B4BC4DE4"/>
            </w:placeholder>
            <w:dropDownList>
              <w:listItem w:value="Choose an item."/>
              <w:listItem w:displayText="Mikron/LumaSense M9200 (800- 3000, 0.78-1.06, 75,50,25,12,8mm)" w:value="Mikron/LumaSense M9200 (800- 3000, 0.78-1.06, 75,50,25,12,8mm)"/>
              <w:listItem w:displayText="Mikron/LumaSense MCS640 (800- 3000, 0.78-1.06, 75,50,25,12,8mm)" w:value="Mikron/LumaSense MCS640 (800- 3000, 0.78-1.06, 75,50,25,12,8mm)"/>
              <w:listItem w:displayText="Mikron/LumaSense MCS640 (800- 3000, 0.78-1.06, 75,50,25,12,8mm)  with 1.07um filter" w:value="Mikron/LumaSense MCS640 (800- 3000, 0.78-1.06, 75,50,25,12,8mm)  with 1.07um filter"/>
              <w:listItem w:displayText=" Mikron M7800 (-40-500, 8-14 )" w:value=" Mikron M7800 (-40-500, 8-14 )"/>
            </w:dropDownList>
          </w:sdtPr>
          <w:sdtEndPr/>
          <w:sdtContent>
            <w:tc>
              <w:tcPr>
                <w:tcW w:w="4320" w:type="dxa"/>
                <w:gridSpan w:val="4"/>
              </w:tcPr>
              <w:p w14:paraId="5AA524FE" w14:textId="7769588D" w:rsidR="000246B6" w:rsidRPr="00A27063" w:rsidRDefault="00266F82" w:rsidP="000246B6">
                <w:pPr>
                  <w:tabs>
                    <w:tab w:val="center" w:pos="4680"/>
                    <w:tab w:val="left" w:pos="8550"/>
                  </w:tabs>
                  <w:ind w:right="720"/>
                  <w:rPr>
                    <w:rFonts w:ascii="Times New Roman" w:hAnsi="Times New Roman" w:cs="Times New Roman"/>
                    <w:color w:val="808080" w:themeColor="background1" w:themeShade="80"/>
                    <w:sz w:val="16"/>
                    <w:szCs w:val="16"/>
                  </w:rPr>
                </w:pPr>
                <w:r>
                  <w:rPr>
                    <w:rFonts w:ascii="Times New Roman" w:hAnsi="Times New Roman" w:cs="Times New Roman"/>
                    <w:sz w:val="16"/>
                    <w:szCs w:val="16"/>
                  </w:rPr>
                  <w:t>Mikron/LumaSense MCS640 (800- 3000, 0.78-1.06, 75,50,25,12,8mm)</w:t>
                </w:r>
              </w:p>
            </w:tc>
          </w:sdtContent>
        </w:sdt>
        <w:sdt>
          <w:sdtPr>
            <w:rPr>
              <w:rFonts w:ascii="Times New Roman" w:hAnsi="Times New Roman" w:cs="Times New Roman"/>
              <w:sz w:val="16"/>
              <w:szCs w:val="16"/>
            </w:rPr>
            <w:id w:val="-1521459488"/>
            <w:placeholder>
              <w:docPart w:val="35A54CFE4CEF47A993E791C7131139D8"/>
            </w:placeholder>
          </w:sdtPr>
          <w:sdtEndPr/>
          <w:sdtContent>
            <w:tc>
              <w:tcPr>
                <w:tcW w:w="556" w:type="dxa"/>
              </w:tcPr>
              <w:p w14:paraId="0C890C0D"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4EBA1FE2" w14:textId="77777777" w:rsidTr="009E6862">
        <w:trPr>
          <w:trHeight w:val="161"/>
        </w:trPr>
        <w:tc>
          <w:tcPr>
            <w:tcW w:w="10181" w:type="dxa"/>
            <w:gridSpan w:val="8"/>
          </w:tcPr>
          <w:p w14:paraId="18CB6A4F" w14:textId="77777777" w:rsidR="000246B6" w:rsidRPr="00A27063" w:rsidRDefault="000246B6"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Please consult with Test Engineers before selection as T.E. may have different recommendations for pyrometers selection.</w:t>
            </w:r>
          </w:p>
        </w:tc>
      </w:tr>
      <w:tr w:rsidR="000246B6" w:rsidRPr="00A27063" w14:paraId="43885AA3" w14:textId="77777777" w:rsidTr="00ED4CC5">
        <w:trPr>
          <w:trHeight w:val="215"/>
        </w:trPr>
        <w:tc>
          <w:tcPr>
            <w:tcW w:w="10181" w:type="dxa"/>
            <w:gridSpan w:val="8"/>
          </w:tcPr>
          <w:p w14:paraId="5565F582" w14:textId="770F1661" w:rsidR="000246B6" w:rsidRPr="00A27063" w:rsidRDefault="000246B6" w:rsidP="00266F82">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Comments</w:t>
            </w:r>
            <w:r w:rsidRPr="00E430EA">
              <w:rPr>
                <w:rFonts w:ascii="Times New Roman" w:hAnsi="Times New Roman" w:cs="Times New Roman"/>
                <w:b/>
                <w:sz w:val="16"/>
                <w:szCs w:val="16"/>
              </w:rPr>
              <w:t>:</w:t>
            </w:r>
            <w:r w:rsidRPr="00E430EA">
              <w:rPr>
                <w:rStyle w:val="PlaceholderText"/>
                <w:color w:val="auto"/>
              </w:rPr>
              <w:t xml:space="preserve"> </w:t>
            </w:r>
            <w:sdt>
              <w:sdtPr>
                <w:rPr>
                  <w:rFonts w:ascii="Times New Roman" w:hAnsi="Times New Roman" w:cs="Times New Roman"/>
                  <w:b/>
                  <w:sz w:val="16"/>
                  <w:szCs w:val="16"/>
                </w:rPr>
                <w:id w:val="1360630739"/>
                <w:placeholder>
                  <w:docPart w:val="0D5E81C8FE184643AE3B2D3BF4D42A66"/>
                </w:placeholder>
              </w:sdtPr>
              <w:sdtEndPr/>
              <w:sdtContent>
                <w:r w:rsidRPr="00E430EA">
                  <w:rPr>
                    <w:rStyle w:val="PlaceholderText"/>
                    <w:color w:val="auto"/>
                    <w:sz w:val="16"/>
                    <w:szCs w:val="16"/>
                  </w:rPr>
                  <w:t xml:space="preserve"> </w:t>
                </w:r>
              </w:sdtContent>
            </w:sdt>
          </w:p>
        </w:tc>
      </w:tr>
    </w:tbl>
    <w:p w14:paraId="6109F3F5" w14:textId="46911115" w:rsidR="00102CE5" w:rsidRDefault="00102CE5" w:rsidP="00102CE5">
      <w:pPr>
        <w:ind w:right="720"/>
        <w:jc w:val="both"/>
        <w:rPr>
          <w:rFonts w:ascii="Times New Roman" w:hAnsi="Times New Roman"/>
          <w:sz w:val="16"/>
          <w:szCs w:val="16"/>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7176"/>
      </w:tblGrid>
      <w:tr w:rsidR="007F4875" w:rsidRPr="003A18C9" w14:paraId="30464E4D" w14:textId="77777777" w:rsidTr="00ED04B0">
        <w:trPr>
          <w:trHeight w:val="172"/>
        </w:trPr>
        <w:tc>
          <w:tcPr>
            <w:tcW w:w="10165" w:type="dxa"/>
            <w:gridSpan w:val="2"/>
          </w:tcPr>
          <w:p w14:paraId="55E0E88D" w14:textId="3BD30C2C" w:rsidR="007F4875" w:rsidRPr="00ED4CC5" w:rsidRDefault="00CD3468" w:rsidP="004507E3">
            <w:pPr>
              <w:spacing w:after="0" w:line="240" w:lineRule="auto"/>
              <w:jc w:val="center"/>
              <w:rPr>
                <w:rFonts w:ascii="Times New Roman" w:hAnsi="Times New Roman"/>
                <w:b/>
                <w:sz w:val="18"/>
                <w:szCs w:val="18"/>
              </w:rPr>
            </w:pPr>
            <w:r>
              <w:rPr>
                <w:rFonts w:ascii="Times New Roman" w:hAnsi="Times New Roman"/>
                <w:b/>
                <w:sz w:val="18"/>
                <w:szCs w:val="18"/>
              </w:rPr>
              <w:t>THERMAL IMAGING VIDEO</w:t>
            </w:r>
          </w:p>
        </w:tc>
      </w:tr>
      <w:tr w:rsidR="007F4875" w:rsidRPr="003A18C9" w14:paraId="20D80954" w14:textId="77777777" w:rsidTr="00ED04B0">
        <w:trPr>
          <w:trHeight w:val="142"/>
        </w:trPr>
        <w:tc>
          <w:tcPr>
            <w:tcW w:w="2989" w:type="dxa"/>
          </w:tcPr>
          <w:p w14:paraId="1436BB17"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Video Format</w:t>
            </w:r>
          </w:p>
        </w:tc>
        <w:tc>
          <w:tcPr>
            <w:tcW w:w="7176" w:type="dxa"/>
          </w:tcPr>
          <w:p w14:paraId="12B4100A" w14:textId="45ED4759" w:rsidR="007F4875" w:rsidRPr="00ED4CC5" w:rsidRDefault="007F4875" w:rsidP="004507E3">
            <w:pPr>
              <w:spacing w:after="0" w:line="240" w:lineRule="auto"/>
              <w:rPr>
                <w:rFonts w:ascii="Times New Roman" w:hAnsi="Times New Roman"/>
                <w:sz w:val="16"/>
                <w:szCs w:val="16"/>
              </w:rPr>
            </w:pPr>
            <w:r w:rsidRPr="00ED4CC5">
              <w:rPr>
                <w:rFonts w:ascii="Times New Roman" w:hAnsi="Times New Roman"/>
                <w:sz w:val="16"/>
                <w:szCs w:val="16"/>
              </w:rPr>
              <w:t>AVI</w:t>
            </w:r>
          </w:p>
        </w:tc>
      </w:tr>
      <w:tr w:rsidR="007F4875" w:rsidRPr="003A18C9" w14:paraId="2EA52BFA" w14:textId="77777777" w:rsidTr="00ED04B0">
        <w:trPr>
          <w:trHeight w:val="270"/>
        </w:trPr>
        <w:tc>
          <w:tcPr>
            <w:tcW w:w="2989" w:type="dxa"/>
          </w:tcPr>
          <w:p w14:paraId="1AEAB01D" w14:textId="1F5796A9"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ROI displayed</w:t>
            </w:r>
          </w:p>
        </w:tc>
        <w:tc>
          <w:tcPr>
            <w:tcW w:w="7176" w:type="dxa"/>
          </w:tcPr>
          <w:p w14:paraId="3872FEC9" w14:textId="2D79E51C" w:rsidR="007F4875" w:rsidRPr="00F91C77" w:rsidRDefault="00DC75EB" w:rsidP="00DC75EB">
            <w:pPr>
              <w:spacing w:after="0" w:line="240" w:lineRule="auto"/>
              <w:rPr>
                <w:rFonts w:ascii="Times New Roman" w:hAnsi="Times New Roman"/>
                <w:sz w:val="16"/>
                <w:szCs w:val="16"/>
              </w:rPr>
            </w:pPr>
            <w:sdt>
              <w:sdtPr>
                <w:rPr>
                  <w:rFonts w:ascii="Times New Roman" w:hAnsi="Times New Roman"/>
                  <w:noProof/>
                  <w:sz w:val="16"/>
                  <w:szCs w:val="16"/>
                </w:rPr>
                <w:id w:val="1287233108"/>
                <w14:checkbox>
                  <w14:checked w14:val="0"/>
                  <w14:checkedState w14:val="2612" w14:font="MS Gothic"/>
                  <w14:uncheckedState w14:val="2610" w14:font="MS Gothic"/>
                </w14:checkbox>
              </w:sdtPr>
              <w:sdtContent>
                <w:r w:rsidRPr="00F91C77">
                  <w:rPr>
                    <w:rFonts w:ascii="MS Gothic" w:eastAsia="MS Gothic" w:hAnsi="MS Gothic" w:hint="eastAsia"/>
                    <w:noProof/>
                    <w:sz w:val="16"/>
                    <w:szCs w:val="16"/>
                  </w:rPr>
                  <w:t>☐</w:t>
                </w:r>
              </w:sdtContent>
            </w:sdt>
            <w:r w:rsidRPr="00F91C77">
              <w:rPr>
                <w:rFonts w:ascii="Times New Roman" w:hAnsi="Times New Roman"/>
                <w:noProof/>
                <w:sz w:val="16"/>
                <w:szCs w:val="16"/>
              </w:rPr>
              <w:t xml:space="preserve">Yes  </w:t>
            </w:r>
            <w:sdt>
              <w:sdtPr>
                <w:rPr>
                  <w:rFonts w:ascii="Times New Roman" w:hAnsi="Times New Roman"/>
                  <w:noProof/>
                  <w:sz w:val="16"/>
                  <w:szCs w:val="16"/>
                </w:rPr>
                <w:id w:val="-1764833776"/>
                <w14:checkbox>
                  <w14:checked w14:val="0"/>
                  <w14:checkedState w14:val="2612" w14:font="MS Gothic"/>
                  <w14:uncheckedState w14:val="2610" w14:font="MS Gothic"/>
                </w14:checkbox>
              </w:sdtPr>
              <w:sdtContent>
                <w:r w:rsidRPr="00F91C77">
                  <w:rPr>
                    <w:rFonts w:ascii="MS Gothic" w:eastAsia="MS Gothic" w:hAnsi="MS Gothic" w:hint="eastAsia"/>
                    <w:noProof/>
                    <w:sz w:val="16"/>
                    <w:szCs w:val="16"/>
                  </w:rPr>
                  <w:t>☐</w:t>
                </w:r>
              </w:sdtContent>
            </w:sdt>
            <w:r w:rsidRPr="00F91C77">
              <w:rPr>
                <w:rFonts w:ascii="Times New Roman" w:hAnsi="Times New Roman"/>
                <w:noProof/>
                <w:sz w:val="16"/>
                <w:szCs w:val="16"/>
              </w:rPr>
              <w:t>No</w:t>
            </w:r>
            <w:bookmarkStart w:id="0" w:name="_GoBack"/>
            <w:bookmarkEnd w:id="0"/>
          </w:p>
        </w:tc>
      </w:tr>
      <w:tr w:rsidR="007F4875" w:rsidRPr="003A18C9" w14:paraId="14B32353" w14:textId="77777777" w:rsidTr="00ED04B0">
        <w:trPr>
          <w:trHeight w:val="368"/>
        </w:trPr>
        <w:tc>
          <w:tcPr>
            <w:tcW w:w="2989" w:type="dxa"/>
          </w:tcPr>
          <w:p w14:paraId="1194F030"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Emissivity (0-1)</w:t>
            </w:r>
          </w:p>
        </w:tc>
        <w:tc>
          <w:tcPr>
            <w:tcW w:w="7176" w:type="dxa"/>
          </w:tcPr>
          <w:sdt>
            <w:sdtPr>
              <w:rPr>
                <w:rFonts w:ascii="Times New Roman" w:hAnsi="Times New Roman" w:cs="Times New Roman"/>
                <w:sz w:val="16"/>
                <w:szCs w:val="16"/>
              </w:rPr>
              <w:id w:val="2031448944"/>
              <w:placeholder>
                <w:docPart w:val="7E2D49E3F4DA40208A50A4C5D19795ED"/>
              </w:placeholder>
            </w:sdtPr>
            <w:sdtEndPr/>
            <w:sdtContent>
              <w:p w14:paraId="19CF172A" w14:textId="70E00683" w:rsidR="007F4875" w:rsidRPr="00ED4CC5" w:rsidRDefault="007F4875" w:rsidP="004507E3">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p w14:paraId="38B862CD" w14:textId="68ED462A" w:rsidR="007F4875" w:rsidRPr="00ED4CC5" w:rsidRDefault="007F4875" w:rsidP="004507E3">
            <w:pPr>
              <w:spacing w:after="0" w:line="240" w:lineRule="auto"/>
              <w:rPr>
                <w:rFonts w:ascii="Times New Roman" w:hAnsi="Times New Roman"/>
                <w:sz w:val="16"/>
                <w:szCs w:val="16"/>
              </w:rPr>
            </w:pPr>
          </w:p>
        </w:tc>
      </w:tr>
      <w:tr w:rsidR="007F4875" w:rsidRPr="003A18C9" w14:paraId="727600D4" w14:textId="77777777" w:rsidTr="00ED04B0">
        <w:trPr>
          <w:trHeight w:val="172"/>
        </w:trPr>
        <w:tc>
          <w:tcPr>
            <w:tcW w:w="2989" w:type="dxa"/>
          </w:tcPr>
          <w:p w14:paraId="375EDA41"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Comments</w:t>
            </w:r>
          </w:p>
        </w:tc>
        <w:tc>
          <w:tcPr>
            <w:tcW w:w="7176" w:type="dxa"/>
          </w:tcPr>
          <w:p w14:paraId="4CE7C4CE" w14:textId="313EE2BF" w:rsidR="007F4875" w:rsidRPr="008924D0" w:rsidRDefault="007F4875" w:rsidP="004507E3">
            <w:pPr>
              <w:spacing w:after="0" w:line="240" w:lineRule="auto"/>
              <w:rPr>
                <w:rFonts w:ascii="Times New Roman" w:hAnsi="Times New Roman"/>
                <w:i/>
                <w:sz w:val="16"/>
                <w:szCs w:val="16"/>
              </w:rPr>
            </w:pPr>
          </w:p>
        </w:tc>
      </w:tr>
    </w:tbl>
    <w:p w14:paraId="340AB7BB" w14:textId="34B7230F" w:rsidR="007F4875" w:rsidRPr="00A27063" w:rsidRDefault="007F4875" w:rsidP="00102CE5">
      <w:pPr>
        <w:ind w:right="720"/>
        <w:jc w:val="both"/>
        <w:rPr>
          <w:rFonts w:ascii="Times New Roman" w:hAnsi="Times New Roman"/>
          <w:sz w:val="16"/>
          <w:szCs w:val="16"/>
        </w:rPr>
      </w:pPr>
    </w:p>
    <w:tbl>
      <w:tblPr>
        <w:tblStyle w:val="TableGrid"/>
        <w:tblW w:w="10165" w:type="dxa"/>
        <w:tblLook w:val="04A0" w:firstRow="1" w:lastRow="0" w:firstColumn="1" w:lastColumn="0" w:noHBand="0" w:noVBand="1"/>
      </w:tblPr>
      <w:tblGrid>
        <w:gridCol w:w="4420"/>
        <w:gridCol w:w="5745"/>
      </w:tblGrid>
      <w:tr w:rsidR="00102CE5" w:rsidRPr="00A27063" w14:paraId="592C2965" w14:textId="77777777" w:rsidTr="00ED04B0">
        <w:trPr>
          <w:trHeight w:val="128"/>
        </w:trPr>
        <w:tc>
          <w:tcPr>
            <w:tcW w:w="10165" w:type="dxa"/>
            <w:gridSpan w:val="2"/>
          </w:tcPr>
          <w:p w14:paraId="1A375E5F" w14:textId="7AE06DAF" w:rsidR="00102CE5" w:rsidRPr="00ED4CC5" w:rsidRDefault="00F1392D" w:rsidP="00ED4CC5">
            <w:pPr>
              <w:jc w:val="center"/>
              <w:rPr>
                <w:rFonts w:ascii="Times New Roman" w:hAnsi="Times New Roman"/>
                <w:b/>
                <w:sz w:val="20"/>
                <w:szCs w:val="20"/>
              </w:rPr>
            </w:pPr>
            <w:r>
              <w:rPr>
                <w:rFonts w:ascii="Times New Roman" w:hAnsi="Times New Roman" w:cs="Times New Roman"/>
                <w:b/>
                <w:noProof/>
                <w:sz w:val="16"/>
                <w:szCs w:val="16"/>
              </w:rPr>
              <mc:AlternateContent>
                <mc:Choice Requires="wps">
                  <w:drawing>
                    <wp:anchor distT="0" distB="0" distL="114300" distR="114300" simplePos="0" relativeHeight="251687936" behindDoc="0" locked="0" layoutInCell="1" allowOverlap="1" wp14:anchorId="281575EC" wp14:editId="2DB8FFD1">
                      <wp:simplePos x="0" y="0"/>
                      <wp:positionH relativeFrom="column">
                        <wp:posOffset>4478351</wp:posOffset>
                      </wp:positionH>
                      <wp:positionV relativeFrom="paragraph">
                        <wp:posOffset>1187726</wp:posOffset>
                      </wp:positionV>
                      <wp:extent cx="45719" cy="198783"/>
                      <wp:effectExtent l="57150" t="0" r="50165" b="48895"/>
                      <wp:wrapNone/>
                      <wp:docPr id="46" name="Straight Arrow Connector 46"/>
                      <wp:cNvGraphicFramePr/>
                      <a:graphic xmlns:a="http://schemas.openxmlformats.org/drawingml/2006/main">
                        <a:graphicData uri="http://schemas.microsoft.com/office/word/2010/wordprocessingShape">
                          <wps:wsp>
                            <wps:cNvCnPr/>
                            <wps:spPr>
                              <a:xfrm flipH="1">
                                <a:off x="0" y="0"/>
                                <a:ext cx="45719" cy="198783"/>
                              </a:xfrm>
                              <a:prstGeom prst="straightConnector1">
                                <a:avLst/>
                              </a:prstGeom>
                              <a:ln w="9525">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D0E139" id="_x0000_t32" coordsize="21600,21600" o:spt="32" o:oned="t" path="m,l21600,21600e" filled="f">
                      <v:path arrowok="t" fillok="f" o:connecttype="none"/>
                      <o:lock v:ext="edit" shapetype="t"/>
                    </v:shapetype>
                    <v:shape id="Straight Arrow Connector 46" o:spid="_x0000_s1026" type="#_x0000_t32" style="position:absolute;margin-left:352.65pt;margin-top:93.5pt;width:3.6pt;height:15.6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" strokecolor="red">
                      <v:stroke endarrow="block" joinstyle="miter"/>
                    </v:shape>
                  </w:pict>
                </mc:Fallback>
              </mc:AlternateContent>
            </w:r>
            <w:r>
              <w:rPr>
                <w:rFonts w:ascii="Times New Roman" w:hAnsi="Times New Roman" w:cs="Times New Roman"/>
                <w:b/>
                <w:noProof/>
                <w:sz w:val="16"/>
                <w:szCs w:val="16"/>
              </w:rPr>
              <mc:AlternateContent>
                <mc:Choice Requires="wps">
                  <w:drawing>
                    <wp:anchor distT="0" distB="0" distL="114300" distR="114300" simplePos="0" relativeHeight="251683840" behindDoc="0" locked="0" layoutInCell="1" allowOverlap="1" wp14:anchorId="1E14B192" wp14:editId="6317CD79">
                      <wp:simplePos x="0" y="0"/>
                      <wp:positionH relativeFrom="column">
                        <wp:posOffset>4525811</wp:posOffset>
                      </wp:positionH>
                      <wp:positionV relativeFrom="paragraph">
                        <wp:posOffset>364380</wp:posOffset>
                      </wp:positionV>
                      <wp:extent cx="1470991" cy="842838"/>
                      <wp:effectExtent l="0" t="0" r="15240" b="14605"/>
                      <wp:wrapNone/>
                      <wp:docPr id="44" name="Text Box 44"/>
                      <wp:cNvGraphicFramePr/>
                      <a:graphic xmlns:a="http://schemas.openxmlformats.org/drawingml/2006/main">
                        <a:graphicData uri="http://schemas.microsoft.com/office/word/2010/wordprocessingShape">
                          <wps:wsp>
                            <wps:cNvSpPr txBox="1"/>
                            <wps:spPr>
                              <a:xfrm>
                                <a:off x="0" y="0"/>
                                <a:ext cx="1470991" cy="842838"/>
                              </a:xfrm>
                              <a:prstGeom prst="rect">
                                <a:avLst/>
                              </a:prstGeom>
                              <a:solidFill>
                                <a:sysClr val="window" lastClr="FFFFFF"/>
                              </a:solidFill>
                              <a:ln w="6350">
                                <a:solidFill>
                                  <a:srgbClr val="FF0000"/>
                                </a:solidFill>
                              </a:ln>
                            </wps:spPr>
                            <wps:txbx>
                              <w:txbxContent>
                                <w:p w14:paraId="15E48CDB" w14:textId="5F70C101" w:rsidR="00986A93" w:rsidRDefault="00986A93" w:rsidP="00986A93">
                                  <w:r>
                                    <w:t>F</w:t>
                                  </w:r>
                                  <w:r w:rsidR="000D07B6">
                                    <w:t>ocus pyro #1 on centerline height and width</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4B192" id="_x0000_t202" coordsize="21600,21600" o:spt="202" path="m,l,21600r21600,l21600,xe">
                      <v:stroke joinstyle="miter"/>
                      <v:path gradientshapeok="t" o:connecttype="rect"/>
                    </v:shapetype>
                    <v:shape id="Text Box 44" o:spid="_x0000_s1026" type="#_x0000_t202" style="position:absolute;left:0;text-align:left;margin-left:356.35pt;margin-top:28.7pt;width:115.85pt;height:6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" fillcolor="window" strokecolor="red" strokeweight=".5pt">
                      <v:textbox>
                        <w:txbxContent>
                          <w:p w14:paraId="15E48CDB" w14:textId="5F70C101" w:rsidR="00986A93" w:rsidRDefault="00986A93" w:rsidP="00986A93">
                            <w:r>
                              <w:t>F</w:t>
                            </w:r>
                            <w:r w:rsidR="000D07B6">
                              <w:t>ocus pyro #1 on centerline height and width</w:t>
                            </w:r>
                            <w:r>
                              <w:t xml:space="preserve"> </w:t>
                            </w:r>
                          </w:p>
                        </w:txbxContent>
                      </v:textbox>
                    </v:shape>
                  </w:pict>
                </mc:Fallback>
              </mc:AlternateContent>
            </w:r>
            <w:r w:rsidR="00986A93">
              <w:rPr>
                <w:rFonts w:ascii="Times New Roman" w:hAnsi="Times New Roman" w:cs="Times New Roman"/>
                <w:b/>
                <w:noProof/>
                <w:sz w:val="16"/>
                <w:szCs w:val="16"/>
              </w:rPr>
              <mc:AlternateContent>
                <mc:Choice Requires="wps">
                  <w:drawing>
                    <wp:anchor distT="0" distB="0" distL="114300" distR="114300" simplePos="0" relativeHeight="251685888" behindDoc="0" locked="0" layoutInCell="1" allowOverlap="1" wp14:anchorId="26B57606" wp14:editId="4F312130">
                      <wp:simplePos x="0" y="0"/>
                      <wp:positionH relativeFrom="column">
                        <wp:posOffset>5350096</wp:posOffset>
                      </wp:positionH>
                      <wp:positionV relativeFrom="paragraph">
                        <wp:posOffset>1728580</wp:posOffset>
                      </wp:positionV>
                      <wp:extent cx="286661" cy="245993"/>
                      <wp:effectExtent l="0" t="38100" r="56515" b="20955"/>
                      <wp:wrapNone/>
                      <wp:docPr id="45" name="Straight Arrow Connector 45"/>
                      <wp:cNvGraphicFramePr/>
                      <a:graphic xmlns:a="http://schemas.openxmlformats.org/drawingml/2006/main">
                        <a:graphicData uri="http://schemas.microsoft.com/office/word/2010/wordprocessingShape">
                          <wps:wsp>
                            <wps:cNvCnPr/>
                            <wps:spPr>
                              <a:xfrm flipV="1">
                                <a:off x="0" y="0"/>
                                <a:ext cx="286661" cy="245993"/>
                              </a:xfrm>
                              <a:prstGeom prst="straightConnector1">
                                <a:avLst/>
                              </a:prstGeom>
                              <a:noFill/>
                              <a:ln w="9525"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810899" id="Straight Arrow Connector 45" o:spid="_x0000_s1026" type="#_x0000_t32" style="position:absolute;margin-left:421.25pt;margin-top:136.1pt;width:22.55pt;height:19.3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" strokecolor="red">
                      <v:stroke endarrow="block" joinstyle="miter"/>
                    </v:shape>
                  </w:pict>
                </mc:Fallback>
              </mc:AlternateContent>
            </w:r>
            <w:r w:rsidR="000F4617">
              <w:rPr>
                <w:rFonts w:ascii="Times New Roman" w:hAnsi="Times New Roman"/>
                <w:b/>
                <w:noProof/>
                <w:sz w:val="20"/>
                <w:szCs w:val="20"/>
              </w:rPr>
              <mc:AlternateContent>
                <mc:Choice Requires="wps">
                  <w:drawing>
                    <wp:anchor distT="0" distB="0" distL="114300" distR="114300" simplePos="0" relativeHeight="251677696" behindDoc="0" locked="0" layoutInCell="1" allowOverlap="1" wp14:anchorId="1C19D862" wp14:editId="463E2860">
                      <wp:simplePos x="0" y="0"/>
                      <wp:positionH relativeFrom="column">
                        <wp:posOffset>4419683</wp:posOffset>
                      </wp:positionH>
                      <wp:positionV relativeFrom="paragraph">
                        <wp:posOffset>1464945</wp:posOffset>
                      </wp:positionV>
                      <wp:extent cx="151075" cy="151075"/>
                      <wp:effectExtent l="0" t="0" r="20955" b="20955"/>
                      <wp:wrapNone/>
                      <wp:docPr id="39" name="Oval 39"/>
                      <wp:cNvGraphicFramePr/>
                      <a:graphic xmlns:a="http://schemas.openxmlformats.org/drawingml/2006/main">
                        <a:graphicData uri="http://schemas.microsoft.com/office/word/2010/wordprocessingShape">
                          <wps:wsp>
                            <wps:cNvSpPr/>
                            <wps:spPr>
                              <a:xfrm>
                                <a:off x="0" y="0"/>
                                <a:ext cx="151075" cy="1510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1EA7F2" id="Oval 39" o:spid="_x0000_s1026" style="position:absolute;margin-left:348pt;margin-top:115.35pt;width:11.9pt;height:11.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" filled="f" strokecolor="#1f4d78 [1604]" strokeweight="1pt">
                      <v:stroke joinstyle="miter"/>
                    </v:oval>
                  </w:pict>
                </mc:Fallback>
              </mc:AlternateContent>
            </w:r>
            <w:r w:rsidR="000F4617">
              <w:rPr>
                <w:rFonts w:ascii="Times New Roman" w:hAnsi="Times New Roman"/>
                <w:b/>
                <w:noProof/>
                <w:sz w:val="20"/>
                <w:szCs w:val="20"/>
              </w:rPr>
              <mc:AlternateContent>
                <mc:Choice Requires="wps">
                  <w:drawing>
                    <wp:anchor distT="0" distB="0" distL="114300" distR="114300" simplePos="0" relativeHeight="251681792" behindDoc="0" locked="0" layoutInCell="1" allowOverlap="1" wp14:anchorId="1F499155" wp14:editId="7B365124">
                      <wp:simplePos x="0" y="0"/>
                      <wp:positionH relativeFrom="column">
                        <wp:posOffset>5575052</wp:posOffset>
                      </wp:positionH>
                      <wp:positionV relativeFrom="paragraph">
                        <wp:posOffset>1491974</wp:posOffset>
                      </wp:positionV>
                      <wp:extent cx="151075" cy="151075"/>
                      <wp:effectExtent l="0" t="0" r="20955" b="20955"/>
                      <wp:wrapNone/>
                      <wp:docPr id="42" name="Oval 42"/>
                      <wp:cNvGraphicFramePr/>
                      <a:graphic xmlns:a="http://schemas.openxmlformats.org/drawingml/2006/main">
                        <a:graphicData uri="http://schemas.microsoft.com/office/word/2010/wordprocessingShape">
                          <wps:wsp>
                            <wps:cNvSpPr/>
                            <wps:spPr>
                              <a:xfrm>
                                <a:off x="0" y="0"/>
                                <a:ext cx="151075" cy="1510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75BFC0" id="Oval 42" o:spid="_x0000_s1026" style="position:absolute;margin-left:439pt;margin-top:117.5pt;width:11.9pt;height:11.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" filled="f" strokecolor="#1f4d78 [1604]" strokeweight="1pt">
                      <v:stroke joinstyle="miter"/>
                    </v:oval>
                  </w:pict>
                </mc:Fallback>
              </mc:AlternateContent>
            </w:r>
            <w:r w:rsidR="00ED4CC5" w:rsidRPr="00ED4CC5">
              <w:rPr>
                <w:rFonts w:ascii="Times New Roman" w:hAnsi="Times New Roman"/>
                <w:b/>
                <w:sz w:val="20"/>
                <w:szCs w:val="20"/>
              </w:rPr>
              <w:t>PYROMETER TARGET DESIGNATIONS</w:t>
            </w:r>
          </w:p>
        </w:tc>
      </w:tr>
      <w:tr w:rsidR="00326C34" w:rsidRPr="00A27063" w14:paraId="56F3760F" w14:textId="77777777" w:rsidTr="00ED04B0">
        <w:trPr>
          <w:trHeight w:val="125"/>
        </w:trPr>
        <w:tc>
          <w:tcPr>
            <w:tcW w:w="4420" w:type="dxa"/>
          </w:tcPr>
          <w:p w14:paraId="0E3CDB17" w14:textId="77777777" w:rsidR="007F4875" w:rsidRPr="00ED4CC5" w:rsidRDefault="007F4875" w:rsidP="00102CE5">
            <w:pPr>
              <w:jc w:val="both"/>
              <w:rPr>
                <w:rFonts w:ascii="Times New Roman" w:hAnsi="Times New Roman"/>
                <w:b/>
                <w:sz w:val="16"/>
                <w:szCs w:val="16"/>
              </w:rPr>
            </w:pPr>
            <w:r w:rsidRPr="00ED4CC5">
              <w:rPr>
                <w:rFonts w:ascii="Times New Roman" w:hAnsi="Times New Roman"/>
                <w:b/>
                <w:sz w:val="16"/>
                <w:szCs w:val="16"/>
              </w:rPr>
              <w:t>Pyrometer #1</w:t>
            </w:r>
          </w:p>
        </w:tc>
        <w:sdt>
          <w:sdtPr>
            <w:rPr>
              <w:rFonts w:ascii="Times New Roman" w:hAnsi="Times New Roman"/>
              <w:noProof/>
              <w:sz w:val="16"/>
              <w:szCs w:val="16"/>
            </w:rPr>
            <w:id w:val="-1611281441"/>
            <w:picture/>
          </w:sdtPr>
          <w:sdtEndPr/>
          <w:sdtContent>
            <w:tc>
              <w:tcPr>
                <w:tcW w:w="5745" w:type="dxa"/>
                <w:vMerge w:val="restart"/>
              </w:tcPr>
              <w:p w14:paraId="4FADBB33" w14:textId="7AFB9026" w:rsidR="007F4875" w:rsidRPr="00A27063" w:rsidRDefault="000F4617" w:rsidP="00102CE5">
                <w:pPr>
                  <w:jc w:val="both"/>
                  <w:rPr>
                    <w:rFonts w:ascii="Times New Roman" w:hAnsi="Times New Roman"/>
                    <w:sz w:val="16"/>
                    <w:szCs w:val="16"/>
                  </w:rPr>
                </w:pPr>
                <w:r w:rsidRPr="000F4617">
                  <w:rPr>
                    <w:rFonts w:ascii="Times New Roman" w:hAnsi="Times New Roman"/>
                    <w:noProof/>
                    <w:sz w:val="16"/>
                    <w:szCs w:val="16"/>
                  </w:rPr>
                  <w:drawing>
                    <wp:inline distT="0" distB="0" distL="0" distR="0" wp14:anchorId="777061D9" wp14:editId="425D3CF4">
                      <wp:extent cx="3466769" cy="2838964"/>
                      <wp:effectExtent l="0" t="0" r="63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5400" cy="2846032"/>
                              </a:xfrm>
                              <a:prstGeom prst="rect">
                                <a:avLst/>
                              </a:prstGeom>
                              <a:noFill/>
                              <a:ln>
                                <a:noFill/>
                              </a:ln>
                            </pic:spPr>
                          </pic:pic>
                        </a:graphicData>
                      </a:graphic>
                    </wp:inline>
                  </w:drawing>
                </w:r>
              </w:p>
            </w:tc>
          </w:sdtContent>
        </w:sdt>
      </w:tr>
      <w:tr w:rsidR="00326C34" w14:paraId="416E25F5" w14:textId="77777777" w:rsidTr="00ED04B0">
        <w:trPr>
          <w:trHeight w:val="1097"/>
        </w:trPr>
        <w:tc>
          <w:tcPr>
            <w:tcW w:w="4420" w:type="dxa"/>
          </w:tcPr>
          <w:p w14:paraId="5504F1D1" w14:textId="602FF9EC" w:rsidR="00102CE5" w:rsidRPr="00ED4CC5" w:rsidRDefault="00102CE5" w:rsidP="000D07B6">
            <w:pPr>
              <w:jc w:val="both"/>
              <w:rPr>
                <w:rFonts w:ascii="Times New Roman" w:hAnsi="Times New Roman" w:cs="Times New Roman"/>
                <w:b/>
                <w:sz w:val="16"/>
                <w:szCs w:val="16"/>
              </w:rPr>
            </w:pPr>
            <w:r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1459486373"/>
                <w:placeholder>
                  <w:docPart w:val="2CF88B1F7734456DA1F76ECC20F51786"/>
                </w:placeholder>
              </w:sdtPr>
              <w:sdtEndPr/>
              <w:sdtContent>
                <w:r w:rsidR="008924D0" w:rsidRPr="00127538">
                  <w:rPr>
                    <w:rFonts w:ascii="Times New Roman" w:hAnsi="Times New Roman" w:cs="Times New Roman"/>
                    <w:sz w:val="16"/>
                    <w:szCs w:val="16"/>
                  </w:rPr>
                  <w:t xml:space="preserve"> </w:t>
                </w:r>
                <w:r w:rsidR="000D07B6" w:rsidRPr="009668A2">
                  <w:rPr>
                    <w:rFonts w:ascii="Times New Roman" w:hAnsi="Times New Roman" w:cs="Times New Roman"/>
                    <w:i/>
                    <w:sz w:val="16"/>
                    <w:szCs w:val="16"/>
                  </w:rPr>
                  <w:t>Align pyrometer target to left most circle located on centerline height of model.</w:t>
                </w:r>
                <w:r w:rsidR="009668A2" w:rsidRPr="009668A2">
                  <w:rPr>
                    <w:rFonts w:ascii="Times New Roman" w:hAnsi="Times New Roman" w:cs="Times New Roman"/>
                    <w:i/>
                    <w:sz w:val="16"/>
                    <w:szCs w:val="16"/>
                  </w:rPr>
                  <w:t xml:space="preserve">  Approximately 3” inches from left most edge </w:t>
                </w:r>
                <w:r w:rsidR="00266F82">
                  <w:rPr>
                    <w:rFonts w:ascii="Times New Roman" w:hAnsi="Times New Roman" w:cs="Times New Roman"/>
                    <w:i/>
                    <w:sz w:val="16"/>
                    <w:szCs w:val="16"/>
                  </w:rPr>
                  <w:t>and 6</w:t>
                </w:r>
                <w:r w:rsidR="009668A2" w:rsidRPr="009668A2">
                  <w:rPr>
                    <w:rFonts w:ascii="Times New Roman" w:hAnsi="Times New Roman" w:cs="Times New Roman"/>
                    <w:i/>
                    <w:sz w:val="16"/>
                    <w:szCs w:val="16"/>
                  </w:rPr>
                  <w:t>” inches from top edge</w:t>
                </w:r>
                <w:r w:rsidR="008924D0" w:rsidRPr="00127538">
                  <w:rPr>
                    <w:rFonts w:ascii="Times New Roman" w:hAnsi="Times New Roman" w:cs="Times New Roman"/>
                    <w:sz w:val="16"/>
                    <w:szCs w:val="16"/>
                  </w:rPr>
                  <w:t xml:space="preserve"> </w:t>
                </w:r>
                <w:r w:rsidR="008924D0" w:rsidRPr="00127538">
                  <w:rPr>
                    <w:rFonts w:ascii="Times New Roman" w:hAnsi="Times New Roman" w:cs="Times New Roman"/>
                    <w:b/>
                    <w:sz w:val="16"/>
                    <w:szCs w:val="16"/>
                  </w:rPr>
                  <w:t xml:space="preserve">                        </w:t>
                </w:r>
              </w:sdtContent>
            </w:sdt>
          </w:p>
        </w:tc>
        <w:tc>
          <w:tcPr>
            <w:tcW w:w="5745" w:type="dxa"/>
            <w:vMerge/>
          </w:tcPr>
          <w:p w14:paraId="39BDCCFF" w14:textId="77777777" w:rsidR="00102CE5" w:rsidRDefault="00102CE5" w:rsidP="00102CE5">
            <w:pPr>
              <w:jc w:val="both"/>
              <w:rPr>
                <w:rFonts w:ascii="Times New Roman" w:hAnsi="Times New Roman"/>
                <w:sz w:val="20"/>
                <w:szCs w:val="20"/>
              </w:rPr>
            </w:pPr>
          </w:p>
        </w:tc>
      </w:tr>
      <w:tr w:rsidR="00326C34" w14:paraId="71B22857" w14:textId="77777777" w:rsidTr="00ED04B0">
        <w:trPr>
          <w:trHeight w:val="170"/>
        </w:trPr>
        <w:tc>
          <w:tcPr>
            <w:tcW w:w="4420" w:type="dxa"/>
          </w:tcPr>
          <w:p w14:paraId="39B3013F" w14:textId="6468A8BA" w:rsidR="007F4875" w:rsidRPr="00ED4CC5" w:rsidRDefault="007F4875" w:rsidP="00102CE5">
            <w:pPr>
              <w:jc w:val="both"/>
              <w:rPr>
                <w:rFonts w:ascii="Times New Roman" w:hAnsi="Times New Roman" w:cs="Times New Roman"/>
                <w:b/>
                <w:sz w:val="16"/>
                <w:szCs w:val="16"/>
              </w:rPr>
            </w:pPr>
            <w:r w:rsidRPr="00ED4CC5">
              <w:rPr>
                <w:rFonts w:ascii="Times New Roman" w:hAnsi="Times New Roman" w:cs="Times New Roman"/>
                <w:b/>
                <w:sz w:val="16"/>
                <w:szCs w:val="16"/>
              </w:rPr>
              <w:t>Pyrometer #2</w:t>
            </w:r>
          </w:p>
        </w:tc>
        <w:tc>
          <w:tcPr>
            <w:tcW w:w="5745" w:type="dxa"/>
            <w:vMerge/>
          </w:tcPr>
          <w:p w14:paraId="23438E2D" w14:textId="77777777" w:rsidR="007F4875" w:rsidRDefault="007F4875" w:rsidP="00102CE5">
            <w:pPr>
              <w:jc w:val="both"/>
              <w:rPr>
                <w:rFonts w:ascii="Times New Roman" w:hAnsi="Times New Roman"/>
                <w:sz w:val="20"/>
                <w:szCs w:val="20"/>
              </w:rPr>
            </w:pPr>
          </w:p>
        </w:tc>
      </w:tr>
      <w:tr w:rsidR="00326C34" w14:paraId="130D32BA" w14:textId="77777777" w:rsidTr="00ED04B0">
        <w:trPr>
          <w:trHeight w:val="1142"/>
        </w:trPr>
        <w:tc>
          <w:tcPr>
            <w:tcW w:w="4420" w:type="dxa"/>
          </w:tcPr>
          <w:p w14:paraId="5AC28332" w14:textId="57650DC0" w:rsidR="00102CE5" w:rsidRPr="00ED4CC5" w:rsidRDefault="000F4617" w:rsidP="009668A2">
            <w:pPr>
              <w:jc w:val="both"/>
              <w:rPr>
                <w:rFonts w:ascii="Times New Roman" w:hAnsi="Times New Roman" w:cs="Times New Roman"/>
                <w:b/>
                <w:sz w:val="16"/>
                <w:szCs w:val="16"/>
              </w:rPr>
            </w:pPr>
            <w:r>
              <w:rPr>
                <w:rFonts w:ascii="Times New Roman" w:hAnsi="Times New Roman" w:cs="Times New Roman"/>
                <w:b/>
                <w:noProof/>
                <w:sz w:val="16"/>
                <w:szCs w:val="16"/>
              </w:rPr>
              <mc:AlternateContent>
                <mc:Choice Requires="wps">
                  <w:drawing>
                    <wp:anchor distT="0" distB="0" distL="114300" distR="114300" simplePos="0" relativeHeight="251668480" behindDoc="0" locked="0" layoutInCell="1" allowOverlap="1" wp14:anchorId="631B792C" wp14:editId="38FA6961">
                      <wp:simplePos x="0" y="0"/>
                      <wp:positionH relativeFrom="column">
                        <wp:posOffset>3426736</wp:posOffset>
                      </wp:positionH>
                      <wp:positionV relativeFrom="paragraph">
                        <wp:posOffset>625475</wp:posOffset>
                      </wp:positionV>
                      <wp:extent cx="238540" cy="246491"/>
                      <wp:effectExtent l="38100" t="38100" r="28575" b="20320"/>
                      <wp:wrapNone/>
                      <wp:docPr id="7" name="Straight Arrow Connector 7"/>
                      <wp:cNvGraphicFramePr/>
                      <a:graphic xmlns:a="http://schemas.openxmlformats.org/drawingml/2006/main">
                        <a:graphicData uri="http://schemas.microsoft.com/office/word/2010/wordprocessingShape">
                          <wps:wsp>
                            <wps:cNvCnPr/>
                            <wps:spPr>
                              <a:xfrm flipH="1" flipV="1">
                                <a:off x="0" y="0"/>
                                <a:ext cx="238540" cy="246491"/>
                              </a:xfrm>
                              <a:prstGeom prst="straightConnector1">
                                <a:avLst/>
                              </a:prstGeom>
                              <a:ln w="9525">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1BD14B" id="Straight Arrow Connector 7" o:spid="_x0000_s1026" type="#_x0000_t32" style="position:absolute;margin-left:269.8pt;margin-top:49.25pt;width:18.8pt;height:19.4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" strokecolor="red">
                      <v:stroke endarrow="block" joinstyle="miter"/>
                    </v:shape>
                  </w:pict>
                </mc:Fallback>
              </mc:AlternateContent>
            </w:r>
            <w:r>
              <w:rPr>
                <w:rFonts w:ascii="Times New Roman" w:hAnsi="Times New Roman"/>
                <w:b/>
                <w:noProof/>
                <w:sz w:val="20"/>
                <w:szCs w:val="20"/>
              </w:rPr>
              <mc:AlternateContent>
                <mc:Choice Requires="wps">
                  <w:drawing>
                    <wp:anchor distT="0" distB="0" distL="114300" distR="114300" simplePos="0" relativeHeight="251679744" behindDoc="0" locked="0" layoutInCell="1" allowOverlap="1" wp14:anchorId="7BFB26C8" wp14:editId="61E7C5DD">
                      <wp:simplePos x="0" y="0"/>
                      <wp:positionH relativeFrom="column">
                        <wp:posOffset>3300702</wp:posOffset>
                      </wp:positionH>
                      <wp:positionV relativeFrom="paragraph">
                        <wp:posOffset>366368</wp:posOffset>
                      </wp:positionV>
                      <wp:extent cx="151075" cy="151075"/>
                      <wp:effectExtent l="0" t="0" r="20955" b="20955"/>
                      <wp:wrapNone/>
                      <wp:docPr id="40" name="Oval 40"/>
                      <wp:cNvGraphicFramePr/>
                      <a:graphic xmlns:a="http://schemas.openxmlformats.org/drawingml/2006/main">
                        <a:graphicData uri="http://schemas.microsoft.com/office/word/2010/wordprocessingShape">
                          <wps:wsp>
                            <wps:cNvSpPr/>
                            <wps:spPr>
                              <a:xfrm>
                                <a:off x="0" y="0"/>
                                <a:ext cx="151075" cy="1510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F6D2DD" id="Oval 40" o:spid="_x0000_s1026" style="position:absolute;margin-left:259.9pt;margin-top:28.85pt;width:11.9pt;height:11.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" filled="f" strokecolor="#1f4d78 [1604]" strokeweight="1pt">
                      <v:stroke joinstyle="miter"/>
                    </v:oval>
                  </w:pict>
                </mc:Fallback>
              </mc:AlternateContent>
            </w:r>
            <w:r w:rsidR="00102CE5"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1027684998"/>
                <w:placeholder>
                  <w:docPart w:val="B7B21BEFAF9A47FF91D340527239930F"/>
                </w:placeholder>
              </w:sdtPr>
              <w:sdtEndPr/>
              <w:sdtContent>
                <w:r w:rsidR="009668A2">
                  <w:rPr>
                    <w:rFonts w:ascii="Times New Roman" w:hAnsi="Times New Roman" w:cs="Times New Roman"/>
                    <w:i/>
                    <w:sz w:val="16"/>
                    <w:szCs w:val="16"/>
                  </w:rPr>
                  <w:t>Align pyrometer to circle located on centerline height and width of model, should be 6” inches from the top and 6” from each edge.</w:t>
                </w:r>
                <w:r w:rsidR="009668A2" w:rsidRPr="00127538">
                  <w:rPr>
                    <w:rFonts w:ascii="Times New Roman" w:hAnsi="Times New Roman" w:cs="Times New Roman"/>
                    <w:sz w:val="16"/>
                    <w:szCs w:val="16"/>
                  </w:rPr>
                  <w:t xml:space="preserve">     </w:t>
                </w:r>
                <w:r w:rsidR="009668A2" w:rsidRPr="00127538">
                  <w:rPr>
                    <w:rFonts w:ascii="Times New Roman" w:hAnsi="Times New Roman" w:cs="Times New Roman"/>
                    <w:b/>
                    <w:sz w:val="16"/>
                    <w:szCs w:val="16"/>
                  </w:rPr>
                  <w:t xml:space="preserve">                        </w:t>
                </w:r>
              </w:sdtContent>
            </w:sdt>
          </w:p>
        </w:tc>
        <w:tc>
          <w:tcPr>
            <w:tcW w:w="5745" w:type="dxa"/>
            <w:vMerge/>
          </w:tcPr>
          <w:p w14:paraId="732FFD16" w14:textId="77777777" w:rsidR="00102CE5" w:rsidRDefault="00102CE5" w:rsidP="00102CE5">
            <w:pPr>
              <w:jc w:val="both"/>
              <w:rPr>
                <w:rFonts w:ascii="Times New Roman" w:hAnsi="Times New Roman"/>
                <w:sz w:val="20"/>
                <w:szCs w:val="20"/>
              </w:rPr>
            </w:pPr>
          </w:p>
        </w:tc>
      </w:tr>
      <w:tr w:rsidR="00326C34" w14:paraId="26EAD2D2" w14:textId="77777777" w:rsidTr="00ED04B0">
        <w:trPr>
          <w:trHeight w:val="197"/>
        </w:trPr>
        <w:tc>
          <w:tcPr>
            <w:tcW w:w="4420" w:type="dxa"/>
          </w:tcPr>
          <w:p w14:paraId="7C5FB540" w14:textId="4E07F520" w:rsidR="007F4875" w:rsidRPr="00ED4CC5" w:rsidRDefault="000F4617" w:rsidP="00102CE5">
            <w:pPr>
              <w:jc w:val="both"/>
              <w:rPr>
                <w:rFonts w:ascii="Times New Roman" w:hAnsi="Times New Roman" w:cs="Times New Roman"/>
                <w:b/>
                <w:sz w:val="16"/>
                <w:szCs w:val="16"/>
              </w:rPr>
            </w:pPr>
            <w:r>
              <w:rPr>
                <w:rFonts w:ascii="Times New Roman" w:hAnsi="Times New Roman" w:cs="Times New Roman"/>
                <w:b/>
                <w:noProof/>
                <w:sz w:val="16"/>
                <w:szCs w:val="16"/>
              </w:rPr>
              <mc:AlternateContent>
                <mc:Choice Requires="wps">
                  <w:drawing>
                    <wp:anchor distT="0" distB="0" distL="114300" distR="114300" simplePos="0" relativeHeight="251669504" behindDoc="0" locked="0" layoutInCell="1" allowOverlap="1" wp14:anchorId="14D39A08" wp14:editId="0AC220DA">
                      <wp:simplePos x="0" y="0"/>
                      <wp:positionH relativeFrom="column">
                        <wp:posOffset>3665137</wp:posOffset>
                      </wp:positionH>
                      <wp:positionV relativeFrom="paragraph">
                        <wp:posOffset>140860</wp:posOffset>
                      </wp:positionV>
                      <wp:extent cx="1685677" cy="842838"/>
                      <wp:effectExtent l="0" t="0" r="10160" b="14605"/>
                      <wp:wrapNone/>
                      <wp:docPr id="8" name="Text Box 8"/>
                      <wp:cNvGraphicFramePr/>
                      <a:graphic xmlns:a="http://schemas.openxmlformats.org/drawingml/2006/main">
                        <a:graphicData uri="http://schemas.microsoft.com/office/word/2010/wordprocessingShape">
                          <wps:wsp>
                            <wps:cNvSpPr txBox="1"/>
                            <wps:spPr>
                              <a:xfrm>
                                <a:off x="0" y="0"/>
                                <a:ext cx="1685677" cy="842838"/>
                              </a:xfrm>
                              <a:prstGeom prst="rect">
                                <a:avLst/>
                              </a:prstGeom>
                              <a:solidFill>
                                <a:schemeClr val="lt1"/>
                              </a:solidFill>
                              <a:ln w="6350">
                                <a:solidFill>
                                  <a:srgbClr val="FF0000"/>
                                </a:solidFill>
                              </a:ln>
                            </wps:spPr>
                            <wps:txbx>
                              <w:txbxContent>
                                <w:p w14:paraId="7B01D82A" w14:textId="0D5853B7" w:rsidR="00CD3468" w:rsidRDefault="00326C34">
                                  <w:r>
                                    <w:t>Focus pyro</w:t>
                                  </w:r>
                                  <w:r w:rsidR="00986A93">
                                    <w:t xml:space="preserve"> </w:t>
                                  </w:r>
                                  <w:r w:rsidR="000F4617">
                                    <w:t>#1</w:t>
                                  </w:r>
                                  <w:r w:rsidR="00986A93">
                                    <w:t xml:space="preserve"> and #3</w:t>
                                  </w:r>
                                  <w:r w:rsidR="000F4617">
                                    <w:t xml:space="preserve"> on centerline</w:t>
                                  </w:r>
                                  <w:r w:rsidR="00F1392D">
                                    <w:t xml:space="preserve"> 3” from</w:t>
                                  </w:r>
                                  <w:r w:rsidR="00986A93">
                                    <w:t xml:space="preserve"> left</w:t>
                                  </w:r>
                                  <w:r w:rsidR="00F1392D">
                                    <w:t xml:space="preserve"> (#1) and right (#3)</w:t>
                                  </w:r>
                                  <w:r w:rsidR="00986A93">
                                    <w:t xml:space="preserve"> </w:t>
                                  </w:r>
                                  <w:r w:rsidR="000F4617">
                                    <w:t>edge</w:t>
                                  </w:r>
                                  <w:r w:rsidR="00986A93">
                                    <w:t xml:space="preserve"> of model</w:t>
                                  </w:r>
                                  <w:r w:rsidR="000D07B6">
                                    <w:t xml:space="preserve"> width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39A08" id="Text Box 8" o:spid="_x0000_s1027" type="#_x0000_t202" style="position:absolute;left:0;text-align:left;margin-left:288.6pt;margin-top:11.1pt;width:132.75pt;height:6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" fillcolor="white [3201]" strokecolor="red" strokeweight=".5pt">
                      <v:textbox>
                        <w:txbxContent>
                          <w:p w14:paraId="7B01D82A" w14:textId="0D5853B7" w:rsidR="00CD3468" w:rsidRDefault="00326C34">
                            <w:r>
                              <w:t>Focus pyro</w:t>
                            </w:r>
                            <w:r w:rsidR="00986A93">
                              <w:t xml:space="preserve"> </w:t>
                            </w:r>
                            <w:r w:rsidR="000F4617">
                              <w:t>#1</w:t>
                            </w:r>
                            <w:r w:rsidR="00986A93">
                              <w:t xml:space="preserve"> and #3</w:t>
                            </w:r>
                            <w:r w:rsidR="000F4617">
                              <w:t xml:space="preserve"> on centerline</w:t>
                            </w:r>
                            <w:r w:rsidR="00F1392D">
                              <w:t xml:space="preserve"> 3” from</w:t>
                            </w:r>
                            <w:r w:rsidR="00986A93">
                              <w:t xml:space="preserve"> left</w:t>
                            </w:r>
                            <w:r w:rsidR="00F1392D">
                              <w:t xml:space="preserve"> (#1) and right (#3)</w:t>
                            </w:r>
                            <w:r w:rsidR="00986A93">
                              <w:t xml:space="preserve"> </w:t>
                            </w:r>
                            <w:r w:rsidR="000F4617">
                              <w:t>edge</w:t>
                            </w:r>
                            <w:r w:rsidR="00986A93">
                              <w:t xml:space="preserve"> of model</w:t>
                            </w:r>
                            <w:r w:rsidR="000D07B6">
                              <w:t xml:space="preserve"> width</w:t>
                            </w:r>
                          </w:p>
                        </w:txbxContent>
                      </v:textbox>
                    </v:shape>
                  </w:pict>
                </mc:Fallback>
              </mc:AlternateContent>
            </w:r>
            <w:r w:rsidR="007F4875" w:rsidRPr="00ED4CC5">
              <w:rPr>
                <w:rFonts w:ascii="Times New Roman" w:hAnsi="Times New Roman" w:cs="Times New Roman"/>
                <w:b/>
                <w:sz w:val="16"/>
                <w:szCs w:val="16"/>
              </w:rPr>
              <w:t>Pyrometer #3</w:t>
            </w:r>
          </w:p>
        </w:tc>
        <w:tc>
          <w:tcPr>
            <w:tcW w:w="5745" w:type="dxa"/>
            <w:vMerge/>
          </w:tcPr>
          <w:p w14:paraId="7EB9547A" w14:textId="77777777" w:rsidR="007F4875" w:rsidRDefault="007F4875" w:rsidP="00102CE5">
            <w:pPr>
              <w:jc w:val="both"/>
              <w:rPr>
                <w:rFonts w:ascii="Times New Roman" w:hAnsi="Times New Roman"/>
                <w:sz w:val="20"/>
                <w:szCs w:val="20"/>
              </w:rPr>
            </w:pPr>
          </w:p>
        </w:tc>
      </w:tr>
      <w:tr w:rsidR="00326C34" w14:paraId="664EA523" w14:textId="77777777" w:rsidTr="00ED04B0">
        <w:trPr>
          <w:trHeight w:val="319"/>
        </w:trPr>
        <w:tc>
          <w:tcPr>
            <w:tcW w:w="4420" w:type="dxa"/>
          </w:tcPr>
          <w:p w14:paraId="19A67791" w14:textId="19AD0F4E" w:rsidR="00102CE5" w:rsidRPr="00ED4CC5" w:rsidRDefault="00102CE5" w:rsidP="00266F82">
            <w:pPr>
              <w:jc w:val="both"/>
              <w:rPr>
                <w:rFonts w:ascii="Times New Roman" w:hAnsi="Times New Roman" w:cs="Times New Roman"/>
                <w:b/>
                <w:sz w:val="16"/>
                <w:szCs w:val="16"/>
              </w:rPr>
            </w:pPr>
            <w:r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2109569461"/>
                <w:placeholder>
                  <w:docPart w:val="BBF2598529C648C8B421817BB8E14500"/>
                </w:placeholder>
              </w:sdtPr>
              <w:sdtEndPr/>
              <w:sdtContent>
                <w:r w:rsidR="00266F82">
                  <w:rPr>
                    <w:rFonts w:ascii="Times New Roman" w:hAnsi="Times New Roman" w:cs="Times New Roman"/>
                    <w:i/>
                    <w:sz w:val="16"/>
                    <w:szCs w:val="16"/>
                  </w:rPr>
                  <w:t>Align pyrometer target to right</w:t>
                </w:r>
                <w:r w:rsidR="00266F82" w:rsidRPr="009668A2">
                  <w:rPr>
                    <w:rFonts w:ascii="Times New Roman" w:hAnsi="Times New Roman" w:cs="Times New Roman"/>
                    <w:i/>
                    <w:sz w:val="16"/>
                    <w:szCs w:val="16"/>
                  </w:rPr>
                  <w:t xml:space="preserve"> most circle located on centerline height of model.  Approximately 3” </w:t>
                </w:r>
                <w:r w:rsidR="00266F82">
                  <w:rPr>
                    <w:rFonts w:ascii="Times New Roman" w:hAnsi="Times New Roman" w:cs="Times New Roman"/>
                    <w:i/>
                    <w:sz w:val="16"/>
                    <w:szCs w:val="16"/>
                  </w:rPr>
                  <w:t xml:space="preserve">inches from right </w:t>
                </w:r>
                <w:r w:rsidR="00266F82" w:rsidRPr="009668A2">
                  <w:rPr>
                    <w:rFonts w:ascii="Times New Roman" w:hAnsi="Times New Roman" w:cs="Times New Roman"/>
                    <w:i/>
                    <w:sz w:val="16"/>
                    <w:szCs w:val="16"/>
                  </w:rPr>
                  <w:t xml:space="preserve"> most edge </w:t>
                </w:r>
                <w:r w:rsidR="00266F82">
                  <w:rPr>
                    <w:rFonts w:ascii="Times New Roman" w:hAnsi="Times New Roman" w:cs="Times New Roman"/>
                    <w:i/>
                    <w:sz w:val="16"/>
                    <w:szCs w:val="16"/>
                  </w:rPr>
                  <w:t>and 6</w:t>
                </w:r>
                <w:r w:rsidR="00266F82" w:rsidRPr="009668A2">
                  <w:rPr>
                    <w:rFonts w:ascii="Times New Roman" w:hAnsi="Times New Roman" w:cs="Times New Roman"/>
                    <w:i/>
                    <w:sz w:val="16"/>
                    <w:szCs w:val="16"/>
                  </w:rPr>
                  <w:t>” inches from top edge</w:t>
                </w:r>
                <w:r w:rsidR="00266F82" w:rsidRPr="00127538">
                  <w:rPr>
                    <w:rFonts w:ascii="Times New Roman" w:hAnsi="Times New Roman" w:cs="Times New Roman"/>
                    <w:sz w:val="16"/>
                    <w:szCs w:val="16"/>
                  </w:rPr>
                  <w:t xml:space="preserve"> </w:t>
                </w:r>
                <w:r w:rsidR="00266F82" w:rsidRPr="00127538">
                  <w:rPr>
                    <w:rFonts w:ascii="Times New Roman" w:hAnsi="Times New Roman" w:cs="Times New Roman"/>
                    <w:b/>
                    <w:sz w:val="16"/>
                    <w:szCs w:val="16"/>
                  </w:rPr>
                  <w:t xml:space="preserve">                        </w:t>
                </w:r>
              </w:sdtContent>
            </w:sdt>
          </w:p>
        </w:tc>
        <w:tc>
          <w:tcPr>
            <w:tcW w:w="5745" w:type="dxa"/>
            <w:vMerge/>
          </w:tcPr>
          <w:p w14:paraId="2245AEC6" w14:textId="77777777" w:rsidR="00102CE5" w:rsidRDefault="00102CE5" w:rsidP="00102CE5">
            <w:pPr>
              <w:jc w:val="both"/>
              <w:rPr>
                <w:rFonts w:ascii="Times New Roman" w:hAnsi="Times New Roman"/>
                <w:sz w:val="20"/>
                <w:szCs w:val="20"/>
              </w:rPr>
            </w:pPr>
          </w:p>
        </w:tc>
      </w:tr>
    </w:tbl>
    <w:p w14:paraId="41218C5C" w14:textId="5163B6BB" w:rsidR="00CD3468" w:rsidRDefault="00CD3468" w:rsidP="007F4875">
      <w:pPr>
        <w:tabs>
          <w:tab w:val="left" w:pos="4590"/>
        </w:tabs>
        <w:jc w:val="both"/>
        <w:rPr>
          <w:rFonts w:ascii="Times New Roman" w:hAnsi="Times New Roman"/>
          <w:sz w:val="20"/>
          <w:szCs w:val="20"/>
        </w:rPr>
      </w:pPr>
    </w:p>
    <w:p w14:paraId="796609AF" w14:textId="7E7E1421" w:rsidR="00326C34" w:rsidRDefault="00326C34" w:rsidP="007F4875">
      <w:pPr>
        <w:tabs>
          <w:tab w:val="left" w:pos="4590"/>
        </w:tabs>
        <w:jc w:val="both"/>
        <w:rPr>
          <w:rFonts w:ascii="Times New Roman" w:hAnsi="Times New Roman"/>
          <w:sz w:val="20"/>
          <w:szCs w:val="20"/>
        </w:rPr>
      </w:pPr>
    </w:p>
    <w:p w14:paraId="25B9C007" w14:textId="70119E87" w:rsidR="00326C34" w:rsidRDefault="00326C34" w:rsidP="007F4875">
      <w:pPr>
        <w:tabs>
          <w:tab w:val="left" w:pos="4590"/>
        </w:tabs>
        <w:jc w:val="both"/>
        <w:rPr>
          <w:rFonts w:ascii="Times New Roman" w:hAnsi="Times New Roman"/>
          <w:sz w:val="20"/>
          <w:szCs w:val="20"/>
        </w:rPr>
      </w:pPr>
    </w:p>
    <w:p w14:paraId="6EFBA271" w14:textId="4693BD90" w:rsidR="00B26967" w:rsidRDefault="00B26967" w:rsidP="007F4875">
      <w:pPr>
        <w:tabs>
          <w:tab w:val="left" w:pos="4590"/>
        </w:tabs>
        <w:jc w:val="both"/>
        <w:rPr>
          <w:rFonts w:ascii="Times New Roman" w:hAnsi="Times New Roman"/>
          <w:sz w:val="20"/>
          <w:szCs w:val="20"/>
        </w:rPr>
      </w:pPr>
    </w:p>
    <w:p w14:paraId="2CDC2889" w14:textId="77777777" w:rsidR="00B26967" w:rsidRPr="001962B5" w:rsidRDefault="00B26967" w:rsidP="007F4875">
      <w:pPr>
        <w:tabs>
          <w:tab w:val="left" w:pos="4590"/>
        </w:tabs>
        <w:jc w:val="both"/>
        <w:rPr>
          <w:rFonts w:ascii="Times New Roman" w:hAnsi="Times New Roman"/>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935"/>
        <w:gridCol w:w="630"/>
        <w:gridCol w:w="593"/>
        <w:gridCol w:w="1297"/>
        <w:gridCol w:w="6195"/>
      </w:tblGrid>
      <w:tr w:rsidR="00ED4CC5" w:rsidRPr="003A18C9" w14:paraId="558CABF6" w14:textId="77777777" w:rsidTr="00102CE5">
        <w:trPr>
          <w:trHeight w:val="50"/>
        </w:trPr>
        <w:tc>
          <w:tcPr>
            <w:tcW w:w="10060" w:type="dxa"/>
            <w:gridSpan w:val="6"/>
          </w:tcPr>
          <w:p w14:paraId="73C13149" w14:textId="77777777" w:rsidR="00ED4CC5" w:rsidRPr="003A18C9" w:rsidRDefault="00ED4CC5" w:rsidP="00102CE5">
            <w:pPr>
              <w:spacing w:after="0" w:line="240" w:lineRule="auto"/>
              <w:jc w:val="center"/>
              <w:rPr>
                <w:rFonts w:ascii="Times New Roman" w:hAnsi="Times New Roman"/>
                <w:b/>
                <w:sz w:val="20"/>
                <w:szCs w:val="20"/>
              </w:rPr>
            </w:pPr>
            <w:r>
              <w:rPr>
                <w:rFonts w:ascii="Times New Roman" w:hAnsi="Times New Roman"/>
                <w:b/>
                <w:sz w:val="20"/>
                <w:szCs w:val="20"/>
              </w:rPr>
              <w:t>INFRARED CAMERA DATA PROCESSING</w:t>
            </w:r>
          </w:p>
        </w:tc>
      </w:tr>
      <w:tr w:rsidR="00102CE5" w:rsidRPr="003A18C9" w14:paraId="7C43CFC7" w14:textId="77777777" w:rsidTr="00102CE5">
        <w:trPr>
          <w:trHeight w:val="50"/>
        </w:trPr>
        <w:tc>
          <w:tcPr>
            <w:tcW w:w="10060" w:type="dxa"/>
            <w:gridSpan w:val="6"/>
          </w:tcPr>
          <w:p w14:paraId="10ADF2AF" w14:textId="0C825634" w:rsidR="00102CE5" w:rsidRPr="00ED4CC5" w:rsidRDefault="00102CE5" w:rsidP="00102CE5">
            <w:pPr>
              <w:spacing w:after="0" w:line="240" w:lineRule="auto"/>
              <w:jc w:val="center"/>
              <w:rPr>
                <w:rFonts w:ascii="Times New Roman" w:hAnsi="Times New Roman"/>
                <w:b/>
                <w:sz w:val="18"/>
                <w:szCs w:val="18"/>
              </w:rPr>
            </w:pPr>
            <w:r w:rsidRPr="00ED4CC5">
              <w:rPr>
                <w:rFonts w:ascii="Times New Roman" w:hAnsi="Times New Roman"/>
                <w:b/>
                <w:sz w:val="18"/>
                <w:szCs w:val="18"/>
              </w:rPr>
              <w:lastRenderedPageBreak/>
              <w:t>Line Profiles</w:t>
            </w:r>
          </w:p>
        </w:tc>
      </w:tr>
      <w:tr w:rsidR="00102CE5" w:rsidRPr="003A18C9" w14:paraId="467A8E51" w14:textId="77777777" w:rsidTr="00326C34">
        <w:trPr>
          <w:trHeight w:val="161"/>
        </w:trPr>
        <w:tc>
          <w:tcPr>
            <w:tcW w:w="1975" w:type="dxa"/>
            <w:gridSpan w:val="3"/>
          </w:tcPr>
          <w:p w14:paraId="50870BF0" w14:textId="77777777" w:rsidR="00102CE5" w:rsidRPr="00ED4CC5" w:rsidRDefault="00102CE5" w:rsidP="00102CE5">
            <w:pPr>
              <w:spacing w:after="0" w:line="240" w:lineRule="auto"/>
              <w:jc w:val="both"/>
              <w:rPr>
                <w:rFonts w:ascii="Times New Roman" w:hAnsi="Times New Roman" w:cs="Times New Roman"/>
                <w:b/>
                <w:sz w:val="16"/>
                <w:szCs w:val="16"/>
              </w:rPr>
            </w:pPr>
            <w:r w:rsidRPr="00ED4CC5">
              <w:rPr>
                <w:rFonts w:ascii="Times New Roman" w:hAnsi="Times New Roman" w:cs="Times New Roman"/>
                <w:b/>
                <w:sz w:val="16"/>
                <w:szCs w:val="16"/>
              </w:rPr>
              <w:t xml:space="preserve"># of Line Profile Reports  </w:t>
            </w:r>
          </w:p>
        </w:tc>
        <w:tc>
          <w:tcPr>
            <w:tcW w:w="1890" w:type="dxa"/>
            <w:gridSpan w:val="2"/>
          </w:tcPr>
          <w:sdt>
            <w:sdtPr>
              <w:rPr>
                <w:rFonts w:ascii="Times New Roman" w:hAnsi="Times New Roman" w:cs="Times New Roman"/>
                <w:sz w:val="16"/>
                <w:szCs w:val="16"/>
              </w:rPr>
              <w:alias w:val="value"/>
              <w:tag w:val="value"/>
              <w:id w:val="-2130854971"/>
              <w:placeholder>
                <w:docPart w:val="78894368434748EF8F769E210CF8A8D4"/>
              </w:placeholder>
              <w:dropDownList>
                <w:listItem w:value="Choose an item."/>
                <w:listItem w:displayText="1" w:value="1"/>
                <w:listItem w:displayText="2" w:value="2"/>
                <w:listItem w:displayText="3" w:value="3"/>
                <w:listItem w:displayText="4" w:value="4"/>
                <w:listItem w:displayText="5" w:value="5"/>
              </w:dropDownList>
            </w:sdtPr>
            <w:sdtEndPr/>
            <w:sdtContent>
              <w:p w14:paraId="67E1DFC2" w14:textId="04A37C22" w:rsidR="00102CE5" w:rsidRPr="00ED4CC5" w:rsidRDefault="00B26967" w:rsidP="00102CE5">
                <w:pPr>
                  <w:spacing w:after="0" w:line="240" w:lineRule="auto"/>
                  <w:rPr>
                    <w:rFonts w:ascii="Times New Roman" w:hAnsi="Times New Roman" w:cs="Times New Roman"/>
                    <w:sz w:val="16"/>
                    <w:szCs w:val="16"/>
                  </w:rPr>
                </w:pPr>
                <w:r>
                  <w:rPr>
                    <w:rFonts w:ascii="Times New Roman" w:hAnsi="Times New Roman" w:cs="Times New Roman"/>
                    <w:sz w:val="16"/>
                    <w:szCs w:val="16"/>
                  </w:rPr>
                  <w:t>3</w:t>
                </w:r>
              </w:p>
            </w:sdtContent>
          </w:sdt>
          <w:p w14:paraId="5F52130E" w14:textId="77777777" w:rsidR="00102CE5" w:rsidRPr="00ED4CC5" w:rsidRDefault="00102CE5" w:rsidP="00102CE5">
            <w:pPr>
              <w:spacing w:after="0" w:line="240" w:lineRule="auto"/>
              <w:rPr>
                <w:rFonts w:ascii="Times New Roman" w:hAnsi="Times New Roman" w:cs="Times New Roman"/>
                <w:sz w:val="16"/>
                <w:szCs w:val="16"/>
              </w:rPr>
            </w:pPr>
          </w:p>
        </w:tc>
        <w:tc>
          <w:tcPr>
            <w:tcW w:w="6195" w:type="dxa"/>
            <w:vMerge w:val="restart"/>
          </w:tcPr>
          <w:p w14:paraId="6AB1EA68" w14:textId="6F7C4DEF" w:rsidR="00102CE5" w:rsidRPr="003A18C9" w:rsidRDefault="004571C7" w:rsidP="00102CE5">
            <w:pPr>
              <w:spacing w:after="0" w:line="240" w:lineRule="auto"/>
              <w:rPr>
                <w:rFonts w:ascii="Times New Roman" w:hAnsi="Times New Roman"/>
                <w:sz w:val="20"/>
                <w:szCs w:val="20"/>
              </w:rPr>
            </w:pPr>
            <w:r>
              <w:rPr>
                <w:rFonts w:ascii="Times New Roman" w:hAnsi="Times New Roman"/>
                <w:noProof/>
                <w:sz w:val="16"/>
                <w:szCs w:val="16"/>
              </w:rPr>
              <mc:AlternateContent>
                <mc:Choice Requires="wps">
                  <w:drawing>
                    <wp:anchor distT="0" distB="0" distL="114300" distR="114300" simplePos="0" relativeHeight="251670528" behindDoc="0" locked="0" layoutInCell="1" allowOverlap="1" wp14:anchorId="6894FD2E" wp14:editId="104528F8">
                      <wp:simplePos x="0" y="0"/>
                      <wp:positionH relativeFrom="column">
                        <wp:posOffset>153560</wp:posOffset>
                      </wp:positionH>
                      <wp:positionV relativeFrom="paragraph">
                        <wp:posOffset>1301667</wp:posOffset>
                      </wp:positionV>
                      <wp:extent cx="3068651" cy="0"/>
                      <wp:effectExtent l="0" t="0" r="36830" b="19050"/>
                      <wp:wrapNone/>
                      <wp:docPr id="10" name="Straight Connector 10"/>
                      <wp:cNvGraphicFramePr/>
                      <a:graphic xmlns:a="http://schemas.openxmlformats.org/drawingml/2006/main">
                        <a:graphicData uri="http://schemas.microsoft.com/office/word/2010/wordprocessingShape">
                          <wps:wsp>
                            <wps:cNvCnPr/>
                            <wps:spPr>
                              <a:xfrm flipV="1">
                                <a:off x="0" y="0"/>
                                <a:ext cx="3068651" cy="0"/>
                              </a:xfrm>
                              <a:prstGeom prst="line">
                                <a:avLst/>
                              </a:prstGeom>
                              <a:ln>
                                <a:solidFill>
                                  <a:schemeClr val="accent5">
                                    <a:lumMod val="60000"/>
                                    <a:lumOff val="40000"/>
                                  </a:schemeClr>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6421C8" id="Straight Connector 10"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102.5pt" to="253.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" strokecolor="#8eaadb [1944]" strokeweight="1pt">
                      <v:stroke joinstyle="miter"/>
                    </v:line>
                  </w:pict>
                </mc:Fallback>
              </mc:AlternateContent>
            </w:r>
            <w:r w:rsidR="00956FA5">
              <w:rPr>
                <w:rFonts w:ascii="Times New Roman" w:hAnsi="Times New Roman"/>
                <w:noProof/>
                <w:sz w:val="16"/>
                <w:szCs w:val="16"/>
              </w:rPr>
              <mc:AlternateContent>
                <mc:Choice Requires="wps">
                  <w:drawing>
                    <wp:anchor distT="0" distB="0" distL="114300" distR="114300" simplePos="0" relativeHeight="251672576" behindDoc="0" locked="0" layoutInCell="1" allowOverlap="1" wp14:anchorId="56490DD5" wp14:editId="0E2748EC">
                      <wp:simplePos x="0" y="0"/>
                      <wp:positionH relativeFrom="column">
                        <wp:posOffset>1656356</wp:posOffset>
                      </wp:positionH>
                      <wp:positionV relativeFrom="paragraph">
                        <wp:posOffset>196435</wp:posOffset>
                      </wp:positionV>
                      <wp:extent cx="0" cy="2496709"/>
                      <wp:effectExtent l="0" t="0" r="19050" b="37465"/>
                      <wp:wrapNone/>
                      <wp:docPr id="30" name="Straight Connector 30"/>
                      <wp:cNvGraphicFramePr/>
                      <a:graphic xmlns:a="http://schemas.openxmlformats.org/drawingml/2006/main">
                        <a:graphicData uri="http://schemas.microsoft.com/office/word/2010/wordprocessingShape">
                          <wps:wsp>
                            <wps:cNvCnPr/>
                            <wps:spPr>
                              <a:xfrm flipH="1">
                                <a:off x="0" y="0"/>
                                <a:ext cx="0" cy="2496709"/>
                              </a:xfrm>
                              <a:prstGeom prst="line">
                                <a:avLst/>
                              </a:prstGeom>
                              <a:noFill/>
                              <a:ln w="12700" cap="flat" cmpd="sng" algn="ctr">
                                <a:solidFill>
                                  <a:srgbClr val="7030A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A9E709" id="Straight Connector 30"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4pt,15.45pt" to="130.4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" strokecolor="#7030a0" strokeweight="1pt">
                      <v:stroke joinstyle="miter"/>
                    </v:line>
                  </w:pict>
                </mc:Fallback>
              </mc:AlternateContent>
            </w:r>
            <w:sdt>
              <w:sdtPr>
                <w:rPr>
                  <w:rFonts w:ascii="Times New Roman" w:hAnsi="Times New Roman"/>
                  <w:noProof/>
                  <w:sz w:val="16"/>
                  <w:szCs w:val="16"/>
                </w:rPr>
                <w:id w:val="241848707"/>
                <w:picture/>
              </w:sdtPr>
              <w:sdtEndPr/>
              <w:sdtContent>
                <w:r w:rsidR="00F1392D" w:rsidRPr="000F4617">
                  <w:rPr>
                    <w:rFonts w:ascii="Times New Roman" w:hAnsi="Times New Roman"/>
                    <w:noProof/>
                    <w:sz w:val="16"/>
                    <w:szCs w:val="16"/>
                  </w:rPr>
                  <w:drawing>
                    <wp:inline distT="0" distB="0" distL="0" distR="0" wp14:anchorId="23D22EFF" wp14:editId="5161ADD3">
                      <wp:extent cx="3466769" cy="2838964"/>
                      <wp:effectExtent l="0" t="0" r="63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5400" cy="2846032"/>
                              </a:xfrm>
                              <a:prstGeom prst="rect">
                                <a:avLst/>
                              </a:prstGeom>
                              <a:noFill/>
                              <a:ln>
                                <a:noFill/>
                              </a:ln>
                            </pic:spPr>
                          </pic:pic>
                        </a:graphicData>
                      </a:graphic>
                    </wp:inline>
                  </w:drawing>
                </w:r>
              </w:sdtContent>
            </w:sdt>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3360" behindDoc="0" locked="0" layoutInCell="1" allowOverlap="1" wp14:anchorId="0ACF7884" wp14:editId="2F76A7FA">
                      <wp:simplePos x="0" y="0"/>
                      <wp:positionH relativeFrom="column">
                        <wp:posOffset>342265</wp:posOffset>
                      </wp:positionH>
                      <wp:positionV relativeFrom="paragraph">
                        <wp:posOffset>1437904</wp:posOffset>
                      </wp:positionV>
                      <wp:extent cx="258445" cy="318770"/>
                      <wp:effectExtent l="0" t="0" r="0" b="508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CFAAB38"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F7884" id="Text Box 2" o:spid="_x0000_s1028" type="#_x0000_t202" style="position:absolute;margin-left:26.95pt;margin-top:113.2pt;width:20.35pt;height:25.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" filled="f" stroked="f">
                      <v:textbox>
                        <w:txbxContent>
                          <w:p w14:paraId="0CFAAB38"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2336" behindDoc="0" locked="0" layoutInCell="1" allowOverlap="1" wp14:anchorId="794A2D63" wp14:editId="78ADBA10">
                      <wp:simplePos x="0" y="0"/>
                      <wp:positionH relativeFrom="column">
                        <wp:posOffset>2171329</wp:posOffset>
                      </wp:positionH>
                      <wp:positionV relativeFrom="paragraph">
                        <wp:posOffset>258445</wp:posOffset>
                      </wp:positionV>
                      <wp:extent cx="258445" cy="318770"/>
                      <wp:effectExtent l="0" t="0" r="0" b="508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6BD2CAFD"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A2D63" id="_x0000_s1029" type="#_x0000_t202" style="position:absolute;margin-left:170.95pt;margin-top:20.35pt;width:20.35pt;height:25.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" filled="f" stroked="f">
                      <v:textbox>
                        <w:txbxContent>
                          <w:p w14:paraId="6BD2CAFD"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1312" behindDoc="0" locked="0" layoutInCell="1" allowOverlap="1" wp14:anchorId="2742182E" wp14:editId="3BC7E6B5">
                      <wp:simplePos x="0" y="0"/>
                      <wp:positionH relativeFrom="column">
                        <wp:posOffset>1594221</wp:posOffset>
                      </wp:positionH>
                      <wp:positionV relativeFrom="paragraph">
                        <wp:posOffset>55245</wp:posOffset>
                      </wp:positionV>
                      <wp:extent cx="258445" cy="318770"/>
                      <wp:effectExtent l="0" t="0" r="0" b="50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8818B33"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42182E" id="_x0000_s1030" type="#_x0000_t202" style="position:absolute;margin-left:125.55pt;margin-top:4.35pt;width:20.35pt;height:25.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" filled="f" stroked="f">
                      <v:textbox>
                        <w:txbxContent>
                          <w:p w14:paraId="08818B33"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0288" behindDoc="0" locked="0" layoutInCell="1" allowOverlap="1" wp14:anchorId="643EC67D" wp14:editId="7EEA80FF">
                      <wp:simplePos x="0" y="0"/>
                      <wp:positionH relativeFrom="column">
                        <wp:posOffset>1042299</wp:posOffset>
                      </wp:positionH>
                      <wp:positionV relativeFrom="paragraph">
                        <wp:posOffset>76200</wp:posOffset>
                      </wp:positionV>
                      <wp:extent cx="258445" cy="318770"/>
                      <wp:effectExtent l="0" t="0" r="0" b="50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E48E259"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EC67D" id="_x0000_s1031" type="#_x0000_t202" style="position:absolute;margin-left:82.05pt;margin-top:6pt;width:20.35pt;height:25.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" filled="f" stroked="f">
                      <v:textbox>
                        <w:txbxContent>
                          <w:p w14:paraId="7E48E259"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59264" behindDoc="0" locked="0" layoutInCell="1" allowOverlap="1" wp14:anchorId="727A627D" wp14:editId="0563AF46">
                      <wp:simplePos x="0" y="0"/>
                      <wp:positionH relativeFrom="column">
                        <wp:posOffset>548005</wp:posOffset>
                      </wp:positionH>
                      <wp:positionV relativeFrom="paragraph">
                        <wp:posOffset>516626</wp:posOffset>
                      </wp:positionV>
                      <wp:extent cx="258445" cy="318770"/>
                      <wp:effectExtent l="0" t="0" r="0" b="508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14D80B8"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7A627D" id="_x0000_s1032" type="#_x0000_t202" style="position:absolute;margin-left:43.15pt;margin-top:40.7pt;width:20.35pt;height:2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" filled="f" stroked="f">
                      <v:textbox>
                        <w:txbxContent>
                          <w:p w14:paraId="714D80B8" w14:textId="77777777" w:rsidR="0061786E" w:rsidRPr="0030272E" w:rsidRDefault="0061786E" w:rsidP="00102CE5">
                            <w:pPr>
                              <w:rPr>
                                <w:b/>
                                <w:color w:val="FFFFFF" w:themeColor="background1"/>
                                <w:sz w:val="24"/>
                              </w:rPr>
                            </w:pPr>
                          </w:p>
                        </w:txbxContent>
                      </v:textbox>
                    </v:shape>
                  </w:pict>
                </mc:Fallback>
              </mc:AlternateContent>
            </w:r>
          </w:p>
        </w:tc>
      </w:tr>
      <w:tr w:rsidR="00ED04B0" w:rsidRPr="003A18C9" w14:paraId="440440E8" w14:textId="77777777" w:rsidTr="00326C34">
        <w:trPr>
          <w:trHeight w:val="146"/>
        </w:trPr>
        <w:tc>
          <w:tcPr>
            <w:tcW w:w="1345" w:type="dxa"/>
            <w:gridSpan w:val="2"/>
          </w:tcPr>
          <w:p w14:paraId="6DD391D6" w14:textId="1A26C75C" w:rsidR="00ED04B0" w:rsidRPr="00ED4CC5" w:rsidRDefault="00ED04B0" w:rsidP="00ED04B0">
            <w:pPr>
              <w:spacing w:after="0" w:line="240" w:lineRule="auto"/>
              <w:jc w:val="both"/>
              <w:rPr>
                <w:rFonts w:ascii="Times New Roman" w:hAnsi="Times New Roman" w:cs="Times New Roman"/>
                <w:sz w:val="16"/>
                <w:szCs w:val="16"/>
              </w:rPr>
            </w:pPr>
            <w:r w:rsidRPr="00ED4CC5">
              <w:rPr>
                <w:rFonts w:ascii="Times New Roman" w:hAnsi="Times New Roman" w:cs="Times New Roman"/>
                <w:b/>
                <w:sz w:val="16"/>
                <w:szCs w:val="16"/>
              </w:rPr>
              <w:t>Emissivity (0-1)</w:t>
            </w:r>
          </w:p>
        </w:tc>
        <w:tc>
          <w:tcPr>
            <w:tcW w:w="2520" w:type="dxa"/>
            <w:gridSpan w:val="3"/>
          </w:tcPr>
          <w:sdt>
            <w:sdtPr>
              <w:rPr>
                <w:rFonts w:ascii="Times New Roman" w:hAnsi="Times New Roman" w:cs="Times New Roman"/>
                <w:sz w:val="16"/>
                <w:szCs w:val="16"/>
              </w:rPr>
              <w:id w:val="984734428"/>
              <w:placeholder>
                <w:docPart w:val="8BDF2C8358F143078572980A6BBEF231"/>
              </w:placeholder>
            </w:sdtPr>
            <w:sdtEndPr/>
            <w:sdtContent>
              <w:p w14:paraId="4EB421ED" w14:textId="6F771424" w:rsidR="00ED04B0" w:rsidRDefault="00B26967" w:rsidP="00ED04B0">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p w14:paraId="6194421A" w14:textId="77777777" w:rsidR="00ED04B0" w:rsidRPr="00ED4CC5" w:rsidRDefault="00ED04B0" w:rsidP="00F04C3A">
            <w:pPr>
              <w:spacing w:after="0" w:line="240" w:lineRule="auto"/>
              <w:rPr>
                <w:rFonts w:ascii="Times New Roman" w:hAnsi="Times New Roman" w:cs="Times New Roman"/>
                <w:sz w:val="16"/>
                <w:szCs w:val="16"/>
              </w:rPr>
            </w:pPr>
          </w:p>
        </w:tc>
        <w:tc>
          <w:tcPr>
            <w:tcW w:w="6195" w:type="dxa"/>
            <w:vMerge/>
          </w:tcPr>
          <w:p w14:paraId="688EA95D" w14:textId="2A1ACF6D" w:rsidR="00ED04B0" w:rsidRPr="003A18C9" w:rsidRDefault="00ED04B0" w:rsidP="00102CE5">
            <w:pPr>
              <w:spacing w:after="0" w:line="240" w:lineRule="auto"/>
              <w:jc w:val="center"/>
              <w:rPr>
                <w:noProof/>
                <w:sz w:val="20"/>
                <w:szCs w:val="20"/>
              </w:rPr>
            </w:pPr>
          </w:p>
        </w:tc>
      </w:tr>
      <w:tr w:rsidR="00102CE5" w:rsidRPr="003A18C9" w14:paraId="014B9647" w14:textId="77777777" w:rsidTr="00326C34">
        <w:trPr>
          <w:trHeight w:val="146"/>
        </w:trPr>
        <w:tc>
          <w:tcPr>
            <w:tcW w:w="3865" w:type="dxa"/>
            <w:gridSpan w:val="5"/>
          </w:tcPr>
          <w:p w14:paraId="723AE23D" w14:textId="77777777" w:rsidR="00102CE5" w:rsidRPr="00ED4CC5" w:rsidRDefault="00102CE5" w:rsidP="00102CE5">
            <w:pPr>
              <w:spacing w:after="0" w:line="240" w:lineRule="auto"/>
              <w:jc w:val="center"/>
              <w:rPr>
                <w:rFonts w:ascii="Times New Roman" w:hAnsi="Times New Roman" w:cs="Times New Roman"/>
                <w:b/>
                <w:sz w:val="16"/>
                <w:szCs w:val="16"/>
              </w:rPr>
            </w:pPr>
            <w:r w:rsidRPr="00ED4CC5">
              <w:rPr>
                <w:rFonts w:ascii="Times New Roman" w:hAnsi="Times New Roman" w:cs="Times New Roman"/>
                <w:b/>
                <w:sz w:val="16"/>
                <w:szCs w:val="16"/>
              </w:rPr>
              <w:t xml:space="preserve">ROI (Region of Interest) </w:t>
            </w:r>
          </w:p>
        </w:tc>
        <w:tc>
          <w:tcPr>
            <w:tcW w:w="6195" w:type="dxa"/>
            <w:vMerge/>
          </w:tcPr>
          <w:p w14:paraId="580635D2" w14:textId="77777777" w:rsidR="00102CE5" w:rsidRPr="003A18C9" w:rsidRDefault="00102CE5" w:rsidP="00102CE5">
            <w:pPr>
              <w:spacing w:after="0" w:line="240" w:lineRule="auto"/>
              <w:jc w:val="both"/>
              <w:rPr>
                <w:rFonts w:ascii="Times New Roman" w:hAnsi="Times New Roman"/>
                <w:sz w:val="20"/>
                <w:szCs w:val="20"/>
              </w:rPr>
            </w:pPr>
          </w:p>
        </w:tc>
      </w:tr>
      <w:tr w:rsidR="00956FA5" w:rsidRPr="003A18C9" w14:paraId="3AA9A9E6" w14:textId="77777777" w:rsidTr="00326C34">
        <w:trPr>
          <w:trHeight w:val="305"/>
        </w:trPr>
        <w:tc>
          <w:tcPr>
            <w:tcW w:w="410" w:type="dxa"/>
          </w:tcPr>
          <w:p w14:paraId="4BD0E53A" w14:textId="77777777" w:rsidR="00956FA5" w:rsidRPr="00ED4CC5" w:rsidRDefault="00956FA5" w:rsidP="00956FA5">
            <w:pPr>
              <w:spacing w:after="0" w:line="240" w:lineRule="auto"/>
              <w:jc w:val="center"/>
              <w:rPr>
                <w:rFonts w:ascii="Times New Roman" w:hAnsi="Times New Roman" w:cs="Times New Roman"/>
                <w:sz w:val="16"/>
                <w:szCs w:val="16"/>
              </w:rPr>
            </w:pPr>
            <w:r w:rsidRPr="00ED4CC5">
              <w:rPr>
                <w:rFonts w:ascii="Times New Roman" w:hAnsi="Times New Roman" w:cs="Times New Roman"/>
                <w:sz w:val="16"/>
                <w:szCs w:val="16"/>
              </w:rPr>
              <w:t>1</w:t>
            </w:r>
          </w:p>
        </w:tc>
        <w:sdt>
          <w:sdtPr>
            <w:rPr>
              <w:rFonts w:ascii="Times New Roman" w:hAnsi="Times New Roman" w:cs="Times New Roman"/>
              <w:sz w:val="16"/>
              <w:szCs w:val="16"/>
            </w:rPr>
            <w:alias w:val="shapes"/>
            <w:tag w:val="shapes"/>
            <w:id w:val="-1205856409"/>
            <w:placeholder>
              <w:docPart w:val="91A5353B03504AEC873BF4ACD372C829"/>
            </w:placeholder>
            <w:dropDownList>
              <w:listItem w:value="Choose an item."/>
              <w:listItem w:displayText="line" w:value="line"/>
              <w:listItem w:displayText="broken line" w:value="broken line"/>
            </w:dropDownList>
          </w:sdtPr>
          <w:sdtEndPr/>
          <w:sdtContent>
            <w:tc>
              <w:tcPr>
                <w:tcW w:w="2158" w:type="dxa"/>
                <w:gridSpan w:val="3"/>
              </w:tcPr>
              <w:p w14:paraId="27F6CE32" w14:textId="418C309F" w:rsidR="00956FA5" w:rsidRPr="00ED4CC5" w:rsidRDefault="00956FA5" w:rsidP="00956F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line</w:t>
                </w:r>
              </w:p>
            </w:tc>
          </w:sdtContent>
        </w:sdt>
        <w:sdt>
          <w:sdtPr>
            <w:rPr>
              <w:rFonts w:ascii="Times New Roman" w:hAnsi="Times New Roman" w:cs="Times New Roman"/>
              <w:sz w:val="16"/>
              <w:szCs w:val="16"/>
            </w:rPr>
            <w:alias w:val="color"/>
            <w:tag w:val="color"/>
            <w:id w:val="-1806537093"/>
            <w:placeholder>
              <w:docPart w:val="CFA5C71AADA44213A276A1CF6B73DFC4"/>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297" w:type="dxa"/>
              </w:tcPr>
              <w:p w14:paraId="4251173A" w14:textId="3ADF683C" w:rsidR="00956FA5" w:rsidRPr="00ED4CC5" w:rsidRDefault="00956FA5" w:rsidP="00956F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blue</w:t>
                </w:r>
              </w:p>
            </w:tc>
          </w:sdtContent>
        </w:sdt>
        <w:tc>
          <w:tcPr>
            <w:tcW w:w="6195" w:type="dxa"/>
            <w:vMerge/>
          </w:tcPr>
          <w:p w14:paraId="3BF4D55A" w14:textId="77777777" w:rsidR="00956FA5" w:rsidRPr="003A18C9" w:rsidRDefault="00956FA5" w:rsidP="00956FA5">
            <w:pPr>
              <w:spacing w:after="0" w:line="240" w:lineRule="auto"/>
              <w:jc w:val="both"/>
              <w:rPr>
                <w:rFonts w:ascii="Times New Roman" w:hAnsi="Times New Roman"/>
                <w:sz w:val="20"/>
                <w:szCs w:val="20"/>
              </w:rPr>
            </w:pPr>
          </w:p>
        </w:tc>
      </w:tr>
      <w:tr w:rsidR="00956FA5" w:rsidRPr="003A18C9" w14:paraId="5EADE9F0" w14:textId="77777777" w:rsidTr="00326C34">
        <w:trPr>
          <w:trHeight w:val="341"/>
        </w:trPr>
        <w:tc>
          <w:tcPr>
            <w:tcW w:w="410" w:type="dxa"/>
          </w:tcPr>
          <w:p w14:paraId="19E7ABFB" w14:textId="77777777" w:rsidR="00956FA5" w:rsidRPr="00ED4CC5" w:rsidRDefault="00956FA5" w:rsidP="00956FA5">
            <w:pPr>
              <w:spacing w:after="0" w:line="240" w:lineRule="auto"/>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249014413"/>
            <w:placeholder>
              <w:docPart w:val="DD35A23680A445A4ACFF4BCDB99E4172"/>
            </w:placeholder>
            <w:dropDownList>
              <w:listItem w:value="Choose an item."/>
              <w:listItem w:displayText="line" w:value="line"/>
              <w:listItem w:displayText="broken line" w:value="broken line"/>
            </w:dropDownList>
          </w:sdtPr>
          <w:sdtEndPr/>
          <w:sdtContent>
            <w:tc>
              <w:tcPr>
                <w:tcW w:w="2158" w:type="dxa"/>
                <w:gridSpan w:val="3"/>
              </w:tcPr>
              <w:p w14:paraId="67BD8456" w14:textId="0EF2ECB6" w:rsidR="00956FA5" w:rsidRPr="000F10DB" w:rsidRDefault="00956FA5" w:rsidP="00956F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line</w:t>
                </w:r>
              </w:p>
            </w:tc>
          </w:sdtContent>
        </w:sdt>
        <w:sdt>
          <w:sdtPr>
            <w:rPr>
              <w:rFonts w:ascii="Times New Roman" w:hAnsi="Times New Roman" w:cs="Times New Roman"/>
              <w:sz w:val="16"/>
              <w:szCs w:val="16"/>
            </w:rPr>
            <w:alias w:val="color"/>
            <w:tag w:val="color"/>
            <w:id w:val="560993336"/>
            <w:placeholder>
              <w:docPart w:val="6ACC885B7BF143C681A599E820BBBBAA"/>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297" w:type="dxa"/>
              </w:tcPr>
              <w:p w14:paraId="6C8AD45F" w14:textId="125C8576" w:rsidR="00956FA5" w:rsidRPr="000F10DB" w:rsidRDefault="00956FA5" w:rsidP="00956FA5">
                <w:pPr>
                  <w:spacing w:after="0" w:line="240" w:lineRule="auto"/>
                  <w:jc w:val="center"/>
                  <w:rPr>
                    <w:rFonts w:ascii="Times New Roman" w:hAnsi="Times New Roman"/>
                    <w:sz w:val="16"/>
                    <w:szCs w:val="16"/>
                  </w:rPr>
                </w:pPr>
                <w:r>
                  <w:rPr>
                    <w:rFonts w:ascii="Times New Roman" w:hAnsi="Times New Roman" w:cs="Times New Roman"/>
                    <w:sz w:val="16"/>
                    <w:szCs w:val="16"/>
                  </w:rPr>
                  <w:t>purple</w:t>
                </w:r>
              </w:p>
            </w:tc>
          </w:sdtContent>
        </w:sdt>
        <w:tc>
          <w:tcPr>
            <w:tcW w:w="6195" w:type="dxa"/>
            <w:vMerge/>
          </w:tcPr>
          <w:p w14:paraId="25022764" w14:textId="77777777" w:rsidR="00956FA5" w:rsidRPr="003A18C9" w:rsidRDefault="00956FA5" w:rsidP="00956FA5">
            <w:pPr>
              <w:spacing w:after="0" w:line="240" w:lineRule="auto"/>
              <w:jc w:val="both"/>
              <w:rPr>
                <w:rFonts w:ascii="Times New Roman" w:hAnsi="Times New Roman"/>
                <w:sz w:val="20"/>
                <w:szCs w:val="20"/>
              </w:rPr>
            </w:pPr>
          </w:p>
        </w:tc>
      </w:tr>
      <w:tr w:rsidR="00956FA5" w:rsidRPr="003A18C9" w14:paraId="57B398D1" w14:textId="77777777" w:rsidTr="00326C34">
        <w:trPr>
          <w:trHeight w:val="323"/>
        </w:trPr>
        <w:tc>
          <w:tcPr>
            <w:tcW w:w="410" w:type="dxa"/>
          </w:tcPr>
          <w:p w14:paraId="50F48862" w14:textId="77777777" w:rsidR="00956FA5" w:rsidRPr="00ED4CC5" w:rsidRDefault="00956FA5" w:rsidP="00956FA5">
            <w:pPr>
              <w:spacing w:after="0" w:line="240" w:lineRule="auto"/>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2140983663"/>
            <w:placeholder>
              <w:docPart w:val="340D279AAA1A49D7894750BC2138957E"/>
            </w:placeholder>
            <w:showingPlcHdr/>
            <w:dropDownList>
              <w:listItem w:value="Choose an item."/>
              <w:listItem w:displayText="line" w:value="line"/>
              <w:listItem w:displayText="broken line" w:value="broken line"/>
            </w:dropDownList>
          </w:sdtPr>
          <w:sdtEndPr/>
          <w:sdtContent>
            <w:tc>
              <w:tcPr>
                <w:tcW w:w="2158" w:type="dxa"/>
                <w:gridSpan w:val="3"/>
              </w:tcPr>
              <w:p w14:paraId="5020FC88" w14:textId="621AD520" w:rsidR="00956FA5" w:rsidRPr="007C0CF4" w:rsidRDefault="00956FA5" w:rsidP="00956FA5">
                <w:pPr>
                  <w:spacing w:after="0" w:line="240" w:lineRule="auto"/>
                  <w:jc w:val="center"/>
                  <w:rPr>
                    <w:rFonts w:ascii="Times New Roman" w:hAnsi="Times New Roman" w:cs="Times New Roman"/>
                    <w:sz w:val="16"/>
                    <w:szCs w:val="16"/>
                  </w:rPr>
                </w:pPr>
                <w:r w:rsidRPr="00ED4CC5">
                  <w:rPr>
                    <w:rStyle w:val="PlaceholderText"/>
                    <w:rFonts w:ascii="Times New Roman" w:hAnsi="Times New Roman" w:cs="Times New Roman"/>
                    <w:sz w:val="16"/>
                    <w:szCs w:val="16"/>
                  </w:rPr>
                  <w:t>Choose an item.</w:t>
                </w:r>
              </w:p>
            </w:tc>
          </w:sdtContent>
        </w:sdt>
        <w:sdt>
          <w:sdtPr>
            <w:rPr>
              <w:rFonts w:ascii="Times New Roman" w:hAnsi="Times New Roman" w:cs="Times New Roman"/>
              <w:sz w:val="16"/>
              <w:szCs w:val="16"/>
            </w:rPr>
            <w:alias w:val="color"/>
            <w:tag w:val="color"/>
            <w:id w:val="1665671730"/>
            <w:placeholder>
              <w:docPart w:val="A02C1E1EF81E42B2BC984467B4961C5F"/>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297" w:type="dxa"/>
              </w:tcPr>
              <w:p w14:paraId="1C84BA96" w14:textId="561DAC62" w:rsidR="00956FA5" w:rsidRPr="007C0CF4" w:rsidRDefault="00956FA5" w:rsidP="00956FA5">
                <w:pPr>
                  <w:spacing w:after="0" w:line="240" w:lineRule="auto"/>
                  <w:jc w:val="center"/>
                  <w:rPr>
                    <w:rFonts w:ascii="Times New Roman" w:hAnsi="Times New Roman"/>
                    <w:sz w:val="16"/>
                    <w:szCs w:val="16"/>
                  </w:rPr>
                </w:pPr>
                <w:r w:rsidRPr="00ED4CC5">
                  <w:rPr>
                    <w:rStyle w:val="PlaceholderText"/>
                    <w:rFonts w:ascii="Times New Roman" w:hAnsi="Times New Roman" w:cs="Times New Roman"/>
                    <w:sz w:val="16"/>
                    <w:szCs w:val="16"/>
                  </w:rPr>
                  <w:t>Select color</w:t>
                </w:r>
              </w:p>
            </w:tc>
          </w:sdtContent>
        </w:sdt>
        <w:tc>
          <w:tcPr>
            <w:tcW w:w="6195" w:type="dxa"/>
            <w:vMerge/>
          </w:tcPr>
          <w:p w14:paraId="2AF6C36B" w14:textId="77777777" w:rsidR="00956FA5" w:rsidRPr="003A18C9" w:rsidRDefault="00956FA5" w:rsidP="00956FA5">
            <w:pPr>
              <w:spacing w:after="0" w:line="240" w:lineRule="auto"/>
              <w:jc w:val="both"/>
              <w:rPr>
                <w:rFonts w:ascii="Times New Roman" w:hAnsi="Times New Roman"/>
                <w:sz w:val="20"/>
                <w:szCs w:val="20"/>
              </w:rPr>
            </w:pPr>
          </w:p>
        </w:tc>
      </w:tr>
      <w:tr w:rsidR="00956FA5" w:rsidRPr="003A18C9" w14:paraId="363C8737" w14:textId="77777777" w:rsidTr="00326C34">
        <w:trPr>
          <w:trHeight w:val="281"/>
        </w:trPr>
        <w:tc>
          <w:tcPr>
            <w:tcW w:w="410" w:type="dxa"/>
          </w:tcPr>
          <w:p w14:paraId="1FFA6591" w14:textId="77777777" w:rsidR="00956FA5" w:rsidRPr="00ED4CC5" w:rsidRDefault="00956FA5" w:rsidP="00956FA5">
            <w:pPr>
              <w:spacing w:after="0" w:line="240" w:lineRule="auto"/>
              <w:jc w:val="center"/>
              <w:rPr>
                <w:rFonts w:ascii="Times New Roman" w:hAnsi="Times New Roman"/>
                <w:sz w:val="16"/>
                <w:szCs w:val="16"/>
              </w:rPr>
            </w:pPr>
            <w:r w:rsidRPr="00ED4CC5">
              <w:rPr>
                <w:rFonts w:ascii="Times New Roman" w:hAnsi="Times New Roman"/>
                <w:sz w:val="16"/>
                <w:szCs w:val="16"/>
              </w:rPr>
              <w:t>4</w:t>
            </w:r>
          </w:p>
          <w:p w14:paraId="641724C5" w14:textId="77777777" w:rsidR="00956FA5" w:rsidRPr="00ED4CC5" w:rsidRDefault="00956FA5" w:rsidP="00956FA5">
            <w:pPr>
              <w:spacing w:after="0" w:line="240" w:lineRule="auto"/>
              <w:jc w:val="center"/>
              <w:rPr>
                <w:rFonts w:ascii="Times New Roman" w:hAnsi="Times New Roman"/>
                <w:sz w:val="16"/>
                <w:szCs w:val="16"/>
              </w:rPr>
            </w:pPr>
          </w:p>
        </w:tc>
        <w:sdt>
          <w:sdtPr>
            <w:rPr>
              <w:rFonts w:ascii="Times New Roman" w:hAnsi="Times New Roman" w:cs="Times New Roman"/>
              <w:sz w:val="16"/>
              <w:szCs w:val="16"/>
            </w:rPr>
            <w:alias w:val="shapes"/>
            <w:tag w:val="shapes"/>
            <w:id w:val="-1521464395"/>
            <w:placeholder>
              <w:docPart w:val="86EE37E564534E0D8171B6DF5DCAA72F"/>
            </w:placeholder>
            <w:showingPlcHdr/>
            <w:dropDownList>
              <w:listItem w:value="Choose an item."/>
              <w:listItem w:displayText="line" w:value="line"/>
              <w:listItem w:displayText="broken line" w:value="broken line"/>
            </w:dropDownList>
          </w:sdtPr>
          <w:sdtEndPr/>
          <w:sdtContent>
            <w:tc>
              <w:tcPr>
                <w:tcW w:w="2158" w:type="dxa"/>
                <w:gridSpan w:val="3"/>
              </w:tcPr>
              <w:p w14:paraId="66EA8323" w14:textId="35E3CFB6" w:rsidR="00956FA5" w:rsidRPr="00CD3468" w:rsidRDefault="00956FA5" w:rsidP="00956FA5">
                <w:pPr>
                  <w:spacing w:after="0" w:line="240" w:lineRule="auto"/>
                  <w:jc w:val="center"/>
                  <w:rPr>
                    <w:rFonts w:ascii="Times New Roman" w:hAnsi="Times New Roman" w:cs="Times New Roman"/>
                    <w:color w:val="808080" w:themeColor="background1" w:themeShade="80"/>
                    <w:sz w:val="16"/>
                    <w:szCs w:val="16"/>
                  </w:rPr>
                </w:pPr>
                <w:r w:rsidRPr="00ED4CC5">
                  <w:rPr>
                    <w:rStyle w:val="PlaceholderText"/>
                    <w:rFonts w:ascii="Times New Roman" w:hAnsi="Times New Roman" w:cs="Times New Roman"/>
                    <w:sz w:val="16"/>
                    <w:szCs w:val="16"/>
                  </w:rPr>
                  <w:t>Choose an item.</w:t>
                </w:r>
              </w:p>
            </w:tc>
          </w:sdtContent>
        </w:sdt>
        <w:sdt>
          <w:sdtPr>
            <w:rPr>
              <w:rFonts w:ascii="Times New Roman" w:hAnsi="Times New Roman" w:cs="Times New Roman"/>
              <w:color w:val="808080" w:themeColor="background1" w:themeShade="80"/>
              <w:sz w:val="16"/>
              <w:szCs w:val="16"/>
            </w:rPr>
            <w:alias w:val="color"/>
            <w:tag w:val="color"/>
            <w:id w:val="180177965"/>
            <w:placeholder>
              <w:docPart w:val="473494BE60024D5C9899EA992C7002FB"/>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297" w:type="dxa"/>
              </w:tcPr>
              <w:p w14:paraId="4DB5D34B" w14:textId="77777777" w:rsidR="00956FA5" w:rsidRPr="00CD3468" w:rsidRDefault="00956FA5" w:rsidP="00956FA5">
                <w:pPr>
                  <w:spacing w:after="0" w:line="240" w:lineRule="auto"/>
                  <w:jc w:val="center"/>
                  <w:rPr>
                    <w:rFonts w:ascii="Times New Roman" w:hAnsi="Times New Roman"/>
                    <w:color w:val="808080" w:themeColor="background1" w:themeShade="80"/>
                    <w:sz w:val="16"/>
                    <w:szCs w:val="16"/>
                  </w:rPr>
                </w:pPr>
                <w:r w:rsidRPr="00CD3468">
                  <w:rPr>
                    <w:rStyle w:val="PlaceholderText"/>
                    <w:rFonts w:ascii="Times New Roman" w:hAnsi="Times New Roman" w:cs="Times New Roman"/>
                    <w:color w:val="808080" w:themeColor="background1" w:themeShade="80"/>
                    <w:sz w:val="16"/>
                    <w:szCs w:val="16"/>
                  </w:rPr>
                  <w:t>Select color</w:t>
                </w:r>
              </w:p>
            </w:tc>
          </w:sdtContent>
        </w:sdt>
        <w:tc>
          <w:tcPr>
            <w:tcW w:w="6195" w:type="dxa"/>
            <w:vMerge/>
          </w:tcPr>
          <w:p w14:paraId="5377CE92" w14:textId="77777777" w:rsidR="00956FA5" w:rsidRPr="003A18C9" w:rsidRDefault="00956FA5" w:rsidP="00956FA5">
            <w:pPr>
              <w:spacing w:after="0" w:line="240" w:lineRule="auto"/>
              <w:jc w:val="both"/>
              <w:rPr>
                <w:rFonts w:ascii="Times New Roman" w:hAnsi="Times New Roman"/>
                <w:sz w:val="20"/>
                <w:szCs w:val="20"/>
              </w:rPr>
            </w:pPr>
          </w:p>
        </w:tc>
      </w:tr>
      <w:tr w:rsidR="00956FA5" w:rsidRPr="003A18C9" w14:paraId="028A6DD8" w14:textId="77777777" w:rsidTr="00326C34">
        <w:trPr>
          <w:trHeight w:val="405"/>
        </w:trPr>
        <w:tc>
          <w:tcPr>
            <w:tcW w:w="3865" w:type="dxa"/>
            <w:gridSpan w:val="5"/>
          </w:tcPr>
          <w:p w14:paraId="4B1C0A18" w14:textId="71312EF4" w:rsidR="00956FA5" w:rsidRPr="00AE3E06" w:rsidRDefault="00956FA5" w:rsidP="00B26967">
            <w:pPr>
              <w:spacing w:after="0" w:line="240" w:lineRule="auto"/>
              <w:rPr>
                <w:rFonts w:ascii="Times New Roman" w:hAnsi="Times New Roman"/>
                <w:sz w:val="16"/>
                <w:szCs w:val="16"/>
              </w:rPr>
            </w:pPr>
            <w:r w:rsidRPr="00AE3E06">
              <w:rPr>
                <w:rFonts w:ascii="Times New Roman" w:hAnsi="Times New Roman" w:cs="Times New Roman"/>
                <w:b/>
                <w:sz w:val="16"/>
                <w:szCs w:val="16"/>
              </w:rPr>
              <w:t>Comments</w:t>
            </w:r>
            <w:r w:rsidRPr="00AE3E06">
              <w:rPr>
                <w:rFonts w:ascii="Times New Roman" w:hAnsi="Times New Roman" w:cs="Times New Roman"/>
                <w:sz w:val="16"/>
                <w:szCs w:val="16"/>
              </w:rPr>
              <w:t>:</w:t>
            </w:r>
            <w:r w:rsidRPr="00B26967">
              <w:rPr>
                <w:rStyle w:val="PlaceholderText"/>
                <w:rFonts w:ascii="Times New Roman" w:hAnsi="Times New Roman" w:cs="Times New Roman"/>
                <w:i/>
                <w:color w:val="auto"/>
                <w:sz w:val="16"/>
                <w:szCs w:val="16"/>
              </w:rPr>
              <w:t xml:space="preserve"> </w:t>
            </w:r>
            <w:sdt>
              <w:sdtPr>
                <w:rPr>
                  <w:rFonts w:ascii="Times New Roman" w:hAnsi="Times New Roman" w:cs="Times New Roman"/>
                  <w:i/>
                  <w:sz w:val="16"/>
                  <w:szCs w:val="16"/>
                </w:rPr>
                <w:id w:val="1950737013"/>
                <w:placeholder>
                  <w:docPart w:val="9C20A29B5034467A8467681192523410"/>
                </w:placeholder>
                <w15:color w:val="000000"/>
              </w:sdtPr>
              <w:sdtEndPr/>
              <w:sdtContent>
                <w:r w:rsidR="00B26967" w:rsidRPr="00B26967">
                  <w:rPr>
                    <w:rStyle w:val="PlaceholderText"/>
                    <w:i/>
                    <w:color w:val="auto"/>
                    <w:sz w:val="16"/>
                    <w:szCs w:val="16"/>
                  </w:rPr>
                  <w:t>Line locations will be located on centerline of both width and height.</w:t>
                </w:r>
                <w:r w:rsidR="00B26967" w:rsidRPr="00B26967">
                  <w:rPr>
                    <w:rStyle w:val="PlaceholderText"/>
                    <w:i/>
                    <w:color w:val="auto"/>
                  </w:rPr>
                  <w:t xml:space="preserve"> </w:t>
                </w:r>
              </w:sdtContent>
            </w:sdt>
          </w:p>
        </w:tc>
        <w:tc>
          <w:tcPr>
            <w:tcW w:w="6195" w:type="dxa"/>
            <w:vMerge/>
          </w:tcPr>
          <w:p w14:paraId="0DBC0EA4" w14:textId="77777777" w:rsidR="00956FA5" w:rsidRPr="003A18C9" w:rsidRDefault="00956FA5" w:rsidP="00956FA5">
            <w:pPr>
              <w:spacing w:after="0" w:line="240" w:lineRule="auto"/>
              <w:jc w:val="both"/>
              <w:rPr>
                <w:rFonts w:ascii="Times New Roman" w:hAnsi="Times New Roman"/>
                <w:sz w:val="20"/>
                <w:szCs w:val="20"/>
              </w:rPr>
            </w:pPr>
          </w:p>
        </w:tc>
      </w:tr>
    </w:tbl>
    <w:p w14:paraId="13A496CB" w14:textId="6D7892DA" w:rsidR="00102CE5" w:rsidRPr="001962B5" w:rsidRDefault="00102CE5" w:rsidP="00102CE5">
      <w:pPr>
        <w:jc w:val="both"/>
        <w:rPr>
          <w:rFonts w:ascii="Times New Roman" w:hAnsi="Times New Roman"/>
          <w:sz w:val="20"/>
          <w:szCs w:val="20"/>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
        <w:gridCol w:w="757"/>
        <w:gridCol w:w="1319"/>
        <w:gridCol w:w="1464"/>
        <w:gridCol w:w="6205"/>
      </w:tblGrid>
      <w:tr w:rsidR="00102CE5" w:rsidRPr="003A18C9" w14:paraId="38E4414C" w14:textId="77777777" w:rsidTr="00ED4CC5">
        <w:trPr>
          <w:trHeight w:val="194"/>
        </w:trPr>
        <w:tc>
          <w:tcPr>
            <w:tcW w:w="10070" w:type="dxa"/>
            <w:gridSpan w:val="5"/>
          </w:tcPr>
          <w:p w14:paraId="2C399A61" w14:textId="77777777" w:rsidR="00102CE5" w:rsidRPr="00ED4CC5" w:rsidRDefault="00102CE5" w:rsidP="00102CE5">
            <w:pPr>
              <w:spacing w:after="0" w:line="240" w:lineRule="auto"/>
              <w:jc w:val="center"/>
              <w:rPr>
                <w:rFonts w:ascii="Times New Roman" w:hAnsi="Times New Roman"/>
                <w:b/>
                <w:sz w:val="18"/>
                <w:szCs w:val="18"/>
              </w:rPr>
            </w:pPr>
            <w:r w:rsidRPr="00ED4CC5">
              <w:rPr>
                <w:rFonts w:ascii="Times New Roman" w:hAnsi="Times New Roman"/>
                <w:b/>
                <w:sz w:val="18"/>
                <w:szCs w:val="18"/>
              </w:rPr>
              <w:t>Time-Temperature Profiles</w:t>
            </w:r>
          </w:p>
        </w:tc>
      </w:tr>
      <w:tr w:rsidR="00102CE5" w:rsidRPr="003A18C9" w14:paraId="755C694B" w14:textId="77777777" w:rsidTr="00956FA5">
        <w:trPr>
          <w:trHeight w:val="194"/>
        </w:trPr>
        <w:tc>
          <w:tcPr>
            <w:tcW w:w="1082" w:type="dxa"/>
            <w:gridSpan w:val="2"/>
          </w:tcPr>
          <w:p w14:paraId="27A9D415" w14:textId="77777777" w:rsidR="00102CE5" w:rsidRPr="00ED4CC5" w:rsidRDefault="00102CE5" w:rsidP="00102CE5">
            <w:pPr>
              <w:spacing w:after="0" w:line="240" w:lineRule="auto"/>
              <w:rPr>
                <w:rFonts w:ascii="Times New Roman" w:hAnsi="Times New Roman"/>
                <w:b/>
                <w:sz w:val="16"/>
                <w:szCs w:val="16"/>
              </w:rPr>
            </w:pPr>
            <w:r w:rsidRPr="00ED4CC5">
              <w:rPr>
                <w:rFonts w:ascii="Times New Roman" w:hAnsi="Times New Roman"/>
                <w:b/>
                <w:sz w:val="16"/>
                <w:szCs w:val="16"/>
              </w:rPr>
              <w:t xml:space="preserve">Time Temp Graph </w:t>
            </w:r>
          </w:p>
        </w:tc>
        <w:tc>
          <w:tcPr>
            <w:tcW w:w="2783" w:type="dxa"/>
            <w:gridSpan w:val="2"/>
          </w:tcPr>
          <w:p w14:paraId="2E0F7B7E" w14:textId="33997904" w:rsidR="00DC75EB" w:rsidRDefault="00DC75EB" w:rsidP="00ED4CC5">
            <w:pPr>
              <w:spacing w:after="0" w:line="240" w:lineRule="auto"/>
              <w:rPr>
                <w:rFonts w:ascii="Times New Roman" w:hAnsi="Times New Roman"/>
                <w:sz w:val="16"/>
                <w:szCs w:val="16"/>
              </w:rPr>
            </w:pPr>
            <w:sdt>
              <w:sdtPr>
                <w:rPr>
                  <w:rFonts w:ascii="Times New Roman" w:hAnsi="Times New Roman"/>
                  <w:sz w:val="16"/>
                  <w:szCs w:val="16"/>
                </w:rPr>
                <w:id w:val="1063909803"/>
                <w14:checkbox>
                  <w14:checked w14:val="0"/>
                  <w14:checkedState w14:val="2612" w14:font="MS Gothic"/>
                  <w14:uncheckedState w14:val="2610" w14:font="MS Gothic"/>
                </w14:checkbox>
              </w:sdtPr>
              <w:sdtContent>
                <w:r>
                  <w:rPr>
                    <w:rFonts w:ascii="MS Gothic" w:eastAsia="MS Gothic" w:hAnsi="MS Gothic" w:hint="eastAsia"/>
                    <w:sz w:val="16"/>
                    <w:szCs w:val="16"/>
                  </w:rPr>
                  <w:t>☐</w:t>
                </w:r>
              </w:sdtContent>
            </w:sdt>
            <w:r>
              <w:rPr>
                <w:rFonts w:ascii="Times New Roman" w:hAnsi="Times New Roman"/>
                <w:sz w:val="16"/>
                <w:szCs w:val="16"/>
              </w:rPr>
              <w:t xml:space="preserve"> Minimum</w:t>
            </w:r>
          </w:p>
          <w:p w14:paraId="01F9D7F9" w14:textId="21C46F56" w:rsidR="00102CE5" w:rsidRDefault="00DC75EB" w:rsidP="00ED4CC5">
            <w:pPr>
              <w:spacing w:after="0" w:line="240" w:lineRule="auto"/>
              <w:rPr>
                <w:rFonts w:ascii="Times New Roman" w:hAnsi="Times New Roman"/>
                <w:sz w:val="16"/>
                <w:szCs w:val="16"/>
              </w:rPr>
            </w:pPr>
            <w:sdt>
              <w:sdtPr>
                <w:rPr>
                  <w:rFonts w:ascii="Times New Roman" w:hAnsi="Times New Roman"/>
                  <w:sz w:val="16"/>
                  <w:szCs w:val="16"/>
                </w:rPr>
                <w:id w:val="-1816797422"/>
                <w14:checkbox>
                  <w14:checked w14:val="0"/>
                  <w14:checkedState w14:val="2612" w14:font="MS Gothic"/>
                  <w14:uncheckedState w14:val="2610" w14:font="MS Gothic"/>
                </w14:checkbox>
              </w:sdtPr>
              <w:sdtContent>
                <w:r>
                  <w:rPr>
                    <w:rFonts w:ascii="MS Gothic" w:eastAsia="MS Gothic" w:hAnsi="MS Gothic" w:hint="eastAsia"/>
                    <w:sz w:val="16"/>
                    <w:szCs w:val="16"/>
                  </w:rPr>
                  <w:t>☐</w:t>
                </w:r>
              </w:sdtContent>
            </w:sdt>
            <w:r>
              <w:rPr>
                <w:rFonts w:ascii="Times New Roman" w:hAnsi="Times New Roman"/>
                <w:sz w:val="16"/>
                <w:szCs w:val="16"/>
              </w:rPr>
              <w:t xml:space="preserve"> Average</w:t>
            </w:r>
          </w:p>
          <w:p w14:paraId="3939EA71" w14:textId="07F00AC4" w:rsidR="00DC75EB" w:rsidRPr="00ED4CC5" w:rsidRDefault="00DC75EB" w:rsidP="00ED4CC5">
            <w:pPr>
              <w:spacing w:after="0" w:line="240" w:lineRule="auto"/>
              <w:rPr>
                <w:rFonts w:ascii="Times New Roman" w:hAnsi="Times New Roman"/>
                <w:sz w:val="16"/>
                <w:szCs w:val="16"/>
              </w:rPr>
            </w:pPr>
            <w:sdt>
              <w:sdtPr>
                <w:rPr>
                  <w:rFonts w:ascii="Times New Roman" w:hAnsi="Times New Roman"/>
                  <w:sz w:val="16"/>
                  <w:szCs w:val="16"/>
                </w:rPr>
                <w:id w:val="1956906688"/>
                <w14:checkbox>
                  <w14:checked w14:val="0"/>
                  <w14:checkedState w14:val="2612" w14:font="MS Gothic"/>
                  <w14:uncheckedState w14:val="2610" w14:font="MS Gothic"/>
                </w14:checkbox>
              </w:sdtPr>
              <w:sdtContent>
                <w:r>
                  <w:rPr>
                    <w:rFonts w:ascii="MS Gothic" w:eastAsia="MS Gothic" w:hAnsi="MS Gothic" w:hint="eastAsia"/>
                    <w:sz w:val="16"/>
                    <w:szCs w:val="16"/>
                  </w:rPr>
                  <w:t>☐</w:t>
                </w:r>
              </w:sdtContent>
            </w:sdt>
            <w:r>
              <w:rPr>
                <w:rFonts w:ascii="Times New Roman" w:hAnsi="Times New Roman"/>
                <w:sz w:val="16"/>
                <w:szCs w:val="16"/>
              </w:rPr>
              <w:t xml:space="preserve"> Maximum</w:t>
            </w:r>
          </w:p>
        </w:tc>
        <w:tc>
          <w:tcPr>
            <w:tcW w:w="6205" w:type="dxa"/>
            <w:vMerge w:val="restart"/>
          </w:tcPr>
          <w:p w14:paraId="7DE3CF75" w14:textId="464CAA68" w:rsidR="00102CE5" w:rsidRPr="003A18C9" w:rsidRDefault="004571C7" w:rsidP="00102CE5">
            <w:pPr>
              <w:spacing w:after="0" w:line="240" w:lineRule="auto"/>
              <w:rPr>
                <w:rFonts w:ascii="Times New Roman" w:hAnsi="Times New Roman"/>
                <w:sz w:val="20"/>
                <w:szCs w:val="20"/>
              </w:rPr>
            </w:pPr>
            <w:r>
              <w:rPr>
                <w:rFonts w:ascii="Times New Roman" w:hAnsi="Times New Roman"/>
                <w:noProof/>
                <w:sz w:val="16"/>
                <w:szCs w:val="16"/>
              </w:rPr>
              <mc:AlternateContent>
                <mc:Choice Requires="wps">
                  <w:drawing>
                    <wp:anchor distT="0" distB="0" distL="114300" distR="114300" simplePos="0" relativeHeight="251676672" behindDoc="0" locked="0" layoutInCell="1" allowOverlap="1" wp14:anchorId="7B84FE40" wp14:editId="06321F0B">
                      <wp:simplePos x="0" y="0"/>
                      <wp:positionH relativeFrom="column">
                        <wp:posOffset>1719967</wp:posOffset>
                      </wp:positionH>
                      <wp:positionV relativeFrom="paragraph">
                        <wp:posOffset>314491</wp:posOffset>
                      </wp:positionV>
                      <wp:extent cx="11954" cy="2527962"/>
                      <wp:effectExtent l="0" t="0" r="26670" b="24765"/>
                      <wp:wrapNone/>
                      <wp:docPr id="37" name="Straight Connector 37"/>
                      <wp:cNvGraphicFramePr/>
                      <a:graphic xmlns:a="http://schemas.openxmlformats.org/drawingml/2006/main">
                        <a:graphicData uri="http://schemas.microsoft.com/office/word/2010/wordprocessingShape">
                          <wps:wsp>
                            <wps:cNvCnPr/>
                            <wps:spPr>
                              <a:xfrm flipV="1">
                                <a:off x="0" y="0"/>
                                <a:ext cx="11954" cy="2527962"/>
                              </a:xfrm>
                              <a:prstGeom prst="line">
                                <a:avLst/>
                              </a:prstGeom>
                              <a:ln>
                                <a:solidFill>
                                  <a:srgbClr val="7030A0"/>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AC7A99" id="Straight Connector 37"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45pt,24.75pt" to="136.4pt,2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" strokecolor="#7030a0" strokeweight="1pt">
                      <v:stroke joinstyle="miter"/>
                    </v:line>
                  </w:pict>
                </mc:Fallback>
              </mc:AlternateContent>
            </w:r>
            <w:r>
              <w:rPr>
                <w:rFonts w:ascii="Times New Roman" w:hAnsi="Times New Roman"/>
                <w:noProof/>
                <w:sz w:val="16"/>
                <w:szCs w:val="16"/>
              </w:rPr>
              <mc:AlternateContent>
                <mc:Choice Requires="wps">
                  <w:drawing>
                    <wp:anchor distT="0" distB="0" distL="114300" distR="114300" simplePos="0" relativeHeight="251689984" behindDoc="0" locked="0" layoutInCell="1" allowOverlap="1" wp14:anchorId="328D7EB5" wp14:editId="20C93689">
                      <wp:simplePos x="0" y="0"/>
                      <wp:positionH relativeFrom="column">
                        <wp:posOffset>155355</wp:posOffset>
                      </wp:positionH>
                      <wp:positionV relativeFrom="paragraph">
                        <wp:posOffset>1509229</wp:posOffset>
                      </wp:positionV>
                      <wp:extent cx="3068651" cy="0"/>
                      <wp:effectExtent l="0" t="0" r="36830" b="19050"/>
                      <wp:wrapNone/>
                      <wp:docPr id="52" name="Straight Connector 52"/>
                      <wp:cNvGraphicFramePr/>
                      <a:graphic xmlns:a="http://schemas.openxmlformats.org/drawingml/2006/main">
                        <a:graphicData uri="http://schemas.microsoft.com/office/word/2010/wordprocessingShape">
                          <wps:wsp>
                            <wps:cNvCnPr/>
                            <wps:spPr>
                              <a:xfrm flipV="1">
                                <a:off x="0" y="0"/>
                                <a:ext cx="3068651" cy="0"/>
                              </a:xfrm>
                              <a:prstGeom prst="line">
                                <a:avLst/>
                              </a:prstGeom>
                              <a:ln>
                                <a:solidFill>
                                  <a:schemeClr val="accent5">
                                    <a:lumMod val="60000"/>
                                    <a:lumOff val="40000"/>
                                  </a:schemeClr>
                                </a:solidFill>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779F8E" id="Straight Connector 52"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5pt,118.85pt" to="253.9pt,1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" strokecolor="#8eaadb [1944]" strokeweight="1pt">
                      <v:stroke joinstyle="miter"/>
                    </v:lin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6432" behindDoc="0" locked="0" layoutInCell="1" allowOverlap="1" wp14:anchorId="7D2D62DC" wp14:editId="51368C21">
                      <wp:simplePos x="0" y="0"/>
                      <wp:positionH relativeFrom="column">
                        <wp:posOffset>2092696</wp:posOffset>
                      </wp:positionH>
                      <wp:positionV relativeFrom="paragraph">
                        <wp:posOffset>908050</wp:posOffset>
                      </wp:positionV>
                      <wp:extent cx="258445" cy="318770"/>
                      <wp:effectExtent l="0" t="0" r="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2B312E1B"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2D62DC" id="_x0000_s1033" type="#_x0000_t202" style="position:absolute;margin-left:164.8pt;margin-top:71.5pt;width:20.35pt;height:25.1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" filled="f" stroked="f">
                      <v:textbox>
                        <w:txbxContent>
                          <w:p w14:paraId="2B312E1B"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4384" behindDoc="0" locked="0" layoutInCell="1" allowOverlap="1" wp14:anchorId="34AAB1B8" wp14:editId="1370B09F">
                      <wp:simplePos x="0" y="0"/>
                      <wp:positionH relativeFrom="column">
                        <wp:posOffset>945886</wp:posOffset>
                      </wp:positionH>
                      <wp:positionV relativeFrom="paragraph">
                        <wp:posOffset>969010</wp:posOffset>
                      </wp:positionV>
                      <wp:extent cx="258445" cy="318770"/>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B7E309F"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AAB1B8" id="_x0000_s1034" type="#_x0000_t202" style="position:absolute;margin-left:74.5pt;margin-top:76.3pt;width:20.35pt;height:25.1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" filled="f" stroked="f">
                      <v:textbox>
                        <w:txbxContent>
                          <w:p w14:paraId="7B7E309F" w14:textId="77777777"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5408" behindDoc="0" locked="0" layoutInCell="1" allowOverlap="1" wp14:anchorId="65346FE4" wp14:editId="27B57D82">
                      <wp:simplePos x="0" y="0"/>
                      <wp:positionH relativeFrom="column">
                        <wp:posOffset>1475740</wp:posOffset>
                      </wp:positionH>
                      <wp:positionV relativeFrom="paragraph">
                        <wp:posOffset>959221</wp:posOffset>
                      </wp:positionV>
                      <wp:extent cx="258793" cy="319177"/>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93" cy="319177"/>
                              </a:xfrm>
                              <a:prstGeom prst="rect">
                                <a:avLst/>
                              </a:prstGeom>
                              <a:noFill/>
                              <a:ln w="9525">
                                <a:noFill/>
                                <a:miter lim="800000"/>
                                <a:headEnd/>
                                <a:tailEnd/>
                              </a:ln>
                            </wps:spPr>
                            <wps:txbx>
                              <w:txbxContent>
                                <w:p w14:paraId="5E540D4E"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346FE4" id="_x0000_s1035" type="#_x0000_t202" style="position:absolute;margin-left:116.2pt;margin-top:75.55pt;width:20.4pt;height:25.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" filled="f" stroked="f">
                      <v:textbox>
                        <w:txbxContent>
                          <w:p w14:paraId="5E540D4E" w14:textId="77777777" w:rsidR="0061786E" w:rsidRPr="0030272E" w:rsidRDefault="0061786E" w:rsidP="00102CE5">
                            <w:pPr>
                              <w:rPr>
                                <w:b/>
                                <w:color w:val="FFFFFF" w:themeColor="background1"/>
                                <w:sz w:val="24"/>
                              </w:rPr>
                            </w:pPr>
                          </w:p>
                        </w:txbxContent>
                      </v:textbox>
                    </v:shape>
                  </w:pict>
                </mc:Fallback>
              </mc:AlternateContent>
            </w:r>
          </w:p>
          <w:sdt>
            <w:sdtPr>
              <w:rPr>
                <w:rFonts w:ascii="Times New Roman" w:hAnsi="Times New Roman"/>
                <w:noProof/>
                <w:sz w:val="16"/>
                <w:szCs w:val="16"/>
              </w:rPr>
              <w:id w:val="-1307006027"/>
              <w:picture/>
            </w:sdtPr>
            <w:sdtEndPr/>
            <w:sdtContent>
              <w:p w14:paraId="279AB69D" w14:textId="05FA12DC" w:rsidR="00102CE5" w:rsidRPr="003A18C9" w:rsidRDefault="004571C7" w:rsidP="00102CE5">
                <w:pPr>
                  <w:spacing w:after="0" w:line="240" w:lineRule="auto"/>
                  <w:rPr>
                    <w:rFonts w:ascii="Times New Roman" w:hAnsi="Times New Roman"/>
                    <w:sz w:val="20"/>
                    <w:szCs w:val="20"/>
                  </w:rPr>
                </w:pPr>
                <w:r w:rsidRPr="000F4617">
                  <w:rPr>
                    <w:rFonts w:ascii="Times New Roman" w:hAnsi="Times New Roman"/>
                    <w:noProof/>
                    <w:sz w:val="16"/>
                    <w:szCs w:val="16"/>
                  </w:rPr>
                  <w:drawing>
                    <wp:inline distT="0" distB="0" distL="0" distR="0" wp14:anchorId="65B23EC3" wp14:editId="021EAB91">
                      <wp:extent cx="3466769" cy="2838964"/>
                      <wp:effectExtent l="0" t="0" r="63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5400" cy="2846032"/>
                              </a:xfrm>
                              <a:prstGeom prst="rect">
                                <a:avLst/>
                              </a:prstGeom>
                              <a:noFill/>
                              <a:ln>
                                <a:noFill/>
                              </a:ln>
                            </pic:spPr>
                          </pic:pic>
                        </a:graphicData>
                      </a:graphic>
                    </wp:inline>
                  </w:drawing>
                </w:r>
              </w:p>
            </w:sdtContent>
          </w:sdt>
        </w:tc>
      </w:tr>
      <w:tr w:rsidR="00102CE5" w:rsidRPr="003A18C9" w14:paraId="4C873E94" w14:textId="77777777" w:rsidTr="00956FA5">
        <w:trPr>
          <w:trHeight w:val="278"/>
        </w:trPr>
        <w:tc>
          <w:tcPr>
            <w:tcW w:w="1082" w:type="dxa"/>
            <w:gridSpan w:val="2"/>
          </w:tcPr>
          <w:p w14:paraId="75404E4A" w14:textId="77777777" w:rsidR="00102CE5" w:rsidRPr="00ED4CC5" w:rsidRDefault="00102CE5" w:rsidP="00102CE5">
            <w:pPr>
              <w:spacing w:after="0" w:line="240" w:lineRule="auto"/>
              <w:rPr>
                <w:rFonts w:ascii="Times New Roman" w:hAnsi="Times New Roman"/>
                <w:b/>
                <w:sz w:val="16"/>
                <w:szCs w:val="16"/>
              </w:rPr>
            </w:pPr>
            <w:r w:rsidRPr="00ED4CC5">
              <w:rPr>
                <w:rFonts w:ascii="Times New Roman" w:hAnsi="Times New Roman"/>
                <w:b/>
                <w:sz w:val="16"/>
                <w:szCs w:val="16"/>
              </w:rPr>
              <w:t>Emissivity</w:t>
            </w:r>
          </w:p>
        </w:tc>
        <w:tc>
          <w:tcPr>
            <w:tcW w:w="2783" w:type="dxa"/>
            <w:gridSpan w:val="2"/>
          </w:tcPr>
          <w:sdt>
            <w:sdtPr>
              <w:rPr>
                <w:rFonts w:ascii="Times New Roman" w:hAnsi="Times New Roman" w:cs="Times New Roman"/>
                <w:sz w:val="16"/>
                <w:szCs w:val="16"/>
              </w:rPr>
              <w:id w:val="688643535"/>
              <w:placeholder>
                <w:docPart w:val="96231CDE0F05423EABA144CDDC43C65F"/>
              </w:placeholder>
            </w:sdtPr>
            <w:sdtEndPr/>
            <w:sdtContent>
              <w:p w14:paraId="3F086A63" w14:textId="6DEDBE97" w:rsidR="0061786E" w:rsidRDefault="00B26967" w:rsidP="0061786E">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p w14:paraId="40E63B65" w14:textId="77777777" w:rsidR="00102CE5" w:rsidRPr="00ED4CC5" w:rsidRDefault="00102CE5" w:rsidP="00102CE5">
            <w:pPr>
              <w:spacing w:after="0" w:line="240" w:lineRule="auto"/>
              <w:rPr>
                <w:rFonts w:ascii="Times New Roman" w:hAnsi="Times New Roman" w:cs="Times New Roman"/>
                <w:sz w:val="16"/>
                <w:szCs w:val="16"/>
              </w:rPr>
            </w:pPr>
          </w:p>
          <w:p w14:paraId="5B816CF4" w14:textId="77777777" w:rsidR="00102CE5" w:rsidRPr="00ED4CC5" w:rsidRDefault="00102CE5" w:rsidP="00102CE5">
            <w:pPr>
              <w:spacing w:after="0" w:line="240" w:lineRule="auto"/>
              <w:jc w:val="center"/>
              <w:rPr>
                <w:rFonts w:ascii="Times New Roman" w:hAnsi="Times New Roman"/>
                <w:sz w:val="16"/>
                <w:szCs w:val="16"/>
              </w:rPr>
            </w:pPr>
          </w:p>
        </w:tc>
        <w:tc>
          <w:tcPr>
            <w:tcW w:w="6205" w:type="dxa"/>
            <w:vMerge/>
          </w:tcPr>
          <w:p w14:paraId="0F3DAFA0"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1D2B5949" w14:textId="77777777" w:rsidTr="00956FA5">
        <w:trPr>
          <w:trHeight w:val="194"/>
        </w:trPr>
        <w:tc>
          <w:tcPr>
            <w:tcW w:w="3865" w:type="dxa"/>
            <w:gridSpan w:val="4"/>
          </w:tcPr>
          <w:p w14:paraId="7B78891B" w14:textId="7DADB7E2" w:rsidR="00102CE5" w:rsidRPr="00CD3468" w:rsidRDefault="00CD3468" w:rsidP="00102CE5">
            <w:pPr>
              <w:spacing w:after="0" w:line="240" w:lineRule="auto"/>
              <w:jc w:val="center"/>
              <w:rPr>
                <w:rFonts w:ascii="Times New Roman" w:hAnsi="Times New Roman"/>
                <w:b/>
                <w:sz w:val="16"/>
                <w:szCs w:val="16"/>
              </w:rPr>
            </w:pPr>
            <w:r>
              <w:rPr>
                <w:rFonts w:ascii="Times New Roman" w:hAnsi="Times New Roman"/>
                <w:b/>
                <w:sz w:val="16"/>
                <w:szCs w:val="16"/>
              </w:rPr>
              <w:t xml:space="preserve">ROI </w:t>
            </w:r>
          </w:p>
        </w:tc>
        <w:tc>
          <w:tcPr>
            <w:tcW w:w="6205" w:type="dxa"/>
            <w:vMerge/>
          </w:tcPr>
          <w:p w14:paraId="5A30CCBD"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0C9D3F7F" w14:textId="77777777" w:rsidTr="00956FA5">
        <w:trPr>
          <w:trHeight w:val="222"/>
        </w:trPr>
        <w:tc>
          <w:tcPr>
            <w:tcW w:w="325" w:type="dxa"/>
          </w:tcPr>
          <w:p w14:paraId="230D0B34"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w:t>
            </w:r>
          </w:p>
        </w:tc>
        <w:tc>
          <w:tcPr>
            <w:tcW w:w="2076" w:type="dxa"/>
            <w:gridSpan w:val="2"/>
          </w:tcPr>
          <w:p w14:paraId="4673A0E2" w14:textId="77777777" w:rsidR="00102CE5" w:rsidRPr="00ED4CC5" w:rsidRDefault="00102CE5" w:rsidP="00102CE5">
            <w:pPr>
              <w:spacing w:after="0" w:line="240" w:lineRule="auto"/>
              <w:rPr>
                <w:rFonts w:ascii="Times New Roman" w:hAnsi="Times New Roman"/>
                <w:sz w:val="16"/>
                <w:szCs w:val="16"/>
              </w:rPr>
            </w:pPr>
            <w:r w:rsidRPr="00ED4CC5">
              <w:rPr>
                <w:rFonts w:ascii="Times New Roman" w:hAnsi="Times New Roman"/>
                <w:sz w:val="16"/>
                <w:szCs w:val="16"/>
              </w:rPr>
              <w:t>shape</w:t>
            </w:r>
          </w:p>
        </w:tc>
        <w:tc>
          <w:tcPr>
            <w:tcW w:w="1464" w:type="dxa"/>
          </w:tcPr>
          <w:p w14:paraId="5CEFD385" w14:textId="77777777" w:rsidR="00102CE5" w:rsidRPr="00ED4CC5" w:rsidRDefault="00102CE5" w:rsidP="00102CE5">
            <w:pPr>
              <w:spacing w:after="0" w:line="240" w:lineRule="auto"/>
              <w:rPr>
                <w:rFonts w:ascii="Times New Roman" w:hAnsi="Times New Roman"/>
                <w:sz w:val="16"/>
                <w:szCs w:val="16"/>
              </w:rPr>
            </w:pPr>
            <w:r w:rsidRPr="00ED4CC5">
              <w:rPr>
                <w:rFonts w:ascii="Times New Roman" w:hAnsi="Times New Roman"/>
                <w:sz w:val="16"/>
                <w:szCs w:val="16"/>
              </w:rPr>
              <w:t>Color</w:t>
            </w:r>
          </w:p>
          <w:p w14:paraId="779271DA" w14:textId="77777777" w:rsidR="00102CE5" w:rsidRPr="00ED4CC5" w:rsidRDefault="00102CE5" w:rsidP="00102CE5">
            <w:pPr>
              <w:spacing w:after="0" w:line="240" w:lineRule="auto"/>
              <w:rPr>
                <w:rFonts w:ascii="Times New Roman" w:hAnsi="Times New Roman"/>
                <w:sz w:val="16"/>
                <w:szCs w:val="16"/>
              </w:rPr>
            </w:pPr>
          </w:p>
        </w:tc>
        <w:tc>
          <w:tcPr>
            <w:tcW w:w="6205" w:type="dxa"/>
            <w:vMerge/>
          </w:tcPr>
          <w:p w14:paraId="48269E8C"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74417ABB" w14:textId="77777777" w:rsidTr="00956FA5">
        <w:trPr>
          <w:trHeight w:val="174"/>
        </w:trPr>
        <w:tc>
          <w:tcPr>
            <w:tcW w:w="325" w:type="dxa"/>
          </w:tcPr>
          <w:p w14:paraId="0799AE6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1</w:t>
            </w:r>
          </w:p>
        </w:tc>
        <w:sdt>
          <w:sdtPr>
            <w:rPr>
              <w:rFonts w:ascii="Times New Roman" w:hAnsi="Times New Roman" w:cs="Times New Roman"/>
              <w:sz w:val="16"/>
              <w:szCs w:val="16"/>
            </w:rPr>
            <w:alias w:val="shapes"/>
            <w:tag w:val="shapes"/>
            <w:id w:val="-147051612"/>
            <w:placeholder>
              <w:docPart w:val="7E9E1C72F08D4CEE8319176ED5EF0815"/>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2DC5436C" w14:textId="7337BDE4" w:rsidR="00102CE5" w:rsidRPr="00ED4CC5" w:rsidRDefault="008A7F73" w:rsidP="00102CE5">
                <w:pPr>
                  <w:spacing w:after="0" w:line="240" w:lineRule="auto"/>
                  <w:rPr>
                    <w:rFonts w:ascii="Times New Roman" w:hAnsi="Times New Roman"/>
                    <w:sz w:val="16"/>
                    <w:szCs w:val="16"/>
                  </w:rPr>
                </w:pPr>
                <w:r>
                  <w:rPr>
                    <w:rFonts w:ascii="Times New Roman" w:hAnsi="Times New Roman" w:cs="Times New Roman"/>
                    <w:sz w:val="16"/>
                    <w:szCs w:val="16"/>
                  </w:rPr>
                  <w:t>line</w:t>
                </w:r>
              </w:p>
            </w:tc>
          </w:sdtContent>
        </w:sdt>
        <w:sdt>
          <w:sdtPr>
            <w:rPr>
              <w:rFonts w:ascii="Times New Roman" w:hAnsi="Times New Roman" w:cs="Times New Roman"/>
              <w:sz w:val="16"/>
              <w:szCs w:val="16"/>
            </w:rPr>
            <w:alias w:val="color"/>
            <w:tag w:val="color"/>
            <w:id w:val="439654158"/>
            <w:placeholder>
              <w:docPart w:val="CFBB3FD2D0BE4787AA839EE529B39DBE"/>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464" w:type="dxa"/>
              </w:tcPr>
              <w:p w14:paraId="03B84614" w14:textId="1C5AA32B" w:rsidR="00102CE5" w:rsidRPr="00ED4CC5" w:rsidRDefault="008A7F73" w:rsidP="00102CE5">
                <w:pPr>
                  <w:spacing w:after="0" w:line="240" w:lineRule="auto"/>
                  <w:rPr>
                    <w:rFonts w:ascii="Times New Roman" w:hAnsi="Times New Roman"/>
                    <w:sz w:val="16"/>
                    <w:szCs w:val="16"/>
                  </w:rPr>
                </w:pPr>
                <w:r>
                  <w:rPr>
                    <w:rFonts w:ascii="Times New Roman" w:hAnsi="Times New Roman" w:cs="Times New Roman"/>
                    <w:sz w:val="16"/>
                    <w:szCs w:val="16"/>
                  </w:rPr>
                  <w:t>blue</w:t>
                </w:r>
              </w:p>
            </w:tc>
          </w:sdtContent>
        </w:sdt>
        <w:tc>
          <w:tcPr>
            <w:tcW w:w="6205" w:type="dxa"/>
            <w:vMerge/>
          </w:tcPr>
          <w:p w14:paraId="4F651773"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6742D7D9" w14:textId="77777777" w:rsidTr="00956FA5">
        <w:trPr>
          <w:trHeight w:val="198"/>
        </w:trPr>
        <w:tc>
          <w:tcPr>
            <w:tcW w:w="325" w:type="dxa"/>
          </w:tcPr>
          <w:p w14:paraId="0F0E3D9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1450311162"/>
            <w:placeholder>
              <w:docPart w:val="E1711059DB7445F9AE203827556042AC"/>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305E763F" w14:textId="64810C20" w:rsidR="00102CE5" w:rsidRPr="007C0CF4" w:rsidRDefault="008A7F73" w:rsidP="00102CE5">
                <w:pPr>
                  <w:spacing w:after="0" w:line="240" w:lineRule="auto"/>
                  <w:rPr>
                    <w:rFonts w:ascii="Times New Roman" w:hAnsi="Times New Roman"/>
                    <w:sz w:val="16"/>
                    <w:szCs w:val="16"/>
                  </w:rPr>
                </w:pPr>
                <w:r>
                  <w:rPr>
                    <w:rFonts w:ascii="Times New Roman" w:hAnsi="Times New Roman" w:cs="Times New Roman"/>
                    <w:sz w:val="16"/>
                    <w:szCs w:val="16"/>
                  </w:rPr>
                  <w:t>line</w:t>
                </w:r>
              </w:p>
            </w:tc>
          </w:sdtContent>
        </w:sdt>
        <w:tc>
          <w:tcPr>
            <w:tcW w:w="1464" w:type="dxa"/>
          </w:tcPr>
          <w:p w14:paraId="32EB09EE" w14:textId="1739EC42" w:rsidR="00102CE5" w:rsidRPr="007C0CF4" w:rsidRDefault="00102CE5" w:rsidP="00102CE5">
            <w:pPr>
              <w:spacing w:after="0" w:line="240" w:lineRule="auto"/>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123108528"/>
                <w:placeholder>
                  <w:docPart w:val="D262CA5F95A04B63B95D064C11FD1922"/>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8A7F73">
                  <w:rPr>
                    <w:rFonts w:ascii="Times New Roman" w:hAnsi="Times New Roman" w:cs="Times New Roman"/>
                    <w:sz w:val="16"/>
                    <w:szCs w:val="16"/>
                  </w:rPr>
                  <w:t>purple</w:t>
                </w:r>
              </w:sdtContent>
            </w:sdt>
          </w:p>
        </w:tc>
        <w:tc>
          <w:tcPr>
            <w:tcW w:w="6205" w:type="dxa"/>
            <w:vMerge/>
          </w:tcPr>
          <w:p w14:paraId="7DE8CE64"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4AE2FA01" w14:textId="77777777" w:rsidTr="00956FA5">
        <w:trPr>
          <w:trHeight w:val="222"/>
        </w:trPr>
        <w:tc>
          <w:tcPr>
            <w:tcW w:w="325" w:type="dxa"/>
          </w:tcPr>
          <w:p w14:paraId="0A5F940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1519588935"/>
            <w:placeholder>
              <w:docPart w:val="1B58C771D75B4EBBA6716AD98AB8688A"/>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0FBF5FA3" w14:textId="75F3C09E" w:rsidR="00102CE5" w:rsidRPr="007C0CF4" w:rsidRDefault="008A7F73" w:rsidP="00102CE5">
                <w:pPr>
                  <w:spacing w:after="0" w:line="240" w:lineRule="auto"/>
                  <w:rPr>
                    <w:rFonts w:ascii="Times New Roman" w:hAnsi="Times New Roman"/>
                    <w:sz w:val="16"/>
                    <w:szCs w:val="16"/>
                  </w:rPr>
                </w:pPr>
                <w:r>
                  <w:rPr>
                    <w:rFonts w:ascii="Times New Roman" w:hAnsi="Times New Roman" w:cs="Times New Roman"/>
                    <w:sz w:val="16"/>
                    <w:szCs w:val="16"/>
                  </w:rPr>
                  <w:t>circle</w:t>
                </w:r>
              </w:p>
            </w:tc>
          </w:sdtContent>
        </w:sdt>
        <w:tc>
          <w:tcPr>
            <w:tcW w:w="1464" w:type="dxa"/>
          </w:tcPr>
          <w:p w14:paraId="3BC4AA6F" w14:textId="392FAB50" w:rsidR="00102CE5" w:rsidRPr="007C0CF4" w:rsidRDefault="00102CE5" w:rsidP="00102CE5">
            <w:pPr>
              <w:spacing w:after="0" w:line="240" w:lineRule="auto"/>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076159379"/>
                <w:placeholder>
                  <w:docPart w:val="83049421961242BB845D2E5AFF925202"/>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8A7F73">
                  <w:rPr>
                    <w:rFonts w:ascii="Times New Roman" w:hAnsi="Times New Roman" w:cs="Times New Roman"/>
                    <w:sz w:val="16"/>
                    <w:szCs w:val="16"/>
                  </w:rPr>
                  <w:t>red</w:t>
                </w:r>
              </w:sdtContent>
            </w:sdt>
          </w:p>
        </w:tc>
        <w:tc>
          <w:tcPr>
            <w:tcW w:w="6205" w:type="dxa"/>
            <w:vMerge/>
          </w:tcPr>
          <w:p w14:paraId="02CB4356" w14:textId="77777777" w:rsidR="00102CE5" w:rsidRPr="003A18C9" w:rsidRDefault="00102CE5" w:rsidP="00102CE5">
            <w:pPr>
              <w:spacing w:after="0" w:line="240" w:lineRule="auto"/>
              <w:rPr>
                <w:rFonts w:ascii="Times New Roman" w:hAnsi="Times New Roman"/>
                <w:sz w:val="20"/>
                <w:szCs w:val="20"/>
              </w:rPr>
            </w:pPr>
          </w:p>
        </w:tc>
      </w:tr>
      <w:tr w:rsidR="00F126B0" w:rsidRPr="003A18C9" w14:paraId="7AD3FF77" w14:textId="77777777" w:rsidTr="00956FA5">
        <w:trPr>
          <w:trHeight w:val="222"/>
        </w:trPr>
        <w:tc>
          <w:tcPr>
            <w:tcW w:w="325" w:type="dxa"/>
          </w:tcPr>
          <w:p w14:paraId="009DE850" w14:textId="77777777" w:rsidR="00F126B0" w:rsidRPr="00ED4CC5" w:rsidRDefault="00F126B0" w:rsidP="00102CE5">
            <w:pPr>
              <w:spacing w:after="0" w:line="240" w:lineRule="auto"/>
              <w:jc w:val="center"/>
              <w:rPr>
                <w:rFonts w:ascii="Times New Roman" w:hAnsi="Times New Roman"/>
                <w:sz w:val="16"/>
                <w:szCs w:val="16"/>
              </w:rPr>
            </w:pPr>
            <w:r>
              <w:rPr>
                <w:rFonts w:ascii="Times New Roman" w:hAnsi="Times New Roman"/>
                <w:sz w:val="16"/>
                <w:szCs w:val="16"/>
              </w:rPr>
              <w:t>4</w:t>
            </w:r>
          </w:p>
        </w:tc>
        <w:sdt>
          <w:sdtPr>
            <w:rPr>
              <w:rFonts w:ascii="Times New Roman" w:hAnsi="Times New Roman" w:cs="Times New Roman"/>
              <w:color w:val="808080" w:themeColor="background1" w:themeShade="80"/>
              <w:sz w:val="16"/>
              <w:szCs w:val="16"/>
            </w:rPr>
            <w:alias w:val="shapes"/>
            <w:tag w:val="shapes"/>
            <w:id w:val="1967769576"/>
            <w:placeholder>
              <w:docPart w:val="3D3AF3D06AF14BFC8D9CE0975BC7EB12"/>
            </w:placeholder>
            <w:showingPlcHd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44E5F76A" w14:textId="77777777" w:rsidR="00F126B0" w:rsidRPr="00956FA5" w:rsidRDefault="00F126B0" w:rsidP="00102CE5">
                <w:pPr>
                  <w:spacing w:after="0" w:line="240" w:lineRule="auto"/>
                  <w:rPr>
                    <w:rFonts w:ascii="Times New Roman" w:hAnsi="Times New Roman" w:cs="Times New Roman"/>
                    <w:color w:val="808080" w:themeColor="background1" w:themeShade="80"/>
                    <w:sz w:val="16"/>
                    <w:szCs w:val="16"/>
                  </w:rPr>
                </w:pPr>
                <w:r w:rsidRPr="00956FA5">
                  <w:rPr>
                    <w:rStyle w:val="PlaceholderText"/>
                    <w:rFonts w:ascii="Times New Roman" w:hAnsi="Times New Roman" w:cs="Times New Roman"/>
                    <w:color w:val="808080" w:themeColor="background1" w:themeShade="80"/>
                    <w:sz w:val="16"/>
                    <w:szCs w:val="16"/>
                  </w:rPr>
                  <w:t>Choose an item.</w:t>
                </w:r>
              </w:p>
            </w:tc>
          </w:sdtContent>
        </w:sdt>
        <w:tc>
          <w:tcPr>
            <w:tcW w:w="1464" w:type="dxa"/>
          </w:tcPr>
          <w:p w14:paraId="455179BF" w14:textId="4E551FB8" w:rsidR="00F126B0" w:rsidRPr="00956FA5" w:rsidRDefault="001A4E1A" w:rsidP="00102CE5">
            <w:pPr>
              <w:spacing w:after="0" w:line="240" w:lineRule="auto"/>
              <w:rPr>
                <w:rFonts w:ascii="Times New Roman" w:hAnsi="Times New Roman"/>
                <w:color w:val="808080" w:themeColor="background1" w:themeShade="80"/>
                <w:sz w:val="16"/>
                <w:szCs w:val="16"/>
              </w:rPr>
            </w:pPr>
            <w:sdt>
              <w:sdtPr>
                <w:rPr>
                  <w:rFonts w:ascii="Times New Roman" w:hAnsi="Times New Roman" w:cs="Times New Roman"/>
                  <w:color w:val="808080" w:themeColor="background1" w:themeShade="80"/>
                  <w:sz w:val="16"/>
                  <w:szCs w:val="16"/>
                </w:rPr>
                <w:alias w:val="color"/>
                <w:tag w:val="color"/>
                <w:id w:val="-180440298"/>
                <w:placeholder>
                  <w:docPart w:val="F372B949AA204030AA449D59C52851B7"/>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8A7F73" w:rsidRPr="007C0CF4">
                  <w:rPr>
                    <w:rStyle w:val="PlaceholderText"/>
                    <w:rFonts w:ascii="Times New Roman" w:hAnsi="Times New Roman" w:cs="Times New Roman"/>
                    <w:color w:val="auto"/>
                    <w:sz w:val="16"/>
                    <w:szCs w:val="16"/>
                  </w:rPr>
                  <w:t>Select color</w:t>
                </w:r>
              </w:sdtContent>
            </w:sdt>
          </w:p>
        </w:tc>
        <w:tc>
          <w:tcPr>
            <w:tcW w:w="6205" w:type="dxa"/>
            <w:vMerge/>
          </w:tcPr>
          <w:p w14:paraId="61B86A54" w14:textId="77777777" w:rsidR="00F126B0" w:rsidRPr="003A18C9" w:rsidRDefault="00F126B0" w:rsidP="00102CE5">
            <w:pPr>
              <w:spacing w:after="0" w:line="240" w:lineRule="auto"/>
              <w:rPr>
                <w:rFonts w:ascii="Times New Roman" w:hAnsi="Times New Roman"/>
                <w:sz w:val="20"/>
                <w:szCs w:val="20"/>
              </w:rPr>
            </w:pPr>
          </w:p>
        </w:tc>
      </w:tr>
      <w:tr w:rsidR="00ED4CC5" w:rsidRPr="003A18C9" w14:paraId="17D6C2BC" w14:textId="77777777" w:rsidTr="00956FA5">
        <w:trPr>
          <w:trHeight w:val="158"/>
        </w:trPr>
        <w:tc>
          <w:tcPr>
            <w:tcW w:w="3865" w:type="dxa"/>
            <w:gridSpan w:val="4"/>
          </w:tcPr>
          <w:p w14:paraId="31FC6819" w14:textId="140A0408" w:rsidR="00ED4CC5" w:rsidRPr="00B26967" w:rsidRDefault="00ED4CC5" w:rsidP="00B26967">
            <w:pPr>
              <w:spacing w:after="0" w:line="240" w:lineRule="auto"/>
              <w:rPr>
                <w:rFonts w:ascii="Helvetica" w:hAnsi="Helvetica" w:cs="Helvetica"/>
                <w:i/>
                <w:sz w:val="16"/>
                <w:szCs w:val="16"/>
              </w:rPr>
            </w:pPr>
            <w:r w:rsidRPr="00B26967">
              <w:rPr>
                <w:rFonts w:ascii="Helvetica" w:hAnsi="Helvetica" w:cs="Helvetica"/>
                <w:i/>
                <w:sz w:val="16"/>
                <w:szCs w:val="16"/>
              </w:rPr>
              <w:t>Comments:</w:t>
            </w:r>
            <w:r w:rsidRPr="00B26967">
              <w:rPr>
                <w:rStyle w:val="PlaceholderText"/>
                <w:rFonts w:ascii="Helvetica" w:hAnsi="Helvetica" w:cs="Helvetica"/>
                <w:i/>
                <w:sz w:val="16"/>
                <w:szCs w:val="16"/>
              </w:rPr>
              <w:t xml:space="preserve"> </w:t>
            </w:r>
            <w:sdt>
              <w:sdtPr>
                <w:rPr>
                  <w:rFonts w:ascii="Helvetica" w:hAnsi="Helvetica" w:cs="Helvetica"/>
                  <w:i/>
                  <w:sz w:val="16"/>
                  <w:szCs w:val="16"/>
                </w:rPr>
                <w:id w:val="-838160856"/>
                <w:placeholder>
                  <w:docPart w:val="3E4D31A8BF554851953FF71E09015E64"/>
                </w:placeholder>
              </w:sdtPr>
              <w:sdtEndPr/>
              <w:sdtContent>
                <w:r w:rsidR="00B26967">
                  <w:rPr>
                    <w:rFonts w:ascii="Helvetica" w:hAnsi="Helvetica" w:cs="Helvetica"/>
                    <w:i/>
                    <w:sz w:val="16"/>
                    <w:szCs w:val="16"/>
                  </w:rPr>
                  <w:t>:</w:t>
                </w:r>
                <w:r w:rsidR="00B26967" w:rsidRPr="00B26967">
                  <w:rPr>
                    <w:rFonts w:ascii="Times New Roman" w:hAnsi="Times New Roman" w:cs="Times New Roman"/>
                    <w:i/>
                    <w:sz w:val="16"/>
                    <w:szCs w:val="16"/>
                  </w:rPr>
                  <w:t>L</w:t>
                </w:r>
                <w:r w:rsidR="00B26967" w:rsidRPr="00B26967">
                  <w:rPr>
                    <w:rStyle w:val="PlaceholderText"/>
                    <w:rFonts w:ascii="Times New Roman" w:hAnsi="Times New Roman" w:cs="Times New Roman"/>
                    <w:i/>
                    <w:color w:val="auto"/>
                    <w:sz w:val="16"/>
                    <w:szCs w:val="16"/>
                  </w:rPr>
                  <w:t>ine locations will be located on centerline of both width and height</w:t>
                </w:r>
              </w:sdtContent>
            </w:sdt>
          </w:p>
        </w:tc>
        <w:tc>
          <w:tcPr>
            <w:tcW w:w="6205" w:type="dxa"/>
            <w:vMerge/>
          </w:tcPr>
          <w:p w14:paraId="3B326844" w14:textId="77777777" w:rsidR="00ED4CC5" w:rsidRPr="003A18C9" w:rsidRDefault="00ED4CC5" w:rsidP="00102CE5">
            <w:pPr>
              <w:spacing w:after="0" w:line="240" w:lineRule="auto"/>
              <w:rPr>
                <w:rFonts w:ascii="Times New Roman" w:hAnsi="Times New Roman"/>
                <w:sz w:val="20"/>
                <w:szCs w:val="20"/>
              </w:rPr>
            </w:pPr>
          </w:p>
        </w:tc>
      </w:tr>
    </w:tbl>
    <w:p w14:paraId="24F96B75" w14:textId="77777777" w:rsidR="00FF77C2" w:rsidRDefault="00FF77C2" w:rsidP="00102CE5">
      <w:pPr>
        <w:jc w:val="both"/>
        <w:rPr>
          <w:rFonts w:ascii="Times New Roman" w:hAnsi="Times New Roman"/>
          <w:sz w:val="20"/>
          <w:szCs w:val="20"/>
        </w:rPr>
      </w:pPr>
    </w:p>
    <w:p w14:paraId="0F9C3415" w14:textId="77777777" w:rsidR="007F4875" w:rsidRDefault="007F4875" w:rsidP="00102CE5">
      <w:pPr>
        <w:jc w:val="both"/>
        <w:rPr>
          <w:rFonts w:ascii="Times New Roman" w:hAnsi="Times New Roman"/>
          <w:sz w:val="20"/>
          <w:szCs w:val="20"/>
        </w:rPr>
      </w:pPr>
    </w:p>
    <w:p w14:paraId="7686D587" w14:textId="77777777" w:rsidR="007F4875" w:rsidRDefault="007F4875" w:rsidP="00102CE5">
      <w:pPr>
        <w:jc w:val="both"/>
        <w:rPr>
          <w:rFonts w:ascii="Times New Roman" w:hAnsi="Times New Roman"/>
          <w:sz w:val="20"/>
          <w:szCs w:val="20"/>
        </w:rPr>
      </w:pPr>
    </w:p>
    <w:p w14:paraId="2DBA9C52" w14:textId="77777777" w:rsidR="007F4875" w:rsidRDefault="007F4875" w:rsidP="00102CE5">
      <w:pPr>
        <w:jc w:val="both"/>
        <w:rPr>
          <w:rFonts w:ascii="Times New Roman" w:hAnsi="Times New Roman"/>
          <w:sz w:val="20"/>
          <w:szCs w:val="20"/>
        </w:rPr>
      </w:pPr>
    </w:p>
    <w:p w14:paraId="6B0BCE6D" w14:textId="77777777" w:rsidR="00102CE5" w:rsidRDefault="00102CE5" w:rsidP="00102CE5">
      <w:pPr>
        <w:rPr>
          <w:rFonts w:ascii="Times New Roman" w:hAnsi="Times New Roman"/>
          <w:b/>
          <w:sz w:val="20"/>
          <w:szCs w:val="20"/>
        </w:rPr>
      </w:pPr>
    </w:p>
    <w:p w14:paraId="3EFB273B" w14:textId="77777777" w:rsidR="00102CE5" w:rsidRDefault="00102CE5" w:rsidP="00102CE5">
      <w:pPr>
        <w:rPr>
          <w:rFonts w:ascii="Times New Roman" w:hAnsi="Times New Roman"/>
          <w:b/>
          <w:sz w:val="20"/>
          <w:szCs w:val="20"/>
        </w:rPr>
      </w:pPr>
    </w:p>
    <w:p w14:paraId="441CD12F" w14:textId="77777777" w:rsidR="00102CE5" w:rsidRDefault="00102CE5" w:rsidP="00102CE5">
      <w:pPr>
        <w:rPr>
          <w:rFonts w:ascii="Times New Roman" w:hAnsi="Times New Roman"/>
          <w:b/>
          <w:sz w:val="20"/>
          <w:szCs w:val="20"/>
        </w:rPr>
      </w:pPr>
    </w:p>
    <w:p w14:paraId="2091CE3E" w14:textId="77777777" w:rsidR="00102CE5" w:rsidRDefault="00102CE5"/>
    <w:sectPr w:rsidR="00102CE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972E4" w14:textId="77777777" w:rsidR="001A4E1A" w:rsidRDefault="001A4E1A" w:rsidP="00ED4CC5">
      <w:pPr>
        <w:spacing w:after="0" w:line="240" w:lineRule="auto"/>
      </w:pPr>
      <w:r>
        <w:separator/>
      </w:r>
    </w:p>
  </w:endnote>
  <w:endnote w:type="continuationSeparator" w:id="0">
    <w:p w14:paraId="2CE87742" w14:textId="77777777" w:rsidR="001A4E1A" w:rsidRDefault="001A4E1A" w:rsidP="00ED4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25EA6" w14:textId="77777777" w:rsidR="001A4E1A" w:rsidRDefault="001A4E1A" w:rsidP="00ED4CC5">
      <w:pPr>
        <w:spacing w:after="0" w:line="240" w:lineRule="auto"/>
      </w:pPr>
      <w:r>
        <w:separator/>
      </w:r>
    </w:p>
  </w:footnote>
  <w:footnote w:type="continuationSeparator" w:id="0">
    <w:p w14:paraId="27A341FA" w14:textId="77777777" w:rsidR="001A4E1A" w:rsidRDefault="001A4E1A" w:rsidP="00ED4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261659"/>
      <w:docPartObj>
        <w:docPartGallery w:val="Watermarks"/>
        <w:docPartUnique/>
      </w:docPartObj>
    </w:sdtPr>
    <w:sdtEndPr/>
    <w:sdtContent>
      <w:p w14:paraId="3C3F2349" w14:textId="4E5CC99C" w:rsidR="00B26967" w:rsidRDefault="001A4E1A">
        <w:pPr>
          <w:pStyle w:val="Header"/>
        </w:pPr>
        <w:r>
          <w:rPr>
            <w:noProof/>
          </w:rPr>
          <w:pict w14:anchorId="7144B3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6B0"/>
    <w:rsid w:val="00013F32"/>
    <w:rsid w:val="000246B6"/>
    <w:rsid w:val="00064D12"/>
    <w:rsid w:val="000D07B6"/>
    <w:rsid w:val="000F10DB"/>
    <w:rsid w:val="000F4617"/>
    <w:rsid w:val="00102CE5"/>
    <w:rsid w:val="00127538"/>
    <w:rsid w:val="001A4E1A"/>
    <w:rsid w:val="00205F51"/>
    <w:rsid w:val="00206281"/>
    <w:rsid w:val="00266F82"/>
    <w:rsid w:val="00271654"/>
    <w:rsid w:val="002C65A6"/>
    <w:rsid w:val="002D5132"/>
    <w:rsid w:val="002E3E11"/>
    <w:rsid w:val="00326C34"/>
    <w:rsid w:val="00350F6A"/>
    <w:rsid w:val="00366F17"/>
    <w:rsid w:val="003D7FEE"/>
    <w:rsid w:val="0041001E"/>
    <w:rsid w:val="00436B32"/>
    <w:rsid w:val="004571C7"/>
    <w:rsid w:val="00464715"/>
    <w:rsid w:val="004E5B2C"/>
    <w:rsid w:val="00551B04"/>
    <w:rsid w:val="0058253A"/>
    <w:rsid w:val="005829ED"/>
    <w:rsid w:val="005A705C"/>
    <w:rsid w:val="0061786E"/>
    <w:rsid w:val="00662DF5"/>
    <w:rsid w:val="00665321"/>
    <w:rsid w:val="006D6CB7"/>
    <w:rsid w:val="006E4587"/>
    <w:rsid w:val="0071681C"/>
    <w:rsid w:val="0079583C"/>
    <w:rsid w:val="007C0CF4"/>
    <w:rsid w:val="007D5263"/>
    <w:rsid w:val="007F4875"/>
    <w:rsid w:val="00807510"/>
    <w:rsid w:val="00827DB7"/>
    <w:rsid w:val="0083526E"/>
    <w:rsid w:val="008524FE"/>
    <w:rsid w:val="008764F9"/>
    <w:rsid w:val="008924D0"/>
    <w:rsid w:val="008A2E7F"/>
    <w:rsid w:val="008A7F73"/>
    <w:rsid w:val="00914100"/>
    <w:rsid w:val="00930D9A"/>
    <w:rsid w:val="00947064"/>
    <w:rsid w:val="009531C1"/>
    <w:rsid w:val="00956FA5"/>
    <w:rsid w:val="009668A2"/>
    <w:rsid w:val="00986A93"/>
    <w:rsid w:val="009C7547"/>
    <w:rsid w:val="009E49D1"/>
    <w:rsid w:val="009E6862"/>
    <w:rsid w:val="00A27063"/>
    <w:rsid w:val="00A82700"/>
    <w:rsid w:val="00AE3E06"/>
    <w:rsid w:val="00B26967"/>
    <w:rsid w:val="00B33A8F"/>
    <w:rsid w:val="00BB73A6"/>
    <w:rsid w:val="00CA134E"/>
    <w:rsid w:val="00CB5523"/>
    <w:rsid w:val="00CD3468"/>
    <w:rsid w:val="00CE46F2"/>
    <w:rsid w:val="00D66A41"/>
    <w:rsid w:val="00D836BD"/>
    <w:rsid w:val="00D97E1D"/>
    <w:rsid w:val="00DA17A3"/>
    <w:rsid w:val="00DB1379"/>
    <w:rsid w:val="00DC75EB"/>
    <w:rsid w:val="00DF0D05"/>
    <w:rsid w:val="00E430EA"/>
    <w:rsid w:val="00E51698"/>
    <w:rsid w:val="00EC2B25"/>
    <w:rsid w:val="00ED04B0"/>
    <w:rsid w:val="00ED4CC5"/>
    <w:rsid w:val="00F04C3A"/>
    <w:rsid w:val="00F126B0"/>
    <w:rsid w:val="00F1392D"/>
    <w:rsid w:val="00F77037"/>
    <w:rsid w:val="00F91C77"/>
    <w:rsid w:val="00FC52FE"/>
    <w:rsid w:val="00FE3675"/>
    <w:rsid w:val="00FF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901A49"/>
  <w15:chartTrackingRefBased/>
  <w15:docId w15:val="{4E6A7000-D80F-4B78-BBB5-945FF13F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E5"/>
    <w:rPr>
      <w:color w:val="808080"/>
    </w:rPr>
  </w:style>
  <w:style w:type="paragraph" w:styleId="Header">
    <w:name w:val="header"/>
    <w:basedOn w:val="Normal"/>
    <w:link w:val="HeaderChar"/>
    <w:uiPriority w:val="99"/>
    <w:unhideWhenUsed/>
    <w:rsid w:val="00ED4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CC5"/>
  </w:style>
  <w:style w:type="paragraph" w:styleId="Footer">
    <w:name w:val="footer"/>
    <w:basedOn w:val="Normal"/>
    <w:link w:val="FooterChar"/>
    <w:uiPriority w:val="99"/>
    <w:unhideWhenUsed/>
    <w:rsid w:val="00ED4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CC5"/>
  </w:style>
  <w:style w:type="paragraph" w:styleId="BalloonText">
    <w:name w:val="Balloon Text"/>
    <w:basedOn w:val="Normal"/>
    <w:link w:val="BalloonTextChar"/>
    <w:uiPriority w:val="99"/>
    <w:semiHidden/>
    <w:unhideWhenUsed/>
    <w:rsid w:val="00350F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F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vu\Desktop\OPTICAL%20INSTRUMENTATION%20REQU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F88B1F7734456DA1F76ECC20F51786"/>
        <w:category>
          <w:name w:val="General"/>
          <w:gallery w:val="placeholder"/>
        </w:category>
        <w:types>
          <w:type w:val="bbPlcHdr"/>
        </w:types>
        <w:behaviors>
          <w:behavior w:val="content"/>
        </w:behaviors>
        <w:guid w:val="{7AF0D68D-801C-489F-9BAF-95E392DBF55E}"/>
      </w:docPartPr>
      <w:docPartBody>
        <w:p w:rsidR="000E777E" w:rsidRDefault="00D61D85" w:rsidP="00D61D85">
          <w:pPr>
            <w:pStyle w:val="2CF88B1F7734456DA1F76ECC20F517863"/>
          </w:pPr>
          <w:r w:rsidRPr="00ED4CC5">
            <w:rPr>
              <w:rStyle w:val="PlaceholderText"/>
              <w:rFonts w:ascii="Times New Roman" w:hAnsi="Times New Roman" w:cs="Times New Roman"/>
              <w:sz w:val="16"/>
              <w:szCs w:val="16"/>
            </w:rPr>
            <w:t>Click or tap here to enter text.</w:t>
          </w:r>
        </w:p>
      </w:docPartBody>
    </w:docPart>
    <w:docPart>
      <w:docPartPr>
        <w:name w:val="B7B21BEFAF9A47FF91D340527239930F"/>
        <w:category>
          <w:name w:val="General"/>
          <w:gallery w:val="placeholder"/>
        </w:category>
        <w:types>
          <w:type w:val="bbPlcHdr"/>
        </w:types>
        <w:behaviors>
          <w:behavior w:val="content"/>
        </w:behaviors>
        <w:guid w:val="{654740C5-8E4E-4B53-9133-D211F5D17A84}"/>
      </w:docPartPr>
      <w:docPartBody>
        <w:p w:rsidR="000E777E" w:rsidRDefault="00472427" w:rsidP="00472427">
          <w:pPr>
            <w:pStyle w:val="B7B21BEFAF9A47FF91D340527239930F30"/>
          </w:pPr>
          <w:r w:rsidRPr="00ED4CC5">
            <w:rPr>
              <w:rStyle w:val="PlaceholderText"/>
              <w:rFonts w:ascii="Times New Roman" w:hAnsi="Times New Roman" w:cs="Times New Roman"/>
              <w:sz w:val="16"/>
              <w:szCs w:val="16"/>
            </w:rPr>
            <w:t>Click or tap here to enter text.</w:t>
          </w:r>
        </w:p>
      </w:docPartBody>
    </w:docPart>
    <w:docPart>
      <w:docPartPr>
        <w:name w:val="BBF2598529C648C8B421817BB8E14500"/>
        <w:category>
          <w:name w:val="General"/>
          <w:gallery w:val="placeholder"/>
        </w:category>
        <w:types>
          <w:type w:val="bbPlcHdr"/>
        </w:types>
        <w:behaviors>
          <w:behavior w:val="content"/>
        </w:behaviors>
        <w:guid w:val="{366554CE-697F-4B2A-8803-4417CF394F4B}"/>
      </w:docPartPr>
      <w:docPartBody>
        <w:p w:rsidR="000E777E" w:rsidRDefault="00472427" w:rsidP="00472427">
          <w:pPr>
            <w:pStyle w:val="BBF2598529C648C8B421817BB8E1450030"/>
          </w:pPr>
          <w:r w:rsidRPr="00ED4CC5">
            <w:rPr>
              <w:rStyle w:val="PlaceholderText"/>
              <w:rFonts w:ascii="Times New Roman" w:hAnsi="Times New Roman" w:cs="Times New Roman"/>
              <w:sz w:val="16"/>
              <w:szCs w:val="16"/>
            </w:rPr>
            <w:t>Click or tap here to enter text.</w:t>
          </w:r>
        </w:p>
      </w:docPartBody>
    </w:docPart>
    <w:docPart>
      <w:docPartPr>
        <w:name w:val="78894368434748EF8F769E210CF8A8D4"/>
        <w:category>
          <w:name w:val="General"/>
          <w:gallery w:val="placeholder"/>
        </w:category>
        <w:types>
          <w:type w:val="bbPlcHdr"/>
        </w:types>
        <w:behaviors>
          <w:behavior w:val="content"/>
        </w:behaviors>
        <w:guid w:val="{F5D507E6-49FE-41F6-B314-72C95B11209A}"/>
      </w:docPartPr>
      <w:docPartBody>
        <w:p w:rsidR="000E777E" w:rsidRDefault="00A257BE" w:rsidP="00A257BE">
          <w:pPr>
            <w:pStyle w:val="78894368434748EF8F769E210CF8A8D43"/>
          </w:pPr>
          <w:r w:rsidRPr="00ED4CC5">
            <w:rPr>
              <w:rStyle w:val="PlaceholderText"/>
              <w:rFonts w:ascii="Times New Roman" w:hAnsi="Times New Roman" w:cs="Times New Roman"/>
              <w:sz w:val="16"/>
              <w:szCs w:val="16"/>
            </w:rPr>
            <w:t>Select value.</w:t>
          </w:r>
        </w:p>
      </w:docPartBody>
    </w:docPart>
    <w:docPart>
      <w:docPartPr>
        <w:name w:val="7E9E1C72F08D4CEE8319176ED5EF0815"/>
        <w:category>
          <w:name w:val="General"/>
          <w:gallery w:val="placeholder"/>
        </w:category>
        <w:types>
          <w:type w:val="bbPlcHdr"/>
        </w:types>
        <w:behaviors>
          <w:behavior w:val="content"/>
        </w:behaviors>
        <w:guid w:val="{1A1909C2-DDA6-4D16-8440-FC496DD67FC2}"/>
      </w:docPartPr>
      <w:docPartBody>
        <w:p w:rsidR="000E777E" w:rsidRDefault="00472427" w:rsidP="00472427">
          <w:pPr>
            <w:pStyle w:val="7E9E1C72F08D4CEE8319176ED5EF08152"/>
          </w:pPr>
          <w:r w:rsidRPr="00ED4CC5">
            <w:rPr>
              <w:rStyle w:val="PlaceholderText"/>
              <w:rFonts w:ascii="Times New Roman" w:hAnsi="Times New Roman" w:cs="Times New Roman"/>
              <w:sz w:val="16"/>
              <w:szCs w:val="16"/>
            </w:rPr>
            <w:t>Choose an item.</w:t>
          </w:r>
        </w:p>
      </w:docPartBody>
    </w:docPart>
    <w:docPart>
      <w:docPartPr>
        <w:name w:val="CFBB3FD2D0BE4787AA839EE529B39DBE"/>
        <w:category>
          <w:name w:val="General"/>
          <w:gallery w:val="placeholder"/>
        </w:category>
        <w:types>
          <w:type w:val="bbPlcHdr"/>
        </w:types>
        <w:behaviors>
          <w:behavior w:val="content"/>
        </w:behaviors>
        <w:guid w:val="{0130C437-B64D-46C6-A7EB-8255BDD3B4E8}"/>
      </w:docPartPr>
      <w:docPartBody>
        <w:p w:rsidR="000E777E" w:rsidRDefault="00472427" w:rsidP="00472427">
          <w:pPr>
            <w:pStyle w:val="CFBB3FD2D0BE4787AA839EE529B39DBE2"/>
          </w:pPr>
          <w:r w:rsidRPr="00ED4CC5">
            <w:rPr>
              <w:rStyle w:val="PlaceholderText"/>
              <w:rFonts w:ascii="Times New Roman" w:hAnsi="Times New Roman" w:cs="Times New Roman"/>
              <w:sz w:val="16"/>
              <w:szCs w:val="16"/>
            </w:rPr>
            <w:t>Select color</w:t>
          </w:r>
        </w:p>
      </w:docPartBody>
    </w:docPart>
    <w:docPart>
      <w:docPartPr>
        <w:name w:val="E1711059DB7445F9AE203827556042AC"/>
        <w:category>
          <w:name w:val="General"/>
          <w:gallery w:val="placeholder"/>
        </w:category>
        <w:types>
          <w:type w:val="bbPlcHdr"/>
        </w:types>
        <w:behaviors>
          <w:behavior w:val="content"/>
        </w:behaviors>
        <w:guid w:val="{74330D7D-2B8D-4D79-BC17-E88C6E758E30}"/>
      </w:docPartPr>
      <w:docPartBody>
        <w:p w:rsidR="000E777E" w:rsidRDefault="00472427" w:rsidP="00472427">
          <w:pPr>
            <w:pStyle w:val="E1711059DB7445F9AE203827556042AC2"/>
          </w:pPr>
          <w:r w:rsidRPr="00ED4CC5">
            <w:rPr>
              <w:rStyle w:val="PlaceholderText"/>
              <w:rFonts w:ascii="Times New Roman" w:hAnsi="Times New Roman" w:cs="Times New Roman"/>
              <w:sz w:val="16"/>
              <w:szCs w:val="16"/>
            </w:rPr>
            <w:t>Choose an item.</w:t>
          </w:r>
        </w:p>
      </w:docPartBody>
    </w:docPart>
    <w:docPart>
      <w:docPartPr>
        <w:name w:val="D262CA5F95A04B63B95D064C11FD1922"/>
        <w:category>
          <w:name w:val="General"/>
          <w:gallery w:val="placeholder"/>
        </w:category>
        <w:types>
          <w:type w:val="bbPlcHdr"/>
        </w:types>
        <w:behaviors>
          <w:behavior w:val="content"/>
        </w:behaviors>
        <w:guid w:val="{6041CF56-071E-470C-B334-9D153CA461C3}"/>
      </w:docPartPr>
      <w:docPartBody>
        <w:p w:rsidR="000E777E" w:rsidRDefault="00472427" w:rsidP="00472427">
          <w:pPr>
            <w:pStyle w:val="D262CA5F95A04B63B95D064C11FD19222"/>
          </w:pPr>
          <w:r w:rsidRPr="00ED4CC5">
            <w:rPr>
              <w:rStyle w:val="PlaceholderText"/>
              <w:rFonts w:ascii="Times New Roman" w:hAnsi="Times New Roman" w:cs="Times New Roman"/>
              <w:sz w:val="16"/>
              <w:szCs w:val="16"/>
            </w:rPr>
            <w:t>Select color</w:t>
          </w:r>
        </w:p>
      </w:docPartBody>
    </w:docPart>
    <w:docPart>
      <w:docPartPr>
        <w:name w:val="1B58C771D75B4EBBA6716AD98AB8688A"/>
        <w:category>
          <w:name w:val="General"/>
          <w:gallery w:val="placeholder"/>
        </w:category>
        <w:types>
          <w:type w:val="bbPlcHdr"/>
        </w:types>
        <w:behaviors>
          <w:behavior w:val="content"/>
        </w:behaviors>
        <w:guid w:val="{7C00D71F-08E4-4824-A2DD-75580039A9E9}"/>
      </w:docPartPr>
      <w:docPartBody>
        <w:p w:rsidR="000E777E" w:rsidRDefault="00472427" w:rsidP="00472427">
          <w:pPr>
            <w:pStyle w:val="1B58C771D75B4EBBA6716AD98AB8688A2"/>
          </w:pPr>
          <w:r w:rsidRPr="00ED4CC5">
            <w:rPr>
              <w:rStyle w:val="PlaceholderText"/>
              <w:rFonts w:ascii="Times New Roman" w:hAnsi="Times New Roman" w:cs="Times New Roman"/>
              <w:sz w:val="16"/>
              <w:szCs w:val="16"/>
            </w:rPr>
            <w:t>Choose an item.</w:t>
          </w:r>
        </w:p>
      </w:docPartBody>
    </w:docPart>
    <w:docPart>
      <w:docPartPr>
        <w:name w:val="83049421961242BB845D2E5AFF925202"/>
        <w:category>
          <w:name w:val="General"/>
          <w:gallery w:val="placeholder"/>
        </w:category>
        <w:types>
          <w:type w:val="bbPlcHdr"/>
        </w:types>
        <w:behaviors>
          <w:behavior w:val="content"/>
        </w:behaviors>
        <w:guid w:val="{83801F92-72F2-454A-969D-5E2675DEC353}"/>
      </w:docPartPr>
      <w:docPartBody>
        <w:p w:rsidR="000E777E" w:rsidRDefault="00472427" w:rsidP="00472427">
          <w:pPr>
            <w:pStyle w:val="83049421961242BB845D2E5AFF9252023"/>
          </w:pPr>
          <w:r w:rsidRPr="00ED4CC5">
            <w:rPr>
              <w:rStyle w:val="PlaceholderText"/>
              <w:rFonts w:ascii="Times New Roman" w:hAnsi="Times New Roman" w:cs="Times New Roman"/>
              <w:sz w:val="16"/>
              <w:szCs w:val="16"/>
            </w:rPr>
            <w:t>Select color</w:t>
          </w:r>
        </w:p>
      </w:docPartBody>
    </w:docPart>
    <w:docPart>
      <w:docPartPr>
        <w:name w:val="3E4D31A8BF554851953FF71E09015E64"/>
        <w:category>
          <w:name w:val="General"/>
          <w:gallery w:val="placeholder"/>
        </w:category>
        <w:types>
          <w:type w:val="bbPlcHdr"/>
        </w:types>
        <w:behaviors>
          <w:behavior w:val="content"/>
        </w:behaviors>
        <w:guid w:val="{F2531BE7-C5A8-49F4-A202-EDBA710F3F39}"/>
      </w:docPartPr>
      <w:docPartBody>
        <w:p w:rsidR="000E777E" w:rsidRDefault="00D61D85">
          <w:pPr>
            <w:pStyle w:val="3E4D31A8BF554851953FF71E09015E64"/>
          </w:pPr>
          <w:r w:rsidRPr="00DD5971">
            <w:rPr>
              <w:rStyle w:val="PlaceholderText"/>
            </w:rPr>
            <w:t>Click or tap here to enter text.</w:t>
          </w:r>
        </w:p>
      </w:docPartBody>
    </w:docPart>
    <w:docPart>
      <w:docPartPr>
        <w:name w:val="3D3AF3D06AF14BFC8D9CE0975BC7EB12"/>
        <w:category>
          <w:name w:val="General"/>
          <w:gallery w:val="placeholder"/>
        </w:category>
        <w:types>
          <w:type w:val="bbPlcHdr"/>
        </w:types>
        <w:behaviors>
          <w:behavior w:val="content"/>
        </w:behaviors>
        <w:guid w:val="{65360FF0-5D1F-44E7-BBC8-52B63D838400}"/>
      </w:docPartPr>
      <w:docPartBody>
        <w:p w:rsidR="000E777E" w:rsidRDefault="00066036" w:rsidP="00066036">
          <w:pPr>
            <w:pStyle w:val="3D3AF3D06AF14BFC8D9CE0975BC7EB1236"/>
          </w:pPr>
          <w:r w:rsidRPr="00956FA5">
            <w:rPr>
              <w:rStyle w:val="PlaceholderText"/>
              <w:rFonts w:ascii="Times New Roman" w:hAnsi="Times New Roman" w:cs="Times New Roman"/>
              <w:color w:val="808080" w:themeColor="background1" w:themeShade="80"/>
              <w:sz w:val="16"/>
              <w:szCs w:val="16"/>
            </w:rPr>
            <w:t>Choose an item.</w:t>
          </w:r>
        </w:p>
      </w:docPartBody>
    </w:docPart>
    <w:docPart>
      <w:docPartPr>
        <w:name w:val="F372B949AA204030AA449D59C52851B7"/>
        <w:category>
          <w:name w:val="General"/>
          <w:gallery w:val="placeholder"/>
        </w:category>
        <w:types>
          <w:type w:val="bbPlcHdr"/>
        </w:types>
        <w:behaviors>
          <w:behavior w:val="content"/>
        </w:behaviors>
        <w:guid w:val="{FF18C10C-B050-4112-8241-690CA23D3FE0}"/>
      </w:docPartPr>
      <w:docPartBody>
        <w:p w:rsidR="000E777E" w:rsidRDefault="00066036" w:rsidP="00066036">
          <w:pPr>
            <w:pStyle w:val="F372B949AA204030AA449D59C52851B737"/>
          </w:pPr>
          <w:r w:rsidRPr="007C0CF4">
            <w:rPr>
              <w:rStyle w:val="PlaceholderText"/>
              <w:rFonts w:ascii="Times New Roman" w:hAnsi="Times New Roman" w:cs="Times New Roman"/>
              <w:sz w:val="16"/>
              <w:szCs w:val="16"/>
            </w:rPr>
            <w:t>Select color</w:t>
          </w:r>
        </w:p>
      </w:docPartBody>
    </w:docPart>
    <w:docPart>
      <w:docPartPr>
        <w:name w:val="22E661C4A55D4F12AAF5C32866CA6A05"/>
        <w:category>
          <w:name w:val="General"/>
          <w:gallery w:val="placeholder"/>
        </w:category>
        <w:types>
          <w:type w:val="bbPlcHdr"/>
        </w:types>
        <w:behaviors>
          <w:behavior w:val="content"/>
        </w:behaviors>
        <w:guid w:val="{21ADFF44-8A2B-4C04-AA9E-8627425CC747}"/>
      </w:docPartPr>
      <w:docPartBody>
        <w:p w:rsidR="00F8137F" w:rsidRDefault="00066036" w:rsidP="00066036">
          <w:pPr>
            <w:pStyle w:val="22E661C4A55D4F12AAF5C32866CA6A0519"/>
          </w:pPr>
          <w:r w:rsidRPr="00A27063">
            <w:rPr>
              <w:rFonts w:ascii="Times New Roman" w:hAnsi="Times New Roman" w:cs="Times New Roman"/>
              <w:color w:val="808080" w:themeColor="background1" w:themeShade="80"/>
              <w:sz w:val="16"/>
              <w:szCs w:val="16"/>
            </w:rPr>
            <w:t>Select</w:t>
          </w:r>
        </w:p>
      </w:docPartBody>
    </w:docPart>
    <w:docPart>
      <w:docPartPr>
        <w:name w:val="18A669CAACFF4E9FB7EA1D1F436987EF"/>
        <w:category>
          <w:name w:val="General"/>
          <w:gallery w:val="placeholder"/>
        </w:category>
        <w:types>
          <w:type w:val="bbPlcHdr"/>
        </w:types>
        <w:behaviors>
          <w:behavior w:val="content"/>
        </w:behaviors>
        <w:guid w:val="{2E48FEA1-FB6C-4680-A4CB-6D1D098D0D5A}"/>
      </w:docPartPr>
      <w:docPartBody>
        <w:p w:rsidR="00F8137F" w:rsidRDefault="00472427" w:rsidP="00472427">
          <w:pPr>
            <w:pStyle w:val="18A669CAACFF4E9FB7EA1D1F436987EF9"/>
          </w:pPr>
          <w:r w:rsidRPr="00A27063">
            <w:rPr>
              <w:rFonts w:ascii="Times New Roman" w:hAnsi="Times New Roman" w:cs="Times New Roman"/>
              <w:color w:val="808080" w:themeColor="background1" w:themeShade="80"/>
              <w:sz w:val="16"/>
              <w:szCs w:val="16"/>
            </w:rPr>
            <w:t>Select</w:t>
          </w:r>
        </w:p>
      </w:docPartBody>
    </w:docPart>
    <w:docPart>
      <w:docPartPr>
        <w:name w:val="B18C3879B89941BDA415FDAB7F00C2A9"/>
        <w:category>
          <w:name w:val="General"/>
          <w:gallery w:val="placeholder"/>
        </w:category>
        <w:types>
          <w:type w:val="bbPlcHdr"/>
        </w:types>
        <w:behaviors>
          <w:behavior w:val="content"/>
        </w:behaviors>
        <w:guid w:val="{759D325B-87F7-4BFC-B8AD-9FFC2F880480}"/>
      </w:docPartPr>
      <w:docPartBody>
        <w:p w:rsidR="00F8137F" w:rsidRDefault="00472427" w:rsidP="00472427">
          <w:pPr>
            <w:pStyle w:val="B18C3879B89941BDA415FDAB7F00C2A912"/>
          </w:pPr>
          <w:r w:rsidRPr="00A27063">
            <w:rPr>
              <w:rStyle w:val="PlaceholderText"/>
              <w:rFonts w:ascii="Times New Roman" w:hAnsi="Times New Roman" w:cs="Times New Roman"/>
              <w:sz w:val="16"/>
              <w:szCs w:val="16"/>
            </w:rPr>
            <w:t>Choose an item.</w:t>
          </w:r>
        </w:p>
      </w:docPartBody>
    </w:docPart>
    <w:docPart>
      <w:docPartPr>
        <w:name w:val="2B322D8CAAB84840B5B5984E5A6F3A52"/>
        <w:category>
          <w:name w:val="General"/>
          <w:gallery w:val="placeholder"/>
        </w:category>
        <w:types>
          <w:type w:val="bbPlcHdr"/>
        </w:types>
        <w:behaviors>
          <w:behavior w:val="content"/>
        </w:behaviors>
        <w:guid w:val="{F75B97C5-E926-485D-9A36-F4D0547CEFAF}"/>
      </w:docPartPr>
      <w:docPartBody>
        <w:p w:rsidR="00F8137F" w:rsidRDefault="00F8137F" w:rsidP="00F8137F">
          <w:pPr>
            <w:pStyle w:val="2B322D8CAAB84840B5B5984E5A6F3A52"/>
          </w:pPr>
          <w:r w:rsidRPr="00A27063">
            <w:rPr>
              <w:rFonts w:ascii="Times New Roman" w:hAnsi="Times New Roman" w:cs="Times New Roman"/>
              <w:color w:val="808080" w:themeColor="background1" w:themeShade="80"/>
              <w:sz w:val="16"/>
              <w:szCs w:val="16"/>
            </w:rPr>
            <w:t>Enter a value between 0 - 1</w:t>
          </w:r>
        </w:p>
      </w:docPartBody>
    </w:docPart>
    <w:docPart>
      <w:docPartPr>
        <w:name w:val="2495509B37CA465CB5D5AF03B7847044"/>
        <w:category>
          <w:name w:val="General"/>
          <w:gallery w:val="placeholder"/>
        </w:category>
        <w:types>
          <w:type w:val="bbPlcHdr"/>
        </w:types>
        <w:behaviors>
          <w:behavior w:val="content"/>
        </w:behaviors>
        <w:guid w:val="{CFB94977-FD1C-4444-8152-DFAB56002716}"/>
      </w:docPartPr>
      <w:docPartBody>
        <w:p w:rsidR="00F8137F" w:rsidRDefault="00F8137F" w:rsidP="00F8137F">
          <w:pPr>
            <w:pStyle w:val="2495509B37CA465CB5D5AF03B7847044"/>
          </w:pPr>
          <w:r w:rsidRPr="00A27063">
            <w:rPr>
              <w:rFonts w:ascii="Times New Roman" w:hAnsi="Times New Roman" w:cs="Times New Roman"/>
              <w:color w:val="808080" w:themeColor="background1" w:themeShade="80"/>
              <w:sz w:val="16"/>
              <w:szCs w:val="16"/>
            </w:rPr>
            <w:t>Enter a value between 0 - 1</w:t>
          </w:r>
        </w:p>
      </w:docPartBody>
    </w:docPart>
    <w:docPart>
      <w:docPartPr>
        <w:name w:val="D3F55E467B4B4D5DB6C0D6BE4A8DADF3"/>
        <w:category>
          <w:name w:val="General"/>
          <w:gallery w:val="placeholder"/>
        </w:category>
        <w:types>
          <w:type w:val="bbPlcHdr"/>
        </w:types>
        <w:behaviors>
          <w:behavior w:val="content"/>
        </w:behaviors>
        <w:guid w:val="{ECA0FC41-DB9A-45C4-96FC-3E0FE26EDC58}"/>
      </w:docPartPr>
      <w:docPartBody>
        <w:p w:rsidR="00F8137F" w:rsidRDefault="00F8137F" w:rsidP="00F8137F">
          <w:pPr>
            <w:pStyle w:val="D3F55E467B4B4D5DB6C0D6BE4A8DADF3"/>
          </w:pPr>
          <w:r w:rsidRPr="00A27063">
            <w:rPr>
              <w:rFonts w:ascii="Times New Roman" w:hAnsi="Times New Roman" w:cs="Times New Roman"/>
              <w:color w:val="808080" w:themeColor="background1" w:themeShade="80"/>
              <w:sz w:val="16"/>
              <w:szCs w:val="16"/>
            </w:rPr>
            <w:t>Enter a value between 0 - 1</w:t>
          </w:r>
        </w:p>
      </w:docPartBody>
    </w:docPart>
    <w:docPart>
      <w:docPartPr>
        <w:name w:val="35A54CFE4CEF47A993E791C7131139D8"/>
        <w:category>
          <w:name w:val="General"/>
          <w:gallery w:val="placeholder"/>
        </w:category>
        <w:types>
          <w:type w:val="bbPlcHdr"/>
        </w:types>
        <w:behaviors>
          <w:behavior w:val="content"/>
        </w:behaviors>
        <w:guid w:val="{975F686D-D361-4659-A2D6-70AF74869B2B}"/>
      </w:docPartPr>
      <w:docPartBody>
        <w:p w:rsidR="00F8137F" w:rsidRDefault="00F8137F" w:rsidP="00F8137F">
          <w:pPr>
            <w:pStyle w:val="35A54CFE4CEF47A993E791C7131139D8"/>
          </w:pPr>
          <w:r w:rsidRPr="00A27063">
            <w:rPr>
              <w:rFonts w:ascii="Times New Roman" w:hAnsi="Times New Roman" w:cs="Times New Roman"/>
              <w:color w:val="808080" w:themeColor="background1" w:themeShade="80"/>
              <w:sz w:val="16"/>
              <w:szCs w:val="16"/>
            </w:rPr>
            <w:t>Enter a value between 0 - 1</w:t>
          </w:r>
        </w:p>
      </w:docPartBody>
    </w:docPart>
    <w:docPart>
      <w:docPartPr>
        <w:name w:val="0D5E81C8FE184643AE3B2D3BF4D42A66"/>
        <w:category>
          <w:name w:val="General"/>
          <w:gallery w:val="placeholder"/>
        </w:category>
        <w:types>
          <w:type w:val="bbPlcHdr"/>
        </w:types>
        <w:behaviors>
          <w:behavior w:val="content"/>
        </w:behaviors>
        <w:guid w:val="{0E30B9E4-B00A-4C77-A116-1D4EA2CCA321}"/>
      </w:docPartPr>
      <w:docPartBody>
        <w:p w:rsidR="00F8137F" w:rsidRDefault="00F8137F" w:rsidP="00F8137F">
          <w:pPr>
            <w:pStyle w:val="0D5E81C8FE184643AE3B2D3BF4D42A66"/>
          </w:pPr>
          <w:r w:rsidRPr="00DD5971">
            <w:rPr>
              <w:rStyle w:val="PlaceholderText"/>
            </w:rPr>
            <w:t>Click or tap here to enter text.</w:t>
          </w:r>
        </w:p>
      </w:docPartBody>
    </w:docPart>
    <w:docPart>
      <w:docPartPr>
        <w:name w:val="010D8F123CF24EC8AC544847FC799188"/>
        <w:category>
          <w:name w:val="General"/>
          <w:gallery w:val="placeholder"/>
        </w:category>
        <w:types>
          <w:type w:val="bbPlcHdr"/>
        </w:types>
        <w:behaviors>
          <w:behavior w:val="content"/>
        </w:behaviors>
        <w:guid w:val="{E5210430-7A85-4ACF-A35D-758D21A17B42}"/>
      </w:docPartPr>
      <w:docPartBody>
        <w:p w:rsidR="00F8137F" w:rsidRDefault="00066036" w:rsidP="00066036">
          <w:pPr>
            <w:pStyle w:val="010D8F123CF24EC8AC544847FC79918818"/>
          </w:pPr>
          <w:r>
            <w:rPr>
              <w:rFonts w:ascii="Times New Roman" w:hAnsi="Times New Roman" w:cs="Times New Roman"/>
              <w:sz w:val="16"/>
              <w:szCs w:val="16"/>
            </w:rPr>
            <w:t>X</w:t>
          </w:r>
        </w:p>
      </w:docPartBody>
    </w:docPart>
    <w:docPart>
      <w:docPartPr>
        <w:name w:val="272520B05C1F48819DE8F62188003535"/>
        <w:category>
          <w:name w:val="General"/>
          <w:gallery w:val="placeholder"/>
        </w:category>
        <w:types>
          <w:type w:val="bbPlcHdr"/>
        </w:types>
        <w:behaviors>
          <w:behavior w:val="content"/>
        </w:behaviors>
        <w:guid w:val="{4B4FDE97-81BD-4524-9ED0-66774E2BD8FB}"/>
      </w:docPartPr>
      <w:docPartBody>
        <w:p w:rsidR="00F8137F" w:rsidRDefault="00472427" w:rsidP="00472427">
          <w:pPr>
            <w:pStyle w:val="272520B05C1F48819DE8F6218800353512"/>
          </w:pPr>
          <w:r w:rsidRPr="00A27063">
            <w:rPr>
              <w:rStyle w:val="PlaceholderText"/>
              <w:rFonts w:ascii="Times New Roman" w:hAnsi="Times New Roman" w:cs="Times New Roman"/>
              <w:sz w:val="16"/>
              <w:szCs w:val="16"/>
            </w:rPr>
            <w:t>First, Last Name</w:t>
          </w:r>
        </w:p>
      </w:docPartBody>
    </w:docPart>
    <w:docPart>
      <w:docPartPr>
        <w:name w:val="EAADEDF9AE80477B9F1174108E966AB9"/>
        <w:category>
          <w:name w:val="General"/>
          <w:gallery w:val="placeholder"/>
        </w:category>
        <w:types>
          <w:type w:val="bbPlcHdr"/>
        </w:types>
        <w:behaviors>
          <w:behavior w:val="content"/>
        </w:behaviors>
        <w:guid w:val="{17508FCC-705C-4875-9526-A7E777ABDA2B}"/>
      </w:docPartPr>
      <w:docPartBody>
        <w:p w:rsidR="00F8137F" w:rsidRDefault="00472427" w:rsidP="00472427">
          <w:pPr>
            <w:pStyle w:val="EAADEDF9AE80477B9F1174108E966AB911"/>
          </w:pPr>
          <w:r w:rsidRPr="00A27063">
            <w:rPr>
              <w:rStyle w:val="PlaceholderText"/>
              <w:rFonts w:ascii="Times New Roman" w:hAnsi="Times New Roman" w:cs="Times New Roman"/>
              <w:sz w:val="16"/>
              <w:szCs w:val="16"/>
            </w:rPr>
            <w:t>Type test series title</w:t>
          </w:r>
        </w:p>
      </w:docPartBody>
    </w:docPart>
    <w:docPart>
      <w:docPartPr>
        <w:name w:val="E6E57927456448FA93AE0703B4BC4DE4"/>
        <w:category>
          <w:name w:val="General"/>
          <w:gallery w:val="placeholder"/>
        </w:category>
        <w:types>
          <w:type w:val="bbPlcHdr"/>
        </w:types>
        <w:behaviors>
          <w:behavior w:val="content"/>
        </w:behaviors>
        <w:guid w:val="{A70BA944-6494-4DA4-8165-9250A0CFFE2B}"/>
      </w:docPartPr>
      <w:docPartBody>
        <w:p w:rsidR="00DC774E" w:rsidRDefault="00472427" w:rsidP="00472427">
          <w:pPr>
            <w:pStyle w:val="E6E57927456448FA93AE0703B4BC4DE411"/>
          </w:pPr>
          <w:r w:rsidRPr="00A27063">
            <w:rPr>
              <w:rStyle w:val="PlaceholderText"/>
              <w:rFonts w:ascii="Times New Roman" w:hAnsi="Times New Roman" w:cs="Times New Roman"/>
              <w:sz w:val="16"/>
              <w:szCs w:val="16"/>
            </w:rPr>
            <w:t>Choose an item.</w:t>
          </w:r>
        </w:p>
      </w:docPartBody>
    </w:docPart>
    <w:docPart>
      <w:docPartPr>
        <w:name w:val="96231CDE0F05423EABA144CDDC43C65F"/>
        <w:category>
          <w:name w:val="General"/>
          <w:gallery w:val="placeholder"/>
        </w:category>
        <w:types>
          <w:type w:val="bbPlcHdr"/>
        </w:types>
        <w:behaviors>
          <w:behavior w:val="content"/>
        </w:behaviors>
        <w:guid w:val="{D4EA8A7E-C30A-4F5E-9ADD-9C52F71A8CF9}"/>
      </w:docPartPr>
      <w:docPartBody>
        <w:p w:rsidR="00DC774E" w:rsidRDefault="00A257BE" w:rsidP="00A257BE">
          <w:pPr>
            <w:pStyle w:val="96231CDE0F05423EABA144CDDC43C65F3"/>
          </w:pPr>
          <w:r w:rsidRPr="00ED4CC5">
            <w:rPr>
              <w:rStyle w:val="PlaceholderText"/>
              <w:rFonts w:ascii="Times New Roman" w:hAnsi="Times New Roman" w:cs="Times New Roman"/>
              <w:sz w:val="16"/>
              <w:szCs w:val="16"/>
            </w:rPr>
            <w:t>Center value from 0 -1</w:t>
          </w:r>
        </w:p>
      </w:docPartBody>
    </w:docPart>
    <w:docPart>
      <w:docPartPr>
        <w:name w:val="7E2D49E3F4DA40208A50A4C5D19795ED"/>
        <w:category>
          <w:name w:val="General"/>
          <w:gallery w:val="placeholder"/>
        </w:category>
        <w:types>
          <w:type w:val="bbPlcHdr"/>
        </w:types>
        <w:behaviors>
          <w:behavior w:val="content"/>
        </w:behaviors>
        <w:guid w:val="{55AA0BE7-FE6A-4ACD-8602-EFAB30100EBF}"/>
      </w:docPartPr>
      <w:docPartBody>
        <w:p w:rsidR="003B6BC6" w:rsidRDefault="00BE10D2" w:rsidP="00BE10D2">
          <w:pPr>
            <w:pStyle w:val="7E2D49E3F4DA40208A50A4C5D19795ED"/>
          </w:pPr>
          <w:r w:rsidRPr="00ED4CC5">
            <w:rPr>
              <w:rStyle w:val="PlaceholderText"/>
              <w:rFonts w:ascii="Times New Roman" w:hAnsi="Times New Roman" w:cs="Times New Roman"/>
              <w:sz w:val="16"/>
              <w:szCs w:val="16"/>
            </w:rPr>
            <w:t>Center value from 0 -1</w:t>
          </w:r>
        </w:p>
      </w:docPartBody>
    </w:docPart>
    <w:docPart>
      <w:docPartPr>
        <w:name w:val="EF3B545FCB084444B8874B5746D127AC"/>
        <w:category>
          <w:name w:val="General"/>
          <w:gallery w:val="placeholder"/>
        </w:category>
        <w:types>
          <w:type w:val="bbPlcHdr"/>
        </w:types>
        <w:behaviors>
          <w:behavior w:val="content"/>
        </w:behaviors>
        <w:guid w:val="{27323C45-ACB4-4336-AAAB-90FE46D4386E}"/>
      </w:docPartPr>
      <w:docPartBody>
        <w:p w:rsidR="00A257BE" w:rsidRDefault="00472427" w:rsidP="00472427">
          <w:pPr>
            <w:pStyle w:val="EF3B545FCB084444B8874B5746D127AC3"/>
          </w:pPr>
          <w:r w:rsidRPr="00A27063">
            <w:rPr>
              <w:rStyle w:val="PlaceholderText"/>
              <w:rFonts w:ascii="Times New Roman" w:hAnsi="Times New Roman" w:cs="Times New Roman"/>
              <w:sz w:val="16"/>
              <w:szCs w:val="16"/>
            </w:rPr>
            <w:t>Choose an item.</w:t>
          </w:r>
        </w:p>
      </w:docPartBody>
    </w:docPart>
    <w:docPart>
      <w:docPartPr>
        <w:name w:val="C7D4570CDBFB4B5C9C23B37719C97E4C"/>
        <w:category>
          <w:name w:val="General"/>
          <w:gallery w:val="placeholder"/>
        </w:category>
        <w:types>
          <w:type w:val="bbPlcHdr"/>
        </w:types>
        <w:behaviors>
          <w:behavior w:val="content"/>
        </w:behaviors>
        <w:guid w:val="{73BF3A8E-A30B-48F1-AC40-46E60BD4E4ED}"/>
      </w:docPartPr>
      <w:docPartBody>
        <w:p w:rsidR="00A257BE" w:rsidRDefault="00066036" w:rsidP="00066036">
          <w:pPr>
            <w:pStyle w:val="C7D4570CDBFB4B5C9C23B37719C97E4C11"/>
          </w:pPr>
          <w:r w:rsidRPr="00A27063">
            <w:rPr>
              <w:rStyle w:val="PlaceholderText"/>
              <w:rFonts w:ascii="Times New Roman" w:hAnsi="Times New Roman" w:cs="Times New Roman"/>
              <w:sz w:val="16"/>
              <w:szCs w:val="16"/>
            </w:rPr>
            <w:t>Choose an item.</w:t>
          </w:r>
        </w:p>
      </w:docPartBody>
    </w:docPart>
    <w:docPart>
      <w:docPartPr>
        <w:name w:val="8BDF2C8358F143078572980A6BBEF231"/>
        <w:category>
          <w:name w:val="General"/>
          <w:gallery w:val="placeholder"/>
        </w:category>
        <w:types>
          <w:type w:val="bbPlcHdr"/>
        </w:types>
        <w:behaviors>
          <w:behavior w:val="content"/>
        </w:behaviors>
        <w:guid w:val="{97239C89-43DD-4F7D-A2D6-302795A59303}"/>
      </w:docPartPr>
      <w:docPartBody>
        <w:p w:rsidR="00A257BE" w:rsidRDefault="00A257BE" w:rsidP="00A257BE">
          <w:pPr>
            <w:pStyle w:val="8BDF2C8358F143078572980A6BBEF2314"/>
          </w:pPr>
          <w:r w:rsidRPr="00ED4CC5">
            <w:rPr>
              <w:rStyle w:val="PlaceholderText"/>
              <w:rFonts w:ascii="Times New Roman" w:hAnsi="Times New Roman" w:cs="Times New Roman"/>
              <w:sz w:val="16"/>
              <w:szCs w:val="16"/>
            </w:rPr>
            <w:t>Center value from 0 -1</w:t>
          </w:r>
        </w:p>
      </w:docPartBody>
    </w:docPart>
    <w:docPart>
      <w:docPartPr>
        <w:name w:val="91A5353B03504AEC873BF4ACD372C829"/>
        <w:category>
          <w:name w:val="General"/>
          <w:gallery w:val="placeholder"/>
        </w:category>
        <w:types>
          <w:type w:val="bbPlcHdr"/>
        </w:types>
        <w:behaviors>
          <w:behavior w:val="content"/>
        </w:behaviors>
        <w:guid w:val="{1096A2A2-37AC-4FBB-B5FC-B7343542FBA8}"/>
      </w:docPartPr>
      <w:docPartBody>
        <w:p w:rsidR="00A257BE" w:rsidRDefault="00472427" w:rsidP="00472427">
          <w:pPr>
            <w:pStyle w:val="91A5353B03504AEC873BF4ACD372C8291"/>
          </w:pPr>
          <w:r w:rsidRPr="00ED4CC5">
            <w:rPr>
              <w:rStyle w:val="PlaceholderText"/>
              <w:rFonts w:ascii="Times New Roman" w:hAnsi="Times New Roman" w:cs="Times New Roman"/>
              <w:sz w:val="16"/>
              <w:szCs w:val="16"/>
            </w:rPr>
            <w:t>Choose an item.</w:t>
          </w:r>
        </w:p>
      </w:docPartBody>
    </w:docPart>
    <w:docPart>
      <w:docPartPr>
        <w:name w:val="CFA5C71AADA44213A276A1CF6B73DFC4"/>
        <w:category>
          <w:name w:val="General"/>
          <w:gallery w:val="placeholder"/>
        </w:category>
        <w:types>
          <w:type w:val="bbPlcHdr"/>
        </w:types>
        <w:behaviors>
          <w:behavior w:val="content"/>
        </w:behaviors>
        <w:guid w:val="{9E15A801-D3E9-46B2-A660-8B34C60135C8}"/>
      </w:docPartPr>
      <w:docPartBody>
        <w:p w:rsidR="00A257BE" w:rsidRDefault="00472427" w:rsidP="00472427">
          <w:pPr>
            <w:pStyle w:val="CFA5C71AADA44213A276A1CF6B73DFC4"/>
          </w:pPr>
          <w:r w:rsidRPr="00ED4CC5">
            <w:rPr>
              <w:rStyle w:val="PlaceholderText"/>
              <w:rFonts w:ascii="Times New Roman" w:hAnsi="Times New Roman" w:cs="Times New Roman"/>
              <w:sz w:val="16"/>
              <w:szCs w:val="16"/>
            </w:rPr>
            <w:t>Select color</w:t>
          </w:r>
        </w:p>
      </w:docPartBody>
    </w:docPart>
    <w:docPart>
      <w:docPartPr>
        <w:name w:val="DD35A23680A445A4ACFF4BCDB99E4172"/>
        <w:category>
          <w:name w:val="General"/>
          <w:gallery w:val="placeholder"/>
        </w:category>
        <w:types>
          <w:type w:val="bbPlcHdr"/>
        </w:types>
        <w:behaviors>
          <w:behavior w:val="content"/>
        </w:behaviors>
        <w:guid w:val="{1B271848-EFCA-4758-B421-3D8413A73018}"/>
      </w:docPartPr>
      <w:docPartBody>
        <w:p w:rsidR="00A257BE" w:rsidRDefault="00472427" w:rsidP="00472427">
          <w:pPr>
            <w:pStyle w:val="DD35A23680A445A4ACFF4BCDB99E41721"/>
          </w:pPr>
          <w:r w:rsidRPr="00ED4CC5">
            <w:rPr>
              <w:rStyle w:val="PlaceholderText"/>
              <w:rFonts w:ascii="Times New Roman" w:hAnsi="Times New Roman" w:cs="Times New Roman"/>
              <w:sz w:val="16"/>
              <w:szCs w:val="16"/>
            </w:rPr>
            <w:t>Choose an item.</w:t>
          </w:r>
        </w:p>
      </w:docPartBody>
    </w:docPart>
    <w:docPart>
      <w:docPartPr>
        <w:name w:val="6ACC885B7BF143C681A599E820BBBBAA"/>
        <w:category>
          <w:name w:val="General"/>
          <w:gallery w:val="placeholder"/>
        </w:category>
        <w:types>
          <w:type w:val="bbPlcHdr"/>
        </w:types>
        <w:behaviors>
          <w:behavior w:val="content"/>
        </w:behaviors>
        <w:guid w:val="{28B62464-66F7-42F1-B622-79EB076D76C5}"/>
      </w:docPartPr>
      <w:docPartBody>
        <w:p w:rsidR="00A257BE" w:rsidRDefault="00472427" w:rsidP="00472427">
          <w:pPr>
            <w:pStyle w:val="6ACC885B7BF143C681A599E820BBBBAA1"/>
          </w:pPr>
          <w:r w:rsidRPr="00ED4CC5">
            <w:rPr>
              <w:rStyle w:val="PlaceholderText"/>
              <w:rFonts w:ascii="Times New Roman" w:hAnsi="Times New Roman" w:cs="Times New Roman"/>
              <w:sz w:val="16"/>
              <w:szCs w:val="16"/>
            </w:rPr>
            <w:t>Select color</w:t>
          </w:r>
        </w:p>
      </w:docPartBody>
    </w:docPart>
    <w:docPart>
      <w:docPartPr>
        <w:name w:val="340D279AAA1A49D7894750BC2138957E"/>
        <w:category>
          <w:name w:val="General"/>
          <w:gallery w:val="placeholder"/>
        </w:category>
        <w:types>
          <w:type w:val="bbPlcHdr"/>
        </w:types>
        <w:behaviors>
          <w:behavior w:val="content"/>
        </w:behaviors>
        <w:guid w:val="{F7AC3BD7-A74E-4563-9414-41501EDABA22}"/>
      </w:docPartPr>
      <w:docPartBody>
        <w:p w:rsidR="00A257BE" w:rsidRDefault="00066036" w:rsidP="00066036">
          <w:pPr>
            <w:pStyle w:val="340D279AAA1A49D7894750BC2138957E9"/>
          </w:pPr>
          <w:r w:rsidRPr="00ED4CC5">
            <w:rPr>
              <w:rStyle w:val="PlaceholderText"/>
              <w:rFonts w:ascii="Times New Roman" w:hAnsi="Times New Roman" w:cs="Times New Roman"/>
              <w:sz w:val="16"/>
              <w:szCs w:val="16"/>
            </w:rPr>
            <w:t>Choose an item.</w:t>
          </w:r>
        </w:p>
      </w:docPartBody>
    </w:docPart>
    <w:docPart>
      <w:docPartPr>
        <w:name w:val="A02C1E1EF81E42B2BC984467B4961C5F"/>
        <w:category>
          <w:name w:val="General"/>
          <w:gallery w:val="placeholder"/>
        </w:category>
        <w:types>
          <w:type w:val="bbPlcHdr"/>
        </w:types>
        <w:behaviors>
          <w:behavior w:val="content"/>
        </w:behaviors>
        <w:guid w:val="{6A626AEF-9382-4CD0-8918-3CB19CEB5AA6}"/>
      </w:docPartPr>
      <w:docPartBody>
        <w:p w:rsidR="00A257BE" w:rsidRDefault="00066036" w:rsidP="00066036">
          <w:pPr>
            <w:pStyle w:val="A02C1E1EF81E42B2BC984467B4961C5F9"/>
          </w:pPr>
          <w:r w:rsidRPr="00ED4CC5">
            <w:rPr>
              <w:rStyle w:val="PlaceholderText"/>
              <w:rFonts w:ascii="Times New Roman" w:hAnsi="Times New Roman" w:cs="Times New Roman"/>
              <w:sz w:val="16"/>
              <w:szCs w:val="16"/>
            </w:rPr>
            <w:t>Select color</w:t>
          </w:r>
        </w:p>
      </w:docPartBody>
    </w:docPart>
    <w:docPart>
      <w:docPartPr>
        <w:name w:val="86EE37E564534E0D8171B6DF5DCAA72F"/>
        <w:category>
          <w:name w:val="General"/>
          <w:gallery w:val="placeholder"/>
        </w:category>
        <w:types>
          <w:type w:val="bbPlcHdr"/>
        </w:types>
        <w:behaviors>
          <w:behavior w:val="content"/>
        </w:behaviors>
        <w:guid w:val="{4D7DD527-099B-4D7A-9E24-DBEB3F4E38D9}"/>
      </w:docPartPr>
      <w:docPartBody>
        <w:p w:rsidR="00A257BE" w:rsidRDefault="00066036" w:rsidP="00066036">
          <w:pPr>
            <w:pStyle w:val="86EE37E564534E0D8171B6DF5DCAA72F9"/>
          </w:pPr>
          <w:r w:rsidRPr="00ED4CC5">
            <w:rPr>
              <w:rStyle w:val="PlaceholderText"/>
              <w:rFonts w:ascii="Times New Roman" w:hAnsi="Times New Roman" w:cs="Times New Roman"/>
              <w:sz w:val="16"/>
              <w:szCs w:val="16"/>
            </w:rPr>
            <w:t>Choose an item.</w:t>
          </w:r>
        </w:p>
      </w:docPartBody>
    </w:docPart>
    <w:docPart>
      <w:docPartPr>
        <w:name w:val="473494BE60024D5C9899EA992C7002FB"/>
        <w:category>
          <w:name w:val="General"/>
          <w:gallery w:val="placeholder"/>
        </w:category>
        <w:types>
          <w:type w:val="bbPlcHdr"/>
        </w:types>
        <w:behaviors>
          <w:behavior w:val="content"/>
        </w:behaviors>
        <w:guid w:val="{49C212C2-CE6C-46C0-B5B2-32207400FA20}"/>
      </w:docPartPr>
      <w:docPartBody>
        <w:p w:rsidR="00A257BE" w:rsidRDefault="00066036" w:rsidP="00066036">
          <w:pPr>
            <w:pStyle w:val="473494BE60024D5C9899EA992C7002FB9"/>
          </w:pPr>
          <w:r w:rsidRPr="00CD3468">
            <w:rPr>
              <w:rStyle w:val="PlaceholderText"/>
              <w:rFonts w:ascii="Times New Roman" w:hAnsi="Times New Roman" w:cs="Times New Roman"/>
              <w:color w:val="808080" w:themeColor="background1" w:themeShade="80"/>
              <w:sz w:val="16"/>
              <w:szCs w:val="16"/>
            </w:rPr>
            <w:t>Select color</w:t>
          </w:r>
        </w:p>
      </w:docPartBody>
    </w:docPart>
    <w:docPart>
      <w:docPartPr>
        <w:name w:val="9C20A29B5034467A8467681192523410"/>
        <w:category>
          <w:name w:val="General"/>
          <w:gallery w:val="placeholder"/>
        </w:category>
        <w:types>
          <w:type w:val="bbPlcHdr"/>
        </w:types>
        <w:behaviors>
          <w:behavior w:val="content"/>
        </w:behaviors>
        <w:guid w:val="{9E9B01EA-6A9A-4483-9A2F-14DFE33CF3ED}"/>
      </w:docPartPr>
      <w:docPartBody>
        <w:p w:rsidR="00A257BE" w:rsidRDefault="00472427" w:rsidP="00472427">
          <w:pPr>
            <w:pStyle w:val="9C20A29B5034467A8467681192523410"/>
          </w:pPr>
          <w:r w:rsidRPr="00DD597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D85"/>
    <w:rsid w:val="00066036"/>
    <w:rsid w:val="000E777E"/>
    <w:rsid w:val="003B6BC6"/>
    <w:rsid w:val="003C71D7"/>
    <w:rsid w:val="00417902"/>
    <w:rsid w:val="00472427"/>
    <w:rsid w:val="007B0279"/>
    <w:rsid w:val="007D333C"/>
    <w:rsid w:val="00A257BE"/>
    <w:rsid w:val="00BE10D2"/>
    <w:rsid w:val="00D61D85"/>
    <w:rsid w:val="00DC774E"/>
    <w:rsid w:val="00F8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6036"/>
    <w:rPr>
      <w:color w:val="808080"/>
    </w:rPr>
  </w:style>
  <w:style w:type="paragraph" w:customStyle="1" w:styleId="8CF5E7D64BF845D588C733E2B29114EE">
    <w:name w:val="8CF5E7D64BF845D588C733E2B29114EE"/>
  </w:style>
  <w:style w:type="paragraph" w:customStyle="1" w:styleId="56F0C45BC58A41DC8937467CD5F6BF97">
    <w:name w:val="56F0C45BC58A41DC8937467CD5F6BF97"/>
  </w:style>
  <w:style w:type="paragraph" w:customStyle="1" w:styleId="9A05C0C3A1A44B0B874E91D31339C3A5">
    <w:name w:val="9A05C0C3A1A44B0B874E91D31339C3A5"/>
  </w:style>
  <w:style w:type="paragraph" w:customStyle="1" w:styleId="52C25B7A5805416BBFEBD9AB0FBA542B">
    <w:name w:val="52C25B7A5805416BBFEBD9AB0FBA542B"/>
  </w:style>
  <w:style w:type="paragraph" w:customStyle="1" w:styleId="0B08C42214314BCDA78003FD3E7A240B">
    <w:name w:val="0B08C42214314BCDA78003FD3E7A240B"/>
  </w:style>
  <w:style w:type="paragraph" w:customStyle="1" w:styleId="CB136A2C31A549CAA8759A1BEC32729C">
    <w:name w:val="CB136A2C31A549CAA8759A1BEC32729C"/>
  </w:style>
  <w:style w:type="paragraph" w:customStyle="1" w:styleId="CB1B6FBC7B45441BABC373C0D3AFAF92">
    <w:name w:val="CB1B6FBC7B45441BABC373C0D3AFAF92"/>
  </w:style>
  <w:style w:type="paragraph" w:customStyle="1" w:styleId="B01B2CD9475F4A87B461E2DE53A927F2">
    <w:name w:val="B01B2CD9475F4A87B461E2DE53A927F2"/>
  </w:style>
  <w:style w:type="paragraph" w:customStyle="1" w:styleId="32427783A9C74B23B0E9199D6F829E6D">
    <w:name w:val="32427783A9C74B23B0E9199D6F829E6D"/>
  </w:style>
  <w:style w:type="paragraph" w:customStyle="1" w:styleId="CA0D9288E54F4425BE5281BEF4664846">
    <w:name w:val="CA0D9288E54F4425BE5281BEF4664846"/>
  </w:style>
  <w:style w:type="paragraph" w:customStyle="1" w:styleId="7351A4A8C19947988232D6DF22FE6F36">
    <w:name w:val="7351A4A8C19947988232D6DF22FE6F36"/>
  </w:style>
  <w:style w:type="paragraph" w:customStyle="1" w:styleId="DC2BCAD036CE40E1BA1B6D15DD42B626">
    <w:name w:val="DC2BCAD036CE40E1BA1B6D15DD42B626"/>
  </w:style>
  <w:style w:type="paragraph" w:customStyle="1" w:styleId="2CF88B1F7734456DA1F76ECC20F51786">
    <w:name w:val="2CF88B1F7734456DA1F76ECC20F51786"/>
  </w:style>
  <w:style w:type="paragraph" w:customStyle="1" w:styleId="B7B21BEFAF9A47FF91D340527239930F">
    <w:name w:val="B7B21BEFAF9A47FF91D340527239930F"/>
  </w:style>
  <w:style w:type="paragraph" w:customStyle="1" w:styleId="BBF2598529C648C8B421817BB8E14500">
    <w:name w:val="BBF2598529C648C8B421817BB8E14500"/>
  </w:style>
  <w:style w:type="paragraph" w:customStyle="1" w:styleId="78894368434748EF8F769E210CF8A8D4">
    <w:name w:val="78894368434748EF8F769E210CF8A8D4"/>
  </w:style>
  <w:style w:type="paragraph" w:customStyle="1" w:styleId="C135F47383F74623968DE92E485B19F9">
    <w:name w:val="C135F47383F74623968DE92E485B19F9"/>
  </w:style>
  <w:style w:type="paragraph" w:customStyle="1" w:styleId="5609695B665345969E9BF4D5E4BCDE21">
    <w:name w:val="5609695B665345969E9BF4D5E4BCDE21"/>
  </w:style>
  <w:style w:type="paragraph" w:customStyle="1" w:styleId="CAAA9564383E439B92CE3CCD8673B25D">
    <w:name w:val="CAAA9564383E439B92CE3CCD8673B25D"/>
  </w:style>
  <w:style w:type="paragraph" w:customStyle="1" w:styleId="C8ABB1FABD214938AEB46EF5F4963DED">
    <w:name w:val="C8ABB1FABD214938AEB46EF5F4963DED"/>
  </w:style>
  <w:style w:type="paragraph" w:customStyle="1" w:styleId="F724E607F6FF4197B98B8B0E1CDC61DC">
    <w:name w:val="F724E607F6FF4197B98B8B0E1CDC61DC"/>
  </w:style>
  <w:style w:type="paragraph" w:customStyle="1" w:styleId="8C8A56E05CBA4A89BC684367F862751A">
    <w:name w:val="8C8A56E05CBA4A89BC684367F862751A"/>
  </w:style>
  <w:style w:type="paragraph" w:customStyle="1" w:styleId="B29D6B9C73EA4B01B0AC29F8CF1881EB">
    <w:name w:val="B29D6B9C73EA4B01B0AC29F8CF1881EB"/>
  </w:style>
  <w:style w:type="paragraph" w:customStyle="1" w:styleId="385690641F024236BF75E9A475E9B459">
    <w:name w:val="385690641F024236BF75E9A475E9B459"/>
  </w:style>
  <w:style w:type="paragraph" w:customStyle="1" w:styleId="246638892F4F48BEBB1C8BEB12993080">
    <w:name w:val="246638892F4F48BEBB1C8BEB12993080"/>
  </w:style>
  <w:style w:type="paragraph" w:customStyle="1" w:styleId="B0CB9A8A91EA4201BBCEDA32FE7709E0">
    <w:name w:val="B0CB9A8A91EA4201BBCEDA32FE7709E0"/>
  </w:style>
  <w:style w:type="paragraph" w:customStyle="1" w:styleId="A2BDF97B670E4406BF869170BA11E20A">
    <w:name w:val="A2BDF97B670E4406BF869170BA11E20A"/>
  </w:style>
  <w:style w:type="paragraph" w:customStyle="1" w:styleId="7E9E1C72F08D4CEE8319176ED5EF0815">
    <w:name w:val="7E9E1C72F08D4CEE8319176ED5EF0815"/>
  </w:style>
  <w:style w:type="paragraph" w:customStyle="1" w:styleId="CFBB3FD2D0BE4787AA839EE529B39DBE">
    <w:name w:val="CFBB3FD2D0BE4787AA839EE529B39DBE"/>
  </w:style>
  <w:style w:type="paragraph" w:customStyle="1" w:styleId="E1711059DB7445F9AE203827556042AC">
    <w:name w:val="E1711059DB7445F9AE203827556042AC"/>
  </w:style>
  <w:style w:type="paragraph" w:customStyle="1" w:styleId="D262CA5F95A04B63B95D064C11FD1922">
    <w:name w:val="D262CA5F95A04B63B95D064C11FD1922"/>
  </w:style>
  <w:style w:type="paragraph" w:customStyle="1" w:styleId="1B58C771D75B4EBBA6716AD98AB8688A">
    <w:name w:val="1B58C771D75B4EBBA6716AD98AB8688A"/>
  </w:style>
  <w:style w:type="paragraph" w:customStyle="1" w:styleId="83049421961242BB845D2E5AFF925202">
    <w:name w:val="83049421961242BB845D2E5AFF925202"/>
  </w:style>
  <w:style w:type="paragraph" w:customStyle="1" w:styleId="3E4D31A8BF554851953FF71E09015E64">
    <w:name w:val="3E4D31A8BF554851953FF71E09015E64"/>
  </w:style>
  <w:style w:type="paragraph" w:customStyle="1" w:styleId="CC765D72E76D42B5A5B825645EE65793">
    <w:name w:val="CC765D72E76D42B5A5B825645EE65793"/>
  </w:style>
  <w:style w:type="paragraph" w:customStyle="1" w:styleId="8CF5E7D64BF845D588C733E2B29114EE1">
    <w:name w:val="8CF5E7D64BF845D588C733E2B29114EE1"/>
    <w:rsid w:val="00D61D85"/>
    <w:rPr>
      <w:rFonts w:eastAsiaTheme="minorHAnsi"/>
    </w:rPr>
  </w:style>
  <w:style w:type="paragraph" w:customStyle="1" w:styleId="56F0C45BC58A41DC8937467CD5F6BF971">
    <w:name w:val="56F0C45BC58A41DC8937467CD5F6BF971"/>
    <w:rsid w:val="00D61D85"/>
    <w:rPr>
      <w:rFonts w:eastAsiaTheme="minorHAnsi"/>
    </w:rPr>
  </w:style>
  <w:style w:type="paragraph" w:customStyle="1" w:styleId="9A05C0C3A1A44B0B874E91D31339C3A51">
    <w:name w:val="9A05C0C3A1A44B0B874E91D31339C3A51"/>
    <w:rsid w:val="00D61D85"/>
    <w:rPr>
      <w:rFonts w:eastAsiaTheme="minorHAnsi"/>
    </w:rPr>
  </w:style>
  <w:style w:type="paragraph" w:customStyle="1" w:styleId="52C25B7A5805416BBFEBD9AB0FBA542B1">
    <w:name w:val="52C25B7A5805416BBFEBD9AB0FBA542B1"/>
    <w:rsid w:val="00D61D85"/>
    <w:rPr>
      <w:rFonts w:eastAsiaTheme="minorHAnsi"/>
    </w:rPr>
  </w:style>
  <w:style w:type="paragraph" w:customStyle="1" w:styleId="CB136A2C31A549CAA8759A1BEC32729C1">
    <w:name w:val="CB136A2C31A549CAA8759A1BEC32729C1"/>
    <w:rsid w:val="00D61D85"/>
    <w:rPr>
      <w:rFonts w:eastAsiaTheme="minorHAnsi"/>
    </w:rPr>
  </w:style>
  <w:style w:type="paragraph" w:customStyle="1" w:styleId="B01B2CD9475F4A87B461E2DE53A927F21">
    <w:name w:val="B01B2CD9475F4A87B461E2DE53A927F21"/>
    <w:rsid w:val="00D61D85"/>
    <w:rPr>
      <w:rFonts w:eastAsiaTheme="minorHAnsi"/>
    </w:rPr>
  </w:style>
  <w:style w:type="paragraph" w:customStyle="1" w:styleId="CA0D9288E54F4425BE5281BEF46648461">
    <w:name w:val="CA0D9288E54F4425BE5281BEF46648461"/>
    <w:rsid w:val="00D61D85"/>
    <w:rPr>
      <w:rFonts w:eastAsiaTheme="minorHAnsi"/>
    </w:rPr>
  </w:style>
  <w:style w:type="paragraph" w:customStyle="1" w:styleId="7351A4A8C19947988232D6DF22FE6F361">
    <w:name w:val="7351A4A8C19947988232D6DF22FE6F361"/>
    <w:rsid w:val="00D61D85"/>
    <w:rPr>
      <w:rFonts w:eastAsiaTheme="minorHAnsi"/>
    </w:rPr>
  </w:style>
  <w:style w:type="paragraph" w:customStyle="1" w:styleId="2CF88B1F7734456DA1F76ECC20F517861">
    <w:name w:val="2CF88B1F7734456DA1F76ECC20F517861"/>
    <w:rsid w:val="00D61D85"/>
    <w:rPr>
      <w:rFonts w:eastAsiaTheme="minorHAnsi"/>
    </w:rPr>
  </w:style>
  <w:style w:type="paragraph" w:customStyle="1" w:styleId="B7B21BEFAF9A47FF91D340527239930F1">
    <w:name w:val="B7B21BEFAF9A47FF91D340527239930F1"/>
    <w:rsid w:val="00D61D85"/>
    <w:rPr>
      <w:rFonts w:eastAsiaTheme="minorHAnsi"/>
    </w:rPr>
  </w:style>
  <w:style w:type="paragraph" w:customStyle="1" w:styleId="BBF2598529C648C8B421817BB8E145001">
    <w:name w:val="BBF2598529C648C8B421817BB8E145001"/>
    <w:rsid w:val="00D61D85"/>
    <w:rPr>
      <w:rFonts w:eastAsiaTheme="minorHAnsi"/>
    </w:rPr>
  </w:style>
  <w:style w:type="paragraph" w:customStyle="1" w:styleId="78894368434748EF8F769E210CF8A8D41">
    <w:name w:val="78894368434748EF8F769E210CF8A8D41"/>
    <w:rsid w:val="00D61D85"/>
    <w:rPr>
      <w:rFonts w:eastAsiaTheme="minorHAnsi"/>
    </w:rPr>
  </w:style>
  <w:style w:type="paragraph" w:customStyle="1" w:styleId="C135F47383F74623968DE92E485B19F91">
    <w:name w:val="C135F47383F74623968DE92E485B19F91"/>
    <w:rsid w:val="00D61D85"/>
    <w:rPr>
      <w:rFonts w:eastAsiaTheme="minorHAnsi"/>
    </w:rPr>
  </w:style>
  <w:style w:type="paragraph" w:customStyle="1" w:styleId="5609695B665345969E9BF4D5E4BCDE211">
    <w:name w:val="5609695B665345969E9BF4D5E4BCDE211"/>
    <w:rsid w:val="00D61D85"/>
    <w:rPr>
      <w:rFonts w:eastAsiaTheme="minorHAnsi"/>
    </w:rPr>
  </w:style>
  <w:style w:type="paragraph" w:customStyle="1" w:styleId="CAAA9564383E439B92CE3CCD8673B25D1">
    <w:name w:val="CAAA9564383E439B92CE3CCD8673B25D1"/>
    <w:rsid w:val="00D61D85"/>
    <w:rPr>
      <w:rFonts w:eastAsiaTheme="minorHAnsi"/>
    </w:rPr>
  </w:style>
  <w:style w:type="paragraph" w:customStyle="1" w:styleId="C8ABB1FABD214938AEB46EF5F4963DED1">
    <w:name w:val="C8ABB1FABD214938AEB46EF5F4963DED1"/>
    <w:rsid w:val="00D61D85"/>
    <w:rPr>
      <w:rFonts w:eastAsiaTheme="minorHAnsi"/>
    </w:rPr>
  </w:style>
  <w:style w:type="paragraph" w:customStyle="1" w:styleId="F724E607F6FF4197B98B8B0E1CDC61DC1">
    <w:name w:val="F724E607F6FF4197B98B8B0E1CDC61DC1"/>
    <w:rsid w:val="00D61D85"/>
    <w:rPr>
      <w:rFonts w:eastAsiaTheme="minorHAnsi"/>
    </w:rPr>
  </w:style>
  <w:style w:type="paragraph" w:customStyle="1" w:styleId="8C8A56E05CBA4A89BC684367F862751A1">
    <w:name w:val="8C8A56E05CBA4A89BC684367F862751A1"/>
    <w:rsid w:val="00D61D85"/>
    <w:rPr>
      <w:rFonts w:eastAsiaTheme="minorHAnsi"/>
    </w:rPr>
  </w:style>
  <w:style w:type="paragraph" w:customStyle="1" w:styleId="B29D6B9C73EA4B01B0AC29F8CF1881EB1">
    <w:name w:val="B29D6B9C73EA4B01B0AC29F8CF1881EB1"/>
    <w:rsid w:val="00D61D85"/>
    <w:rPr>
      <w:rFonts w:eastAsiaTheme="minorHAnsi"/>
    </w:rPr>
  </w:style>
  <w:style w:type="paragraph" w:customStyle="1" w:styleId="385690641F024236BF75E9A475E9B4591">
    <w:name w:val="385690641F024236BF75E9A475E9B4591"/>
    <w:rsid w:val="00D61D85"/>
    <w:rPr>
      <w:rFonts w:eastAsiaTheme="minorHAnsi"/>
    </w:rPr>
  </w:style>
  <w:style w:type="paragraph" w:customStyle="1" w:styleId="246638892F4F48BEBB1C8BEB129930801">
    <w:name w:val="246638892F4F48BEBB1C8BEB129930801"/>
    <w:rsid w:val="00D61D85"/>
    <w:rPr>
      <w:rFonts w:eastAsiaTheme="minorHAnsi"/>
    </w:rPr>
  </w:style>
  <w:style w:type="paragraph" w:customStyle="1" w:styleId="A2BDF97B670E4406BF869170BA11E20A1">
    <w:name w:val="A2BDF97B670E4406BF869170BA11E20A1"/>
    <w:rsid w:val="00D61D85"/>
    <w:rPr>
      <w:rFonts w:eastAsiaTheme="minorHAnsi"/>
    </w:rPr>
  </w:style>
  <w:style w:type="paragraph" w:customStyle="1" w:styleId="7E9E1C72F08D4CEE8319176ED5EF08151">
    <w:name w:val="7E9E1C72F08D4CEE8319176ED5EF08151"/>
    <w:rsid w:val="00D61D85"/>
    <w:rPr>
      <w:rFonts w:eastAsiaTheme="minorHAnsi"/>
    </w:rPr>
  </w:style>
  <w:style w:type="paragraph" w:customStyle="1" w:styleId="CFBB3FD2D0BE4787AA839EE529B39DBE1">
    <w:name w:val="CFBB3FD2D0BE4787AA839EE529B39DBE1"/>
    <w:rsid w:val="00D61D85"/>
    <w:rPr>
      <w:rFonts w:eastAsiaTheme="minorHAnsi"/>
    </w:rPr>
  </w:style>
  <w:style w:type="paragraph" w:customStyle="1" w:styleId="E1711059DB7445F9AE203827556042AC1">
    <w:name w:val="E1711059DB7445F9AE203827556042AC1"/>
    <w:rsid w:val="00D61D85"/>
    <w:rPr>
      <w:rFonts w:eastAsiaTheme="minorHAnsi"/>
    </w:rPr>
  </w:style>
  <w:style w:type="paragraph" w:customStyle="1" w:styleId="D262CA5F95A04B63B95D064C11FD19221">
    <w:name w:val="D262CA5F95A04B63B95D064C11FD19221"/>
    <w:rsid w:val="00D61D85"/>
    <w:rPr>
      <w:rFonts w:eastAsiaTheme="minorHAnsi"/>
    </w:rPr>
  </w:style>
  <w:style w:type="paragraph" w:customStyle="1" w:styleId="1B58C771D75B4EBBA6716AD98AB8688A1">
    <w:name w:val="1B58C771D75B4EBBA6716AD98AB8688A1"/>
    <w:rsid w:val="00D61D85"/>
    <w:rPr>
      <w:rFonts w:eastAsiaTheme="minorHAnsi"/>
    </w:rPr>
  </w:style>
  <w:style w:type="paragraph" w:customStyle="1" w:styleId="83049421961242BB845D2E5AFF9252021">
    <w:name w:val="83049421961242BB845D2E5AFF9252021"/>
    <w:rsid w:val="00D61D85"/>
    <w:rPr>
      <w:rFonts w:eastAsiaTheme="minorHAnsi"/>
    </w:rPr>
  </w:style>
  <w:style w:type="paragraph" w:customStyle="1" w:styleId="CC765D72E76D42B5A5B825645EE657931">
    <w:name w:val="CC765D72E76D42B5A5B825645EE657931"/>
    <w:rsid w:val="00D61D85"/>
    <w:rPr>
      <w:rFonts w:eastAsiaTheme="minorHAnsi"/>
    </w:rPr>
  </w:style>
  <w:style w:type="paragraph" w:customStyle="1" w:styleId="3D3AF3D06AF14BFC8D9CE0975BC7EB12">
    <w:name w:val="3D3AF3D06AF14BFC8D9CE0975BC7EB12"/>
    <w:rsid w:val="00D61D85"/>
  </w:style>
  <w:style w:type="paragraph" w:customStyle="1" w:styleId="F372B949AA204030AA449D59C52851B7">
    <w:name w:val="F372B949AA204030AA449D59C52851B7"/>
    <w:rsid w:val="00D61D85"/>
  </w:style>
  <w:style w:type="paragraph" w:customStyle="1" w:styleId="2CF88B1F7734456DA1F76ECC20F517862">
    <w:name w:val="2CF88B1F7734456DA1F76ECC20F517862"/>
    <w:rsid w:val="00D61D85"/>
    <w:rPr>
      <w:rFonts w:eastAsiaTheme="minorHAnsi"/>
    </w:rPr>
  </w:style>
  <w:style w:type="paragraph" w:customStyle="1" w:styleId="B7B21BEFAF9A47FF91D340527239930F2">
    <w:name w:val="B7B21BEFAF9A47FF91D340527239930F2"/>
    <w:rsid w:val="00D61D85"/>
    <w:rPr>
      <w:rFonts w:eastAsiaTheme="minorHAnsi"/>
    </w:rPr>
  </w:style>
  <w:style w:type="paragraph" w:customStyle="1" w:styleId="BBF2598529C648C8B421817BB8E145002">
    <w:name w:val="BBF2598529C648C8B421817BB8E145002"/>
    <w:rsid w:val="00D61D85"/>
    <w:rPr>
      <w:rFonts w:eastAsiaTheme="minorHAnsi"/>
    </w:rPr>
  </w:style>
  <w:style w:type="paragraph" w:customStyle="1" w:styleId="8C8A56E05CBA4A89BC684367F862751A2">
    <w:name w:val="8C8A56E05CBA4A89BC684367F862751A2"/>
    <w:rsid w:val="00D61D85"/>
    <w:rPr>
      <w:rFonts w:eastAsiaTheme="minorHAnsi"/>
    </w:rPr>
  </w:style>
  <w:style w:type="paragraph" w:customStyle="1" w:styleId="B29D6B9C73EA4B01B0AC29F8CF1881EB2">
    <w:name w:val="B29D6B9C73EA4B01B0AC29F8CF1881EB2"/>
    <w:rsid w:val="00D61D85"/>
    <w:rPr>
      <w:rFonts w:eastAsiaTheme="minorHAnsi"/>
    </w:rPr>
  </w:style>
  <w:style w:type="paragraph" w:customStyle="1" w:styleId="385690641F024236BF75E9A475E9B4592">
    <w:name w:val="385690641F024236BF75E9A475E9B4592"/>
    <w:rsid w:val="00D61D85"/>
    <w:rPr>
      <w:rFonts w:eastAsiaTheme="minorHAnsi"/>
    </w:rPr>
  </w:style>
  <w:style w:type="paragraph" w:customStyle="1" w:styleId="246638892F4F48BEBB1C8BEB129930802">
    <w:name w:val="246638892F4F48BEBB1C8BEB129930802"/>
    <w:rsid w:val="00D61D85"/>
    <w:rPr>
      <w:rFonts w:eastAsiaTheme="minorHAnsi"/>
    </w:rPr>
  </w:style>
  <w:style w:type="paragraph" w:customStyle="1" w:styleId="83049421961242BB845D2E5AFF9252022">
    <w:name w:val="83049421961242BB845D2E5AFF9252022"/>
    <w:rsid w:val="00D61D85"/>
    <w:rPr>
      <w:rFonts w:eastAsiaTheme="minorHAnsi"/>
    </w:rPr>
  </w:style>
  <w:style w:type="paragraph" w:customStyle="1" w:styleId="F372B949AA204030AA449D59C52851B71">
    <w:name w:val="F372B949AA204030AA449D59C52851B71"/>
    <w:rsid w:val="00D61D85"/>
    <w:rPr>
      <w:rFonts w:eastAsiaTheme="minorHAnsi"/>
    </w:rPr>
  </w:style>
  <w:style w:type="paragraph" w:customStyle="1" w:styleId="CC765D72E76D42B5A5B825645EE657932">
    <w:name w:val="CC765D72E76D42B5A5B825645EE657932"/>
    <w:rsid w:val="00D61D85"/>
    <w:rPr>
      <w:rFonts w:eastAsiaTheme="minorHAnsi"/>
    </w:rPr>
  </w:style>
  <w:style w:type="paragraph" w:customStyle="1" w:styleId="2CF88B1F7734456DA1F76ECC20F517863">
    <w:name w:val="2CF88B1F7734456DA1F76ECC20F517863"/>
    <w:rsid w:val="00D61D85"/>
    <w:rPr>
      <w:rFonts w:eastAsiaTheme="minorHAnsi"/>
    </w:rPr>
  </w:style>
  <w:style w:type="paragraph" w:customStyle="1" w:styleId="B7B21BEFAF9A47FF91D340527239930F3">
    <w:name w:val="B7B21BEFAF9A47FF91D340527239930F3"/>
    <w:rsid w:val="00D61D85"/>
    <w:rPr>
      <w:rFonts w:eastAsiaTheme="minorHAnsi"/>
    </w:rPr>
  </w:style>
  <w:style w:type="paragraph" w:customStyle="1" w:styleId="BBF2598529C648C8B421817BB8E145003">
    <w:name w:val="BBF2598529C648C8B421817BB8E145003"/>
    <w:rsid w:val="00D61D85"/>
    <w:rPr>
      <w:rFonts w:eastAsiaTheme="minorHAnsi"/>
    </w:rPr>
  </w:style>
  <w:style w:type="paragraph" w:customStyle="1" w:styleId="8C8A56E05CBA4A89BC684367F862751A3">
    <w:name w:val="8C8A56E05CBA4A89BC684367F862751A3"/>
    <w:rsid w:val="00D61D85"/>
    <w:rPr>
      <w:rFonts w:eastAsiaTheme="minorHAnsi"/>
    </w:rPr>
  </w:style>
  <w:style w:type="paragraph" w:customStyle="1" w:styleId="B29D6B9C73EA4B01B0AC29F8CF1881EB3">
    <w:name w:val="B29D6B9C73EA4B01B0AC29F8CF1881EB3"/>
    <w:rsid w:val="00D61D85"/>
    <w:rPr>
      <w:rFonts w:eastAsiaTheme="minorHAnsi"/>
    </w:rPr>
  </w:style>
  <w:style w:type="paragraph" w:customStyle="1" w:styleId="385690641F024236BF75E9A475E9B4593">
    <w:name w:val="385690641F024236BF75E9A475E9B4593"/>
    <w:rsid w:val="00D61D85"/>
    <w:rPr>
      <w:rFonts w:eastAsiaTheme="minorHAnsi"/>
    </w:rPr>
  </w:style>
  <w:style w:type="paragraph" w:customStyle="1" w:styleId="246638892F4F48BEBB1C8BEB129930803">
    <w:name w:val="246638892F4F48BEBB1C8BEB129930803"/>
    <w:rsid w:val="00D61D85"/>
    <w:rPr>
      <w:rFonts w:eastAsiaTheme="minorHAnsi"/>
    </w:rPr>
  </w:style>
  <w:style w:type="paragraph" w:customStyle="1" w:styleId="3D3AF3D06AF14BFC8D9CE0975BC7EB121">
    <w:name w:val="3D3AF3D06AF14BFC8D9CE0975BC7EB121"/>
    <w:rsid w:val="00D61D85"/>
    <w:rPr>
      <w:rFonts w:eastAsiaTheme="minorHAnsi"/>
    </w:rPr>
  </w:style>
  <w:style w:type="paragraph" w:customStyle="1" w:styleId="F372B949AA204030AA449D59C52851B72">
    <w:name w:val="F372B949AA204030AA449D59C52851B72"/>
    <w:rsid w:val="00D61D85"/>
    <w:rPr>
      <w:rFonts w:eastAsiaTheme="minorHAnsi"/>
    </w:rPr>
  </w:style>
  <w:style w:type="paragraph" w:customStyle="1" w:styleId="F7529AED6C2349F890863501E85BAC04">
    <w:name w:val="F7529AED6C2349F890863501E85BAC04"/>
    <w:rsid w:val="00F8137F"/>
  </w:style>
  <w:style w:type="paragraph" w:customStyle="1" w:styleId="C057D439C26B4155A70635E2564F66AD">
    <w:name w:val="C057D439C26B4155A70635E2564F66AD"/>
    <w:rsid w:val="00F8137F"/>
  </w:style>
  <w:style w:type="paragraph" w:customStyle="1" w:styleId="0B08C42214314BCDA78003FD3E7A240B1">
    <w:name w:val="0B08C42214314BCDA78003FD3E7A240B1"/>
    <w:rsid w:val="00F8137F"/>
    <w:rPr>
      <w:rFonts w:eastAsiaTheme="minorHAnsi"/>
    </w:rPr>
  </w:style>
  <w:style w:type="paragraph" w:customStyle="1" w:styleId="B7B21BEFAF9A47FF91D340527239930F4">
    <w:name w:val="B7B21BEFAF9A47FF91D340527239930F4"/>
    <w:rsid w:val="00F8137F"/>
    <w:rPr>
      <w:rFonts w:eastAsiaTheme="minorHAnsi"/>
    </w:rPr>
  </w:style>
  <w:style w:type="paragraph" w:customStyle="1" w:styleId="BBF2598529C648C8B421817BB8E145004">
    <w:name w:val="BBF2598529C648C8B421817BB8E145004"/>
    <w:rsid w:val="00F8137F"/>
    <w:rPr>
      <w:rFonts w:eastAsiaTheme="minorHAnsi"/>
    </w:rPr>
  </w:style>
  <w:style w:type="paragraph" w:customStyle="1" w:styleId="385690641F024236BF75E9A475E9B4594">
    <w:name w:val="385690641F024236BF75E9A475E9B4594"/>
    <w:rsid w:val="00F8137F"/>
    <w:rPr>
      <w:rFonts w:eastAsiaTheme="minorHAnsi"/>
    </w:rPr>
  </w:style>
  <w:style w:type="paragraph" w:customStyle="1" w:styleId="246638892F4F48BEBB1C8BEB129930804">
    <w:name w:val="246638892F4F48BEBB1C8BEB129930804"/>
    <w:rsid w:val="00F8137F"/>
    <w:rPr>
      <w:rFonts w:eastAsiaTheme="minorHAnsi"/>
    </w:rPr>
  </w:style>
  <w:style w:type="paragraph" w:customStyle="1" w:styleId="3D3AF3D06AF14BFC8D9CE0975BC7EB122">
    <w:name w:val="3D3AF3D06AF14BFC8D9CE0975BC7EB122"/>
    <w:rsid w:val="00F8137F"/>
    <w:rPr>
      <w:rFonts w:eastAsiaTheme="minorHAnsi"/>
    </w:rPr>
  </w:style>
  <w:style w:type="paragraph" w:customStyle="1" w:styleId="F372B949AA204030AA449D59C52851B73">
    <w:name w:val="F372B949AA204030AA449D59C52851B73"/>
    <w:rsid w:val="00F8137F"/>
    <w:rPr>
      <w:rFonts w:eastAsiaTheme="minorHAnsi"/>
    </w:rPr>
  </w:style>
  <w:style w:type="paragraph" w:customStyle="1" w:styleId="156786889D234E37B2A87F6AEF9DD8EB">
    <w:name w:val="156786889D234E37B2A87F6AEF9DD8EB"/>
    <w:rsid w:val="00F8137F"/>
  </w:style>
  <w:style w:type="paragraph" w:customStyle="1" w:styleId="49F186DF9D414F02A763CC05E8B85A51">
    <w:name w:val="49F186DF9D414F02A763CC05E8B85A51"/>
    <w:rsid w:val="00F8137F"/>
  </w:style>
  <w:style w:type="paragraph" w:customStyle="1" w:styleId="0B08C42214314BCDA78003FD3E7A240B2">
    <w:name w:val="0B08C42214314BCDA78003FD3E7A240B2"/>
    <w:rsid w:val="00F8137F"/>
    <w:rPr>
      <w:rFonts w:eastAsiaTheme="minorHAnsi"/>
    </w:rPr>
  </w:style>
  <w:style w:type="paragraph" w:customStyle="1" w:styleId="156786889D234E37B2A87F6AEF9DD8EB1">
    <w:name w:val="156786889D234E37B2A87F6AEF9DD8EB1"/>
    <w:rsid w:val="00F8137F"/>
    <w:rPr>
      <w:rFonts w:eastAsiaTheme="minorHAnsi"/>
    </w:rPr>
  </w:style>
  <w:style w:type="paragraph" w:customStyle="1" w:styleId="49F186DF9D414F02A763CC05E8B85A511">
    <w:name w:val="49F186DF9D414F02A763CC05E8B85A511"/>
    <w:rsid w:val="00F8137F"/>
    <w:rPr>
      <w:rFonts w:eastAsiaTheme="minorHAnsi"/>
    </w:rPr>
  </w:style>
  <w:style w:type="paragraph" w:customStyle="1" w:styleId="32427783A9C74B23B0E9199D6F829E6D1">
    <w:name w:val="32427783A9C74B23B0E9199D6F829E6D1"/>
    <w:rsid w:val="00F8137F"/>
    <w:rPr>
      <w:rFonts w:eastAsiaTheme="minorHAnsi"/>
    </w:rPr>
  </w:style>
  <w:style w:type="paragraph" w:customStyle="1" w:styleId="B7B21BEFAF9A47FF91D340527239930F5">
    <w:name w:val="B7B21BEFAF9A47FF91D340527239930F5"/>
    <w:rsid w:val="00F8137F"/>
    <w:rPr>
      <w:rFonts w:eastAsiaTheme="minorHAnsi"/>
    </w:rPr>
  </w:style>
  <w:style w:type="paragraph" w:customStyle="1" w:styleId="BBF2598529C648C8B421817BB8E145005">
    <w:name w:val="BBF2598529C648C8B421817BB8E145005"/>
    <w:rsid w:val="00F8137F"/>
    <w:rPr>
      <w:rFonts w:eastAsiaTheme="minorHAnsi"/>
    </w:rPr>
  </w:style>
  <w:style w:type="paragraph" w:customStyle="1" w:styleId="385690641F024236BF75E9A475E9B4595">
    <w:name w:val="385690641F024236BF75E9A475E9B4595"/>
    <w:rsid w:val="00F8137F"/>
    <w:rPr>
      <w:rFonts w:eastAsiaTheme="minorHAnsi"/>
    </w:rPr>
  </w:style>
  <w:style w:type="paragraph" w:customStyle="1" w:styleId="246638892F4F48BEBB1C8BEB129930805">
    <w:name w:val="246638892F4F48BEBB1C8BEB129930805"/>
    <w:rsid w:val="00F8137F"/>
    <w:rPr>
      <w:rFonts w:eastAsiaTheme="minorHAnsi"/>
    </w:rPr>
  </w:style>
  <w:style w:type="paragraph" w:customStyle="1" w:styleId="3D3AF3D06AF14BFC8D9CE0975BC7EB123">
    <w:name w:val="3D3AF3D06AF14BFC8D9CE0975BC7EB123"/>
    <w:rsid w:val="00F8137F"/>
    <w:rPr>
      <w:rFonts w:eastAsiaTheme="minorHAnsi"/>
    </w:rPr>
  </w:style>
  <w:style w:type="paragraph" w:customStyle="1" w:styleId="F372B949AA204030AA449D59C52851B74">
    <w:name w:val="F372B949AA204030AA449D59C52851B74"/>
    <w:rsid w:val="00F8137F"/>
    <w:rPr>
      <w:rFonts w:eastAsiaTheme="minorHAnsi"/>
    </w:rPr>
  </w:style>
  <w:style w:type="paragraph" w:customStyle="1" w:styleId="05AF22ACBB9D4241A2F53D0E127460D6">
    <w:name w:val="05AF22ACBB9D4241A2F53D0E127460D6"/>
    <w:rsid w:val="00F8137F"/>
  </w:style>
  <w:style w:type="paragraph" w:customStyle="1" w:styleId="3B81766E30704712A06B34EB0DACED31">
    <w:name w:val="3B81766E30704712A06B34EB0DACED31"/>
    <w:rsid w:val="00F8137F"/>
  </w:style>
  <w:style w:type="paragraph" w:customStyle="1" w:styleId="FA2B30ADE0A840E2881BAC40A0E8CF55">
    <w:name w:val="FA2B30ADE0A840E2881BAC40A0E8CF55"/>
    <w:rsid w:val="00F8137F"/>
  </w:style>
  <w:style w:type="paragraph" w:customStyle="1" w:styleId="65CF32909ED64FE3A4571C9EE819BF90">
    <w:name w:val="65CF32909ED64FE3A4571C9EE819BF90"/>
    <w:rsid w:val="00F8137F"/>
  </w:style>
  <w:style w:type="paragraph" w:customStyle="1" w:styleId="6AC98A45CDBC4B078309CD8983666DD6">
    <w:name w:val="6AC98A45CDBC4B078309CD8983666DD6"/>
    <w:rsid w:val="00F8137F"/>
  </w:style>
  <w:style w:type="paragraph" w:customStyle="1" w:styleId="33641804901E45EA91CD845FB2CA4532">
    <w:name w:val="33641804901E45EA91CD845FB2CA4532"/>
    <w:rsid w:val="00F8137F"/>
  </w:style>
  <w:style w:type="paragraph" w:customStyle="1" w:styleId="B7B21BEFAF9A47FF91D340527239930F6">
    <w:name w:val="B7B21BEFAF9A47FF91D340527239930F6"/>
    <w:rsid w:val="00F8137F"/>
    <w:rPr>
      <w:rFonts w:eastAsiaTheme="minorHAnsi"/>
    </w:rPr>
  </w:style>
  <w:style w:type="paragraph" w:customStyle="1" w:styleId="BBF2598529C648C8B421817BB8E145006">
    <w:name w:val="BBF2598529C648C8B421817BB8E145006"/>
    <w:rsid w:val="00F8137F"/>
    <w:rPr>
      <w:rFonts w:eastAsiaTheme="minorHAnsi"/>
    </w:rPr>
  </w:style>
  <w:style w:type="paragraph" w:customStyle="1" w:styleId="385690641F024236BF75E9A475E9B4596">
    <w:name w:val="385690641F024236BF75E9A475E9B4596"/>
    <w:rsid w:val="00F8137F"/>
    <w:rPr>
      <w:rFonts w:eastAsiaTheme="minorHAnsi"/>
    </w:rPr>
  </w:style>
  <w:style w:type="paragraph" w:customStyle="1" w:styleId="246638892F4F48BEBB1C8BEB129930806">
    <w:name w:val="246638892F4F48BEBB1C8BEB129930806"/>
    <w:rsid w:val="00F8137F"/>
    <w:rPr>
      <w:rFonts w:eastAsiaTheme="minorHAnsi"/>
    </w:rPr>
  </w:style>
  <w:style w:type="paragraph" w:customStyle="1" w:styleId="3D3AF3D06AF14BFC8D9CE0975BC7EB124">
    <w:name w:val="3D3AF3D06AF14BFC8D9CE0975BC7EB124"/>
    <w:rsid w:val="00F8137F"/>
    <w:rPr>
      <w:rFonts w:eastAsiaTheme="minorHAnsi"/>
    </w:rPr>
  </w:style>
  <w:style w:type="paragraph" w:customStyle="1" w:styleId="F372B949AA204030AA449D59C52851B75">
    <w:name w:val="F372B949AA204030AA449D59C52851B75"/>
    <w:rsid w:val="00F8137F"/>
    <w:rPr>
      <w:rFonts w:eastAsiaTheme="minorHAnsi"/>
    </w:rPr>
  </w:style>
  <w:style w:type="paragraph" w:customStyle="1" w:styleId="A09C681C1E7E4FD3B52F0A7409D5248A">
    <w:name w:val="A09C681C1E7E4FD3B52F0A7409D5248A"/>
    <w:rsid w:val="00F8137F"/>
  </w:style>
  <w:style w:type="paragraph" w:customStyle="1" w:styleId="3B22FC9A0E064100AB5226C36BB4BB9E">
    <w:name w:val="3B22FC9A0E064100AB5226C36BB4BB9E"/>
    <w:rsid w:val="00F8137F"/>
  </w:style>
  <w:style w:type="paragraph" w:customStyle="1" w:styleId="9E89CB546EEB40F698C84B657B7A8B82">
    <w:name w:val="9E89CB546EEB40F698C84B657B7A8B82"/>
    <w:rsid w:val="00F8137F"/>
  </w:style>
  <w:style w:type="paragraph" w:customStyle="1" w:styleId="FA39E77164F145CFBD85282F30C4B66D">
    <w:name w:val="FA39E77164F145CFBD85282F30C4B66D"/>
    <w:rsid w:val="00F8137F"/>
  </w:style>
  <w:style w:type="paragraph" w:customStyle="1" w:styleId="FDBEA85D33D042C4B38E476DA1CB8497">
    <w:name w:val="FDBEA85D33D042C4B38E476DA1CB8497"/>
    <w:rsid w:val="00F8137F"/>
  </w:style>
  <w:style w:type="paragraph" w:customStyle="1" w:styleId="783D0019E36F4DDE897FC2488C90362F">
    <w:name w:val="783D0019E36F4DDE897FC2488C90362F"/>
    <w:rsid w:val="00F8137F"/>
  </w:style>
  <w:style w:type="paragraph" w:customStyle="1" w:styleId="140E7AA0F91D4E149AB9C32492ED6CB6">
    <w:name w:val="140E7AA0F91D4E149AB9C32492ED6CB6"/>
    <w:rsid w:val="00F8137F"/>
  </w:style>
  <w:style w:type="paragraph" w:customStyle="1" w:styleId="CA6448E9212E48268B016EA626CA5CDF">
    <w:name w:val="CA6448E9212E48268B016EA626CA5CDF"/>
    <w:rsid w:val="00F8137F"/>
  </w:style>
  <w:style w:type="paragraph" w:customStyle="1" w:styleId="4FADFBA72AC24E8A86120847D47C4439">
    <w:name w:val="4FADFBA72AC24E8A86120847D47C4439"/>
    <w:rsid w:val="00F8137F"/>
  </w:style>
  <w:style w:type="paragraph" w:customStyle="1" w:styleId="F083222A061541539C67FC1C2C8E82A1">
    <w:name w:val="F083222A061541539C67FC1C2C8E82A1"/>
    <w:rsid w:val="00F8137F"/>
  </w:style>
  <w:style w:type="paragraph" w:customStyle="1" w:styleId="90FFBD2967E54549B86D7811CD316C17">
    <w:name w:val="90FFBD2967E54549B86D7811CD316C17"/>
    <w:rsid w:val="00F8137F"/>
  </w:style>
  <w:style w:type="paragraph" w:customStyle="1" w:styleId="513C373C23A94D3ABA59586232830386">
    <w:name w:val="513C373C23A94D3ABA59586232830386"/>
    <w:rsid w:val="00F8137F"/>
  </w:style>
  <w:style w:type="paragraph" w:customStyle="1" w:styleId="8CDDDBD9298842A4A34A4B4959C9EBE7">
    <w:name w:val="8CDDDBD9298842A4A34A4B4959C9EBE7"/>
    <w:rsid w:val="00F8137F"/>
  </w:style>
  <w:style w:type="paragraph" w:customStyle="1" w:styleId="B7B21BEFAF9A47FF91D340527239930F7">
    <w:name w:val="B7B21BEFAF9A47FF91D340527239930F7"/>
    <w:rsid w:val="00F8137F"/>
    <w:rPr>
      <w:rFonts w:eastAsiaTheme="minorHAnsi"/>
    </w:rPr>
  </w:style>
  <w:style w:type="paragraph" w:customStyle="1" w:styleId="BBF2598529C648C8B421817BB8E145007">
    <w:name w:val="BBF2598529C648C8B421817BB8E145007"/>
    <w:rsid w:val="00F8137F"/>
    <w:rPr>
      <w:rFonts w:eastAsiaTheme="minorHAnsi"/>
    </w:rPr>
  </w:style>
  <w:style w:type="paragraph" w:customStyle="1" w:styleId="385690641F024236BF75E9A475E9B4597">
    <w:name w:val="385690641F024236BF75E9A475E9B4597"/>
    <w:rsid w:val="00F8137F"/>
    <w:rPr>
      <w:rFonts w:eastAsiaTheme="minorHAnsi"/>
    </w:rPr>
  </w:style>
  <w:style w:type="paragraph" w:customStyle="1" w:styleId="246638892F4F48BEBB1C8BEB129930807">
    <w:name w:val="246638892F4F48BEBB1C8BEB129930807"/>
    <w:rsid w:val="00F8137F"/>
    <w:rPr>
      <w:rFonts w:eastAsiaTheme="minorHAnsi"/>
    </w:rPr>
  </w:style>
  <w:style w:type="paragraph" w:customStyle="1" w:styleId="3D3AF3D06AF14BFC8D9CE0975BC7EB125">
    <w:name w:val="3D3AF3D06AF14BFC8D9CE0975BC7EB125"/>
    <w:rsid w:val="00F8137F"/>
    <w:rPr>
      <w:rFonts w:eastAsiaTheme="minorHAnsi"/>
    </w:rPr>
  </w:style>
  <w:style w:type="paragraph" w:customStyle="1" w:styleId="F372B949AA204030AA449D59C52851B76">
    <w:name w:val="F372B949AA204030AA449D59C52851B76"/>
    <w:rsid w:val="00F8137F"/>
    <w:rPr>
      <w:rFonts w:eastAsiaTheme="minorHAnsi"/>
    </w:rPr>
  </w:style>
  <w:style w:type="paragraph" w:customStyle="1" w:styleId="B7B21BEFAF9A47FF91D340527239930F8">
    <w:name w:val="B7B21BEFAF9A47FF91D340527239930F8"/>
    <w:rsid w:val="00F8137F"/>
    <w:rPr>
      <w:rFonts w:eastAsiaTheme="minorHAnsi"/>
    </w:rPr>
  </w:style>
  <w:style w:type="paragraph" w:customStyle="1" w:styleId="BBF2598529C648C8B421817BB8E145008">
    <w:name w:val="BBF2598529C648C8B421817BB8E145008"/>
    <w:rsid w:val="00F8137F"/>
    <w:rPr>
      <w:rFonts w:eastAsiaTheme="minorHAnsi"/>
    </w:rPr>
  </w:style>
  <w:style w:type="paragraph" w:customStyle="1" w:styleId="385690641F024236BF75E9A475E9B4598">
    <w:name w:val="385690641F024236BF75E9A475E9B4598"/>
    <w:rsid w:val="00F8137F"/>
    <w:rPr>
      <w:rFonts w:eastAsiaTheme="minorHAnsi"/>
    </w:rPr>
  </w:style>
  <w:style w:type="paragraph" w:customStyle="1" w:styleId="246638892F4F48BEBB1C8BEB129930808">
    <w:name w:val="246638892F4F48BEBB1C8BEB129930808"/>
    <w:rsid w:val="00F8137F"/>
    <w:rPr>
      <w:rFonts w:eastAsiaTheme="minorHAnsi"/>
    </w:rPr>
  </w:style>
  <w:style w:type="paragraph" w:customStyle="1" w:styleId="3D3AF3D06AF14BFC8D9CE0975BC7EB126">
    <w:name w:val="3D3AF3D06AF14BFC8D9CE0975BC7EB126"/>
    <w:rsid w:val="00F8137F"/>
    <w:rPr>
      <w:rFonts w:eastAsiaTheme="minorHAnsi"/>
    </w:rPr>
  </w:style>
  <w:style w:type="paragraph" w:customStyle="1" w:styleId="F372B949AA204030AA449D59C52851B77">
    <w:name w:val="F372B949AA204030AA449D59C52851B77"/>
    <w:rsid w:val="00F8137F"/>
    <w:rPr>
      <w:rFonts w:eastAsiaTheme="minorHAnsi"/>
    </w:rPr>
  </w:style>
  <w:style w:type="paragraph" w:customStyle="1" w:styleId="21201D8C30914253AD54570EAB29FE57">
    <w:name w:val="21201D8C30914253AD54570EAB29FE57"/>
    <w:rsid w:val="00F8137F"/>
  </w:style>
  <w:style w:type="paragraph" w:customStyle="1" w:styleId="D6FF100FEBE94E0486143F45B0D56562">
    <w:name w:val="D6FF100FEBE94E0486143F45B0D56562"/>
    <w:rsid w:val="00F8137F"/>
  </w:style>
  <w:style w:type="paragraph" w:customStyle="1" w:styleId="B7B21BEFAF9A47FF91D340527239930F9">
    <w:name w:val="B7B21BEFAF9A47FF91D340527239930F9"/>
    <w:rsid w:val="00F8137F"/>
    <w:rPr>
      <w:rFonts w:eastAsiaTheme="minorHAnsi"/>
    </w:rPr>
  </w:style>
  <w:style w:type="paragraph" w:customStyle="1" w:styleId="BBF2598529C648C8B421817BB8E145009">
    <w:name w:val="BBF2598529C648C8B421817BB8E145009"/>
    <w:rsid w:val="00F8137F"/>
    <w:rPr>
      <w:rFonts w:eastAsiaTheme="minorHAnsi"/>
    </w:rPr>
  </w:style>
  <w:style w:type="paragraph" w:customStyle="1" w:styleId="385690641F024236BF75E9A475E9B4599">
    <w:name w:val="385690641F024236BF75E9A475E9B4599"/>
    <w:rsid w:val="00F8137F"/>
    <w:rPr>
      <w:rFonts w:eastAsiaTheme="minorHAnsi"/>
    </w:rPr>
  </w:style>
  <w:style w:type="paragraph" w:customStyle="1" w:styleId="246638892F4F48BEBB1C8BEB129930809">
    <w:name w:val="246638892F4F48BEBB1C8BEB129930809"/>
    <w:rsid w:val="00F8137F"/>
    <w:rPr>
      <w:rFonts w:eastAsiaTheme="minorHAnsi"/>
    </w:rPr>
  </w:style>
  <w:style w:type="paragraph" w:customStyle="1" w:styleId="3D3AF3D06AF14BFC8D9CE0975BC7EB127">
    <w:name w:val="3D3AF3D06AF14BFC8D9CE0975BC7EB127"/>
    <w:rsid w:val="00F8137F"/>
    <w:rPr>
      <w:rFonts w:eastAsiaTheme="minorHAnsi"/>
    </w:rPr>
  </w:style>
  <w:style w:type="paragraph" w:customStyle="1" w:styleId="F372B949AA204030AA449D59C52851B78">
    <w:name w:val="F372B949AA204030AA449D59C52851B78"/>
    <w:rsid w:val="00F8137F"/>
    <w:rPr>
      <w:rFonts w:eastAsiaTheme="minorHAnsi"/>
    </w:rPr>
  </w:style>
  <w:style w:type="paragraph" w:customStyle="1" w:styleId="22E661C4A55D4F12AAF5C32866CA6A05">
    <w:name w:val="22E661C4A55D4F12AAF5C32866CA6A05"/>
    <w:rsid w:val="00F8137F"/>
  </w:style>
  <w:style w:type="paragraph" w:customStyle="1" w:styleId="18A669CAACFF4E9FB7EA1D1F436987EF">
    <w:name w:val="18A669CAACFF4E9FB7EA1D1F436987EF"/>
    <w:rsid w:val="00F8137F"/>
  </w:style>
  <w:style w:type="paragraph" w:customStyle="1" w:styleId="B18C3879B89941BDA415FDAB7F00C2A9">
    <w:name w:val="B18C3879B89941BDA415FDAB7F00C2A9"/>
    <w:rsid w:val="00F8137F"/>
  </w:style>
  <w:style w:type="paragraph" w:customStyle="1" w:styleId="2B322D8CAAB84840B5B5984E5A6F3A52">
    <w:name w:val="2B322D8CAAB84840B5B5984E5A6F3A52"/>
    <w:rsid w:val="00F8137F"/>
  </w:style>
  <w:style w:type="paragraph" w:customStyle="1" w:styleId="EE5E52B47A584861A07D7FEB69150FB1">
    <w:name w:val="EE5E52B47A584861A07D7FEB69150FB1"/>
    <w:rsid w:val="00F8137F"/>
  </w:style>
  <w:style w:type="paragraph" w:customStyle="1" w:styleId="2495509B37CA465CB5D5AF03B7847044">
    <w:name w:val="2495509B37CA465CB5D5AF03B7847044"/>
    <w:rsid w:val="00F8137F"/>
  </w:style>
  <w:style w:type="paragraph" w:customStyle="1" w:styleId="C474010B889D4485BD5F84E5ACCF085E">
    <w:name w:val="C474010B889D4485BD5F84E5ACCF085E"/>
    <w:rsid w:val="00F8137F"/>
  </w:style>
  <w:style w:type="paragraph" w:customStyle="1" w:styleId="D3F55E467B4B4D5DB6C0D6BE4A8DADF3">
    <w:name w:val="D3F55E467B4B4D5DB6C0D6BE4A8DADF3"/>
    <w:rsid w:val="00F8137F"/>
  </w:style>
  <w:style w:type="paragraph" w:customStyle="1" w:styleId="C2570B1B6E5342F0B61C95CBC9B27A43">
    <w:name w:val="C2570B1B6E5342F0B61C95CBC9B27A43"/>
    <w:rsid w:val="00F8137F"/>
  </w:style>
  <w:style w:type="paragraph" w:customStyle="1" w:styleId="35A54CFE4CEF47A993E791C7131139D8">
    <w:name w:val="35A54CFE4CEF47A993E791C7131139D8"/>
    <w:rsid w:val="00F8137F"/>
  </w:style>
  <w:style w:type="paragraph" w:customStyle="1" w:styleId="0D5E81C8FE184643AE3B2D3BF4D42A66">
    <w:name w:val="0D5E81C8FE184643AE3B2D3BF4D42A66"/>
    <w:rsid w:val="00F8137F"/>
  </w:style>
  <w:style w:type="paragraph" w:customStyle="1" w:styleId="22E661C4A55D4F12AAF5C32866CA6A051">
    <w:name w:val="22E661C4A55D4F12AAF5C32866CA6A051"/>
    <w:rsid w:val="00F8137F"/>
    <w:rPr>
      <w:rFonts w:eastAsiaTheme="minorHAnsi"/>
    </w:rPr>
  </w:style>
  <w:style w:type="paragraph" w:customStyle="1" w:styleId="B7B21BEFAF9A47FF91D340527239930F10">
    <w:name w:val="B7B21BEFAF9A47FF91D340527239930F10"/>
    <w:rsid w:val="00F8137F"/>
    <w:rPr>
      <w:rFonts w:eastAsiaTheme="minorHAnsi"/>
    </w:rPr>
  </w:style>
  <w:style w:type="paragraph" w:customStyle="1" w:styleId="BBF2598529C648C8B421817BB8E1450010">
    <w:name w:val="BBF2598529C648C8B421817BB8E1450010"/>
    <w:rsid w:val="00F8137F"/>
    <w:rPr>
      <w:rFonts w:eastAsiaTheme="minorHAnsi"/>
    </w:rPr>
  </w:style>
  <w:style w:type="paragraph" w:customStyle="1" w:styleId="385690641F024236BF75E9A475E9B45910">
    <w:name w:val="385690641F024236BF75E9A475E9B45910"/>
    <w:rsid w:val="00F8137F"/>
    <w:rPr>
      <w:rFonts w:eastAsiaTheme="minorHAnsi"/>
    </w:rPr>
  </w:style>
  <w:style w:type="paragraph" w:customStyle="1" w:styleId="246638892F4F48BEBB1C8BEB1299308010">
    <w:name w:val="246638892F4F48BEBB1C8BEB1299308010"/>
    <w:rsid w:val="00F8137F"/>
    <w:rPr>
      <w:rFonts w:eastAsiaTheme="minorHAnsi"/>
    </w:rPr>
  </w:style>
  <w:style w:type="paragraph" w:customStyle="1" w:styleId="3D3AF3D06AF14BFC8D9CE0975BC7EB128">
    <w:name w:val="3D3AF3D06AF14BFC8D9CE0975BC7EB128"/>
    <w:rsid w:val="00F8137F"/>
    <w:rPr>
      <w:rFonts w:eastAsiaTheme="minorHAnsi"/>
    </w:rPr>
  </w:style>
  <w:style w:type="paragraph" w:customStyle="1" w:styleId="F372B949AA204030AA449D59C52851B79">
    <w:name w:val="F372B949AA204030AA449D59C52851B79"/>
    <w:rsid w:val="00F8137F"/>
    <w:rPr>
      <w:rFonts w:eastAsiaTheme="minorHAnsi"/>
    </w:rPr>
  </w:style>
  <w:style w:type="paragraph" w:customStyle="1" w:styleId="B16417A94222454EA75E0A089A57FFAB">
    <w:name w:val="B16417A94222454EA75E0A089A57FFAB"/>
    <w:rsid w:val="00F8137F"/>
    <w:rPr>
      <w:rFonts w:eastAsiaTheme="minorHAnsi"/>
    </w:rPr>
  </w:style>
  <w:style w:type="paragraph" w:customStyle="1" w:styleId="B7B21BEFAF9A47FF91D340527239930F11">
    <w:name w:val="B7B21BEFAF9A47FF91D340527239930F11"/>
    <w:rsid w:val="00F8137F"/>
    <w:rPr>
      <w:rFonts w:eastAsiaTheme="minorHAnsi"/>
    </w:rPr>
  </w:style>
  <w:style w:type="paragraph" w:customStyle="1" w:styleId="BBF2598529C648C8B421817BB8E1450011">
    <w:name w:val="BBF2598529C648C8B421817BB8E1450011"/>
    <w:rsid w:val="00F8137F"/>
    <w:rPr>
      <w:rFonts w:eastAsiaTheme="minorHAnsi"/>
    </w:rPr>
  </w:style>
  <w:style w:type="paragraph" w:customStyle="1" w:styleId="385690641F024236BF75E9A475E9B45911">
    <w:name w:val="385690641F024236BF75E9A475E9B45911"/>
    <w:rsid w:val="00F8137F"/>
    <w:rPr>
      <w:rFonts w:eastAsiaTheme="minorHAnsi"/>
    </w:rPr>
  </w:style>
  <w:style w:type="paragraph" w:customStyle="1" w:styleId="246638892F4F48BEBB1C8BEB1299308011">
    <w:name w:val="246638892F4F48BEBB1C8BEB1299308011"/>
    <w:rsid w:val="00F8137F"/>
    <w:rPr>
      <w:rFonts w:eastAsiaTheme="minorHAnsi"/>
    </w:rPr>
  </w:style>
  <w:style w:type="paragraph" w:customStyle="1" w:styleId="3D3AF3D06AF14BFC8D9CE0975BC7EB129">
    <w:name w:val="3D3AF3D06AF14BFC8D9CE0975BC7EB129"/>
    <w:rsid w:val="00F8137F"/>
    <w:rPr>
      <w:rFonts w:eastAsiaTheme="minorHAnsi"/>
    </w:rPr>
  </w:style>
  <w:style w:type="paragraph" w:customStyle="1" w:styleId="F372B949AA204030AA449D59C52851B710">
    <w:name w:val="F372B949AA204030AA449D59C52851B710"/>
    <w:rsid w:val="00F8137F"/>
    <w:rPr>
      <w:rFonts w:eastAsiaTheme="minorHAnsi"/>
    </w:rPr>
  </w:style>
  <w:style w:type="paragraph" w:customStyle="1" w:styleId="010D8F123CF24EC8AC544847FC799188">
    <w:name w:val="010D8F123CF24EC8AC544847FC799188"/>
    <w:rsid w:val="00F8137F"/>
  </w:style>
  <w:style w:type="paragraph" w:customStyle="1" w:styleId="B7B21BEFAF9A47FF91D340527239930F12">
    <w:name w:val="B7B21BEFAF9A47FF91D340527239930F12"/>
    <w:rsid w:val="00F8137F"/>
    <w:rPr>
      <w:rFonts w:eastAsiaTheme="minorHAnsi"/>
    </w:rPr>
  </w:style>
  <w:style w:type="paragraph" w:customStyle="1" w:styleId="BBF2598529C648C8B421817BB8E1450012">
    <w:name w:val="BBF2598529C648C8B421817BB8E1450012"/>
    <w:rsid w:val="00F8137F"/>
    <w:rPr>
      <w:rFonts w:eastAsiaTheme="minorHAnsi"/>
    </w:rPr>
  </w:style>
  <w:style w:type="paragraph" w:customStyle="1" w:styleId="385690641F024236BF75E9A475E9B45912">
    <w:name w:val="385690641F024236BF75E9A475E9B45912"/>
    <w:rsid w:val="00F8137F"/>
    <w:rPr>
      <w:rFonts w:eastAsiaTheme="minorHAnsi"/>
    </w:rPr>
  </w:style>
  <w:style w:type="paragraph" w:customStyle="1" w:styleId="246638892F4F48BEBB1C8BEB1299308012">
    <w:name w:val="246638892F4F48BEBB1C8BEB1299308012"/>
    <w:rsid w:val="00F8137F"/>
    <w:rPr>
      <w:rFonts w:eastAsiaTheme="minorHAnsi"/>
    </w:rPr>
  </w:style>
  <w:style w:type="paragraph" w:customStyle="1" w:styleId="3D3AF3D06AF14BFC8D9CE0975BC7EB1210">
    <w:name w:val="3D3AF3D06AF14BFC8D9CE0975BC7EB1210"/>
    <w:rsid w:val="00F8137F"/>
    <w:rPr>
      <w:rFonts w:eastAsiaTheme="minorHAnsi"/>
    </w:rPr>
  </w:style>
  <w:style w:type="paragraph" w:customStyle="1" w:styleId="F372B949AA204030AA449D59C52851B711">
    <w:name w:val="F372B949AA204030AA449D59C52851B711"/>
    <w:rsid w:val="00F8137F"/>
    <w:rPr>
      <w:rFonts w:eastAsiaTheme="minorHAnsi"/>
    </w:rPr>
  </w:style>
  <w:style w:type="paragraph" w:customStyle="1" w:styleId="477558B627B34F5695C7A6B2B7C7C429">
    <w:name w:val="477558B627B34F5695C7A6B2B7C7C429"/>
    <w:rsid w:val="00F8137F"/>
  </w:style>
  <w:style w:type="paragraph" w:customStyle="1" w:styleId="272520B05C1F48819DE8F62188003535">
    <w:name w:val="272520B05C1F48819DE8F62188003535"/>
    <w:rsid w:val="00F8137F"/>
  </w:style>
  <w:style w:type="paragraph" w:customStyle="1" w:styleId="EAADEDF9AE80477B9F1174108E966AB9">
    <w:name w:val="EAADEDF9AE80477B9F1174108E966AB9"/>
    <w:rsid w:val="00F8137F"/>
  </w:style>
  <w:style w:type="paragraph" w:customStyle="1" w:styleId="B7B21BEFAF9A47FF91D340527239930F13">
    <w:name w:val="B7B21BEFAF9A47FF91D340527239930F13"/>
    <w:rsid w:val="00F8137F"/>
    <w:rPr>
      <w:rFonts w:eastAsiaTheme="minorHAnsi"/>
    </w:rPr>
  </w:style>
  <w:style w:type="paragraph" w:customStyle="1" w:styleId="BBF2598529C648C8B421817BB8E1450013">
    <w:name w:val="BBF2598529C648C8B421817BB8E1450013"/>
    <w:rsid w:val="00F8137F"/>
    <w:rPr>
      <w:rFonts w:eastAsiaTheme="minorHAnsi"/>
    </w:rPr>
  </w:style>
  <w:style w:type="paragraph" w:customStyle="1" w:styleId="385690641F024236BF75E9A475E9B45913">
    <w:name w:val="385690641F024236BF75E9A475E9B45913"/>
    <w:rsid w:val="00F8137F"/>
    <w:rPr>
      <w:rFonts w:eastAsiaTheme="minorHAnsi"/>
    </w:rPr>
  </w:style>
  <w:style w:type="paragraph" w:customStyle="1" w:styleId="246638892F4F48BEBB1C8BEB1299308013">
    <w:name w:val="246638892F4F48BEBB1C8BEB1299308013"/>
    <w:rsid w:val="00F8137F"/>
    <w:rPr>
      <w:rFonts w:eastAsiaTheme="minorHAnsi"/>
    </w:rPr>
  </w:style>
  <w:style w:type="paragraph" w:customStyle="1" w:styleId="3D3AF3D06AF14BFC8D9CE0975BC7EB1211">
    <w:name w:val="3D3AF3D06AF14BFC8D9CE0975BC7EB1211"/>
    <w:rsid w:val="00F8137F"/>
    <w:rPr>
      <w:rFonts w:eastAsiaTheme="minorHAnsi"/>
    </w:rPr>
  </w:style>
  <w:style w:type="paragraph" w:customStyle="1" w:styleId="F372B949AA204030AA449D59C52851B712">
    <w:name w:val="F372B949AA204030AA449D59C52851B712"/>
    <w:rsid w:val="00F8137F"/>
    <w:rPr>
      <w:rFonts w:eastAsiaTheme="minorHAnsi"/>
    </w:rPr>
  </w:style>
  <w:style w:type="paragraph" w:customStyle="1" w:styleId="B7B21BEFAF9A47FF91D340527239930F14">
    <w:name w:val="B7B21BEFAF9A47FF91D340527239930F14"/>
    <w:rsid w:val="00DC774E"/>
    <w:rPr>
      <w:rFonts w:eastAsiaTheme="minorHAnsi"/>
    </w:rPr>
  </w:style>
  <w:style w:type="paragraph" w:customStyle="1" w:styleId="BBF2598529C648C8B421817BB8E1450014">
    <w:name w:val="BBF2598529C648C8B421817BB8E1450014"/>
    <w:rsid w:val="00DC774E"/>
    <w:rPr>
      <w:rFonts w:eastAsiaTheme="minorHAnsi"/>
    </w:rPr>
  </w:style>
  <w:style w:type="paragraph" w:customStyle="1" w:styleId="385690641F024236BF75E9A475E9B45914">
    <w:name w:val="385690641F024236BF75E9A475E9B45914"/>
    <w:rsid w:val="00DC774E"/>
    <w:rPr>
      <w:rFonts w:eastAsiaTheme="minorHAnsi"/>
    </w:rPr>
  </w:style>
  <w:style w:type="paragraph" w:customStyle="1" w:styleId="246638892F4F48BEBB1C8BEB1299308014">
    <w:name w:val="246638892F4F48BEBB1C8BEB1299308014"/>
    <w:rsid w:val="00DC774E"/>
    <w:rPr>
      <w:rFonts w:eastAsiaTheme="minorHAnsi"/>
    </w:rPr>
  </w:style>
  <w:style w:type="paragraph" w:customStyle="1" w:styleId="3D3AF3D06AF14BFC8D9CE0975BC7EB1212">
    <w:name w:val="3D3AF3D06AF14BFC8D9CE0975BC7EB1212"/>
    <w:rsid w:val="00DC774E"/>
    <w:rPr>
      <w:rFonts w:eastAsiaTheme="minorHAnsi"/>
    </w:rPr>
  </w:style>
  <w:style w:type="paragraph" w:customStyle="1" w:styleId="F372B949AA204030AA449D59C52851B713">
    <w:name w:val="F372B949AA204030AA449D59C52851B713"/>
    <w:rsid w:val="00DC774E"/>
    <w:rPr>
      <w:rFonts w:eastAsiaTheme="minorHAnsi"/>
    </w:rPr>
  </w:style>
  <w:style w:type="paragraph" w:customStyle="1" w:styleId="B18C3879B89941BDA415FDAB7F00C2A91">
    <w:name w:val="B18C3879B89941BDA415FDAB7F00C2A91"/>
    <w:rsid w:val="00DC774E"/>
    <w:rPr>
      <w:rFonts w:eastAsiaTheme="minorHAnsi"/>
    </w:rPr>
  </w:style>
  <w:style w:type="paragraph" w:customStyle="1" w:styleId="B7B21BEFAF9A47FF91D340527239930F15">
    <w:name w:val="B7B21BEFAF9A47FF91D340527239930F15"/>
    <w:rsid w:val="00DC774E"/>
    <w:rPr>
      <w:rFonts w:eastAsiaTheme="minorHAnsi"/>
    </w:rPr>
  </w:style>
  <w:style w:type="paragraph" w:customStyle="1" w:styleId="BBF2598529C648C8B421817BB8E1450015">
    <w:name w:val="BBF2598529C648C8B421817BB8E1450015"/>
    <w:rsid w:val="00DC774E"/>
    <w:rPr>
      <w:rFonts w:eastAsiaTheme="minorHAnsi"/>
    </w:rPr>
  </w:style>
  <w:style w:type="paragraph" w:customStyle="1" w:styleId="385690641F024236BF75E9A475E9B45915">
    <w:name w:val="385690641F024236BF75E9A475E9B45915"/>
    <w:rsid w:val="00DC774E"/>
    <w:rPr>
      <w:rFonts w:eastAsiaTheme="minorHAnsi"/>
    </w:rPr>
  </w:style>
  <w:style w:type="paragraph" w:customStyle="1" w:styleId="246638892F4F48BEBB1C8BEB1299308015">
    <w:name w:val="246638892F4F48BEBB1C8BEB1299308015"/>
    <w:rsid w:val="00DC774E"/>
    <w:rPr>
      <w:rFonts w:eastAsiaTheme="minorHAnsi"/>
    </w:rPr>
  </w:style>
  <w:style w:type="paragraph" w:customStyle="1" w:styleId="3D3AF3D06AF14BFC8D9CE0975BC7EB1213">
    <w:name w:val="3D3AF3D06AF14BFC8D9CE0975BC7EB1213"/>
    <w:rsid w:val="00DC774E"/>
    <w:rPr>
      <w:rFonts w:eastAsiaTheme="minorHAnsi"/>
    </w:rPr>
  </w:style>
  <w:style w:type="paragraph" w:customStyle="1" w:styleId="F372B949AA204030AA449D59C52851B714">
    <w:name w:val="F372B949AA204030AA449D59C52851B714"/>
    <w:rsid w:val="00DC774E"/>
    <w:rPr>
      <w:rFonts w:eastAsiaTheme="minorHAnsi"/>
    </w:rPr>
  </w:style>
  <w:style w:type="paragraph" w:customStyle="1" w:styleId="B18C3879B89941BDA415FDAB7F00C2A92">
    <w:name w:val="B18C3879B89941BDA415FDAB7F00C2A92"/>
    <w:rsid w:val="00DC774E"/>
    <w:rPr>
      <w:rFonts w:eastAsiaTheme="minorHAnsi"/>
    </w:rPr>
  </w:style>
  <w:style w:type="paragraph" w:customStyle="1" w:styleId="B7B21BEFAF9A47FF91D340527239930F16">
    <w:name w:val="B7B21BEFAF9A47FF91D340527239930F16"/>
    <w:rsid w:val="00DC774E"/>
    <w:rPr>
      <w:rFonts w:eastAsiaTheme="minorHAnsi"/>
    </w:rPr>
  </w:style>
  <w:style w:type="paragraph" w:customStyle="1" w:styleId="BBF2598529C648C8B421817BB8E1450016">
    <w:name w:val="BBF2598529C648C8B421817BB8E1450016"/>
    <w:rsid w:val="00DC774E"/>
    <w:rPr>
      <w:rFonts w:eastAsiaTheme="minorHAnsi"/>
    </w:rPr>
  </w:style>
  <w:style w:type="paragraph" w:customStyle="1" w:styleId="385690641F024236BF75E9A475E9B45916">
    <w:name w:val="385690641F024236BF75E9A475E9B45916"/>
    <w:rsid w:val="00DC774E"/>
    <w:rPr>
      <w:rFonts w:eastAsiaTheme="minorHAnsi"/>
    </w:rPr>
  </w:style>
  <w:style w:type="paragraph" w:customStyle="1" w:styleId="246638892F4F48BEBB1C8BEB1299308016">
    <w:name w:val="246638892F4F48BEBB1C8BEB1299308016"/>
    <w:rsid w:val="00DC774E"/>
    <w:rPr>
      <w:rFonts w:eastAsiaTheme="minorHAnsi"/>
    </w:rPr>
  </w:style>
  <w:style w:type="paragraph" w:customStyle="1" w:styleId="3D3AF3D06AF14BFC8D9CE0975BC7EB1214">
    <w:name w:val="3D3AF3D06AF14BFC8D9CE0975BC7EB1214"/>
    <w:rsid w:val="00DC774E"/>
    <w:rPr>
      <w:rFonts w:eastAsiaTheme="minorHAnsi"/>
    </w:rPr>
  </w:style>
  <w:style w:type="paragraph" w:customStyle="1" w:styleId="F372B949AA204030AA449D59C52851B715">
    <w:name w:val="F372B949AA204030AA449D59C52851B715"/>
    <w:rsid w:val="00DC774E"/>
    <w:rPr>
      <w:rFonts w:eastAsiaTheme="minorHAnsi"/>
    </w:rPr>
  </w:style>
  <w:style w:type="paragraph" w:customStyle="1" w:styleId="61B35FBBC2344BEAAF5BEF3F05C548F9">
    <w:name w:val="61B35FBBC2344BEAAF5BEF3F05C548F9"/>
    <w:rsid w:val="00DC774E"/>
  </w:style>
  <w:style w:type="paragraph" w:customStyle="1" w:styleId="4428DADA0903496B951952B928BA67BB">
    <w:name w:val="4428DADA0903496B951952B928BA67BB"/>
    <w:rsid w:val="00DC774E"/>
  </w:style>
  <w:style w:type="paragraph" w:customStyle="1" w:styleId="E6E57927456448FA93AE0703B4BC4DE4">
    <w:name w:val="E6E57927456448FA93AE0703B4BC4DE4"/>
    <w:rsid w:val="00DC774E"/>
  </w:style>
  <w:style w:type="paragraph" w:customStyle="1" w:styleId="B18C3879B89941BDA415FDAB7F00C2A93">
    <w:name w:val="B18C3879B89941BDA415FDAB7F00C2A93"/>
    <w:rsid w:val="00DC774E"/>
    <w:rPr>
      <w:rFonts w:eastAsiaTheme="minorHAnsi"/>
    </w:rPr>
  </w:style>
  <w:style w:type="paragraph" w:customStyle="1" w:styleId="61B35FBBC2344BEAAF5BEF3F05C548F91">
    <w:name w:val="61B35FBBC2344BEAAF5BEF3F05C548F91"/>
    <w:rsid w:val="00DC774E"/>
    <w:rPr>
      <w:rFonts w:eastAsiaTheme="minorHAnsi"/>
    </w:rPr>
  </w:style>
  <w:style w:type="paragraph" w:customStyle="1" w:styleId="4428DADA0903496B951952B928BA67BB1">
    <w:name w:val="4428DADA0903496B951952B928BA67BB1"/>
    <w:rsid w:val="00DC774E"/>
    <w:rPr>
      <w:rFonts w:eastAsiaTheme="minorHAnsi"/>
    </w:rPr>
  </w:style>
  <w:style w:type="paragraph" w:customStyle="1" w:styleId="E6E57927456448FA93AE0703B4BC4DE41">
    <w:name w:val="E6E57927456448FA93AE0703B4BC4DE41"/>
    <w:rsid w:val="00DC774E"/>
    <w:rPr>
      <w:rFonts w:eastAsiaTheme="minorHAnsi"/>
    </w:rPr>
  </w:style>
  <w:style w:type="paragraph" w:customStyle="1" w:styleId="B7B21BEFAF9A47FF91D340527239930F17">
    <w:name w:val="B7B21BEFAF9A47FF91D340527239930F17"/>
    <w:rsid w:val="00DC774E"/>
    <w:rPr>
      <w:rFonts w:eastAsiaTheme="minorHAnsi"/>
    </w:rPr>
  </w:style>
  <w:style w:type="paragraph" w:customStyle="1" w:styleId="BBF2598529C648C8B421817BB8E1450017">
    <w:name w:val="BBF2598529C648C8B421817BB8E1450017"/>
    <w:rsid w:val="00DC774E"/>
    <w:rPr>
      <w:rFonts w:eastAsiaTheme="minorHAnsi"/>
    </w:rPr>
  </w:style>
  <w:style w:type="paragraph" w:customStyle="1" w:styleId="385690641F024236BF75E9A475E9B45917">
    <w:name w:val="385690641F024236BF75E9A475E9B45917"/>
    <w:rsid w:val="00DC774E"/>
    <w:rPr>
      <w:rFonts w:eastAsiaTheme="minorHAnsi"/>
    </w:rPr>
  </w:style>
  <w:style w:type="paragraph" w:customStyle="1" w:styleId="246638892F4F48BEBB1C8BEB1299308017">
    <w:name w:val="246638892F4F48BEBB1C8BEB1299308017"/>
    <w:rsid w:val="00DC774E"/>
    <w:rPr>
      <w:rFonts w:eastAsiaTheme="minorHAnsi"/>
    </w:rPr>
  </w:style>
  <w:style w:type="paragraph" w:customStyle="1" w:styleId="3D3AF3D06AF14BFC8D9CE0975BC7EB1215">
    <w:name w:val="3D3AF3D06AF14BFC8D9CE0975BC7EB1215"/>
    <w:rsid w:val="00DC774E"/>
    <w:rPr>
      <w:rFonts w:eastAsiaTheme="minorHAnsi"/>
    </w:rPr>
  </w:style>
  <w:style w:type="paragraph" w:customStyle="1" w:styleId="F372B949AA204030AA449D59C52851B716">
    <w:name w:val="F372B949AA204030AA449D59C52851B716"/>
    <w:rsid w:val="00DC774E"/>
    <w:rPr>
      <w:rFonts w:eastAsiaTheme="minorHAnsi"/>
    </w:rPr>
  </w:style>
  <w:style w:type="paragraph" w:customStyle="1" w:styleId="272520B05C1F48819DE8F621880035351">
    <w:name w:val="272520B05C1F48819DE8F621880035351"/>
    <w:rsid w:val="00DC774E"/>
    <w:rPr>
      <w:rFonts w:eastAsiaTheme="minorHAnsi"/>
    </w:rPr>
  </w:style>
  <w:style w:type="paragraph" w:customStyle="1" w:styleId="010D8F123CF24EC8AC544847FC7991881">
    <w:name w:val="010D8F123CF24EC8AC544847FC7991881"/>
    <w:rsid w:val="00DC774E"/>
    <w:rPr>
      <w:rFonts w:eastAsiaTheme="minorHAnsi"/>
    </w:rPr>
  </w:style>
  <w:style w:type="paragraph" w:customStyle="1" w:styleId="18A669CAACFF4E9FB7EA1D1F436987EF1">
    <w:name w:val="18A669CAACFF4E9FB7EA1D1F436987EF1"/>
    <w:rsid w:val="00DC774E"/>
    <w:rPr>
      <w:rFonts w:eastAsiaTheme="minorHAnsi"/>
    </w:rPr>
  </w:style>
  <w:style w:type="paragraph" w:customStyle="1" w:styleId="B18C3879B89941BDA415FDAB7F00C2A94">
    <w:name w:val="B18C3879B89941BDA415FDAB7F00C2A94"/>
    <w:rsid w:val="00DC774E"/>
    <w:rPr>
      <w:rFonts w:eastAsiaTheme="minorHAnsi"/>
    </w:rPr>
  </w:style>
  <w:style w:type="paragraph" w:customStyle="1" w:styleId="61B35FBBC2344BEAAF5BEF3F05C548F92">
    <w:name w:val="61B35FBBC2344BEAAF5BEF3F05C548F92"/>
    <w:rsid w:val="00DC774E"/>
    <w:rPr>
      <w:rFonts w:eastAsiaTheme="minorHAnsi"/>
    </w:rPr>
  </w:style>
  <w:style w:type="paragraph" w:customStyle="1" w:styleId="4428DADA0903496B951952B928BA67BB2">
    <w:name w:val="4428DADA0903496B951952B928BA67BB2"/>
    <w:rsid w:val="00DC774E"/>
    <w:rPr>
      <w:rFonts w:eastAsiaTheme="minorHAnsi"/>
    </w:rPr>
  </w:style>
  <w:style w:type="paragraph" w:customStyle="1" w:styleId="E6E57927456448FA93AE0703B4BC4DE42">
    <w:name w:val="E6E57927456448FA93AE0703B4BC4DE42"/>
    <w:rsid w:val="00DC774E"/>
    <w:rPr>
      <w:rFonts w:eastAsiaTheme="minorHAnsi"/>
    </w:rPr>
  </w:style>
  <w:style w:type="paragraph" w:customStyle="1" w:styleId="B7B21BEFAF9A47FF91D340527239930F18">
    <w:name w:val="B7B21BEFAF9A47FF91D340527239930F18"/>
    <w:rsid w:val="00DC774E"/>
    <w:rPr>
      <w:rFonts w:eastAsiaTheme="minorHAnsi"/>
    </w:rPr>
  </w:style>
  <w:style w:type="paragraph" w:customStyle="1" w:styleId="BBF2598529C648C8B421817BB8E1450018">
    <w:name w:val="BBF2598529C648C8B421817BB8E1450018"/>
    <w:rsid w:val="00DC774E"/>
    <w:rPr>
      <w:rFonts w:eastAsiaTheme="minorHAnsi"/>
    </w:rPr>
  </w:style>
  <w:style w:type="paragraph" w:customStyle="1" w:styleId="385690641F024236BF75E9A475E9B45918">
    <w:name w:val="385690641F024236BF75E9A475E9B45918"/>
    <w:rsid w:val="00DC774E"/>
    <w:rPr>
      <w:rFonts w:eastAsiaTheme="minorHAnsi"/>
    </w:rPr>
  </w:style>
  <w:style w:type="paragraph" w:customStyle="1" w:styleId="246638892F4F48BEBB1C8BEB1299308018">
    <w:name w:val="246638892F4F48BEBB1C8BEB1299308018"/>
    <w:rsid w:val="00DC774E"/>
    <w:rPr>
      <w:rFonts w:eastAsiaTheme="minorHAnsi"/>
    </w:rPr>
  </w:style>
  <w:style w:type="paragraph" w:customStyle="1" w:styleId="3D3AF3D06AF14BFC8D9CE0975BC7EB1216">
    <w:name w:val="3D3AF3D06AF14BFC8D9CE0975BC7EB1216"/>
    <w:rsid w:val="00DC774E"/>
    <w:rPr>
      <w:rFonts w:eastAsiaTheme="minorHAnsi"/>
    </w:rPr>
  </w:style>
  <w:style w:type="paragraph" w:customStyle="1" w:styleId="F372B949AA204030AA449D59C52851B717">
    <w:name w:val="F372B949AA204030AA449D59C52851B717"/>
    <w:rsid w:val="00DC774E"/>
    <w:rPr>
      <w:rFonts w:eastAsiaTheme="minorHAnsi"/>
    </w:rPr>
  </w:style>
  <w:style w:type="paragraph" w:customStyle="1" w:styleId="EAADEDF9AE80477B9F1174108E966AB91">
    <w:name w:val="EAADEDF9AE80477B9F1174108E966AB91"/>
    <w:rsid w:val="00DC774E"/>
    <w:rPr>
      <w:rFonts w:eastAsiaTheme="minorHAnsi"/>
    </w:rPr>
  </w:style>
  <w:style w:type="paragraph" w:customStyle="1" w:styleId="272520B05C1F48819DE8F621880035352">
    <w:name w:val="272520B05C1F48819DE8F621880035352"/>
    <w:rsid w:val="00DC774E"/>
    <w:rPr>
      <w:rFonts w:eastAsiaTheme="minorHAnsi"/>
    </w:rPr>
  </w:style>
  <w:style w:type="paragraph" w:customStyle="1" w:styleId="22E661C4A55D4F12AAF5C32866CA6A052">
    <w:name w:val="22E661C4A55D4F12AAF5C32866CA6A052"/>
    <w:rsid w:val="00DC774E"/>
    <w:rPr>
      <w:rFonts w:eastAsiaTheme="minorHAnsi"/>
    </w:rPr>
  </w:style>
  <w:style w:type="paragraph" w:customStyle="1" w:styleId="EAADEDF9AE80477B9F1174108E966AB92">
    <w:name w:val="EAADEDF9AE80477B9F1174108E966AB92"/>
    <w:rsid w:val="00DC774E"/>
    <w:rPr>
      <w:rFonts w:eastAsiaTheme="minorHAnsi"/>
    </w:rPr>
  </w:style>
  <w:style w:type="paragraph" w:customStyle="1" w:styleId="272520B05C1F48819DE8F621880035353">
    <w:name w:val="272520B05C1F48819DE8F621880035353"/>
    <w:rsid w:val="00DC774E"/>
    <w:rPr>
      <w:rFonts w:eastAsiaTheme="minorHAnsi"/>
    </w:rPr>
  </w:style>
  <w:style w:type="paragraph" w:customStyle="1" w:styleId="22E661C4A55D4F12AAF5C32866CA6A053">
    <w:name w:val="22E661C4A55D4F12AAF5C32866CA6A053"/>
    <w:rsid w:val="00DC774E"/>
    <w:rPr>
      <w:rFonts w:eastAsiaTheme="minorHAnsi"/>
    </w:rPr>
  </w:style>
  <w:style w:type="paragraph" w:customStyle="1" w:styleId="EAADEDF9AE80477B9F1174108E966AB93">
    <w:name w:val="EAADEDF9AE80477B9F1174108E966AB93"/>
    <w:rsid w:val="00DC774E"/>
    <w:rPr>
      <w:rFonts w:eastAsiaTheme="minorHAnsi"/>
    </w:rPr>
  </w:style>
  <w:style w:type="paragraph" w:customStyle="1" w:styleId="272520B05C1F48819DE8F621880035354">
    <w:name w:val="272520B05C1F48819DE8F621880035354"/>
    <w:rsid w:val="00DC774E"/>
    <w:rPr>
      <w:rFonts w:eastAsiaTheme="minorHAnsi"/>
    </w:rPr>
  </w:style>
  <w:style w:type="paragraph" w:customStyle="1" w:styleId="22E661C4A55D4F12AAF5C32866CA6A054">
    <w:name w:val="22E661C4A55D4F12AAF5C32866CA6A054"/>
    <w:rsid w:val="00DC774E"/>
    <w:rPr>
      <w:rFonts w:eastAsiaTheme="minorHAnsi"/>
    </w:rPr>
  </w:style>
  <w:style w:type="paragraph" w:customStyle="1" w:styleId="010D8F123CF24EC8AC544847FC7991882">
    <w:name w:val="010D8F123CF24EC8AC544847FC7991882"/>
    <w:rsid w:val="00DC774E"/>
    <w:rPr>
      <w:rFonts w:eastAsiaTheme="minorHAnsi"/>
    </w:rPr>
  </w:style>
  <w:style w:type="paragraph" w:customStyle="1" w:styleId="18A669CAACFF4E9FB7EA1D1F436987EF2">
    <w:name w:val="18A669CAACFF4E9FB7EA1D1F436987EF2"/>
    <w:rsid w:val="00DC774E"/>
    <w:rPr>
      <w:rFonts w:eastAsiaTheme="minorHAnsi"/>
    </w:rPr>
  </w:style>
  <w:style w:type="paragraph" w:customStyle="1" w:styleId="B18C3879B89941BDA415FDAB7F00C2A95">
    <w:name w:val="B18C3879B89941BDA415FDAB7F00C2A95"/>
    <w:rsid w:val="00DC774E"/>
    <w:rPr>
      <w:rFonts w:eastAsiaTheme="minorHAnsi"/>
    </w:rPr>
  </w:style>
  <w:style w:type="paragraph" w:customStyle="1" w:styleId="61B35FBBC2344BEAAF5BEF3F05C548F93">
    <w:name w:val="61B35FBBC2344BEAAF5BEF3F05C548F93"/>
    <w:rsid w:val="00DC774E"/>
    <w:rPr>
      <w:rFonts w:eastAsiaTheme="minorHAnsi"/>
    </w:rPr>
  </w:style>
  <w:style w:type="paragraph" w:customStyle="1" w:styleId="4428DADA0903496B951952B928BA67BB3">
    <w:name w:val="4428DADA0903496B951952B928BA67BB3"/>
    <w:rsid w:val="00DC774E"/>
    <w:rPr>
      <w:rFonts w:eastAsiaTheme="minorHAnsi"/>
    </w:rPr>
  </w:style>
  <w:style w:type="paragraph" w:customStyle="1" w:styleId="E6E57927456448FA93AE0703B4BC4DE43">
    <w:name w:val="E6E57927456448FA93AE0703B4BC4DE43"/>
    <w:rsid w:val="00DC774E"/>
    <w:rPr>
      <w:rFonts w:eastAsiaTheme="minorHAnsi"/>
    </w:rPr>
  </w:style>
  <w:style w:type="paragraph" w:customStyle="1" w:styleId="B7B21BEFAF9A47FF91D340527239930F19">
    <w:name w:val="B7B21BEFAF9A47FF91D340527239930F19"/>
    <w:rsid w:val="00DC774E"/>
    <w:rPr>
      <w:rFonts w:eastAsiaTheme="minorHAnsi"/>
    </w:rPr>
  </w:style>
  <w:style w:type="paragraph" w:customStyle="1" w:styleId="BBF2598529C648C8B421817BB8E1450019">
    <w:name w:val="BBF2598529C648C8B421817BB8E1450019"/>
    <w:rsid w:val="00DC774E"/>
    <w:rPr>
      <w:rFonts w:eastAsiaTheme="minorHAnsi"/>
    </w:rPr>
  </w:style>
  <w:style w:type="paragraph" w:customStyle="1" w:styleId="385690641F024236BF75E9A475E9B45919">
    <w:name w:val="385690641F024236BF75E9A475E9B45919"/>
    <w:rsid w:val="00DC774E"/>
    <w:rPr>
      <w:rFonts w:eastAsiaTheme="minorHAnsi"/>
    </w:rPr>
  </w:style>
  <w:style w:type="paragraph" w:customStyle="1" w:styleId="246638892F4F48BEBB1C8BEB1299308019">
    <w:name w:val="246638892F4F48BEBB1C8BEB1299308019"/>
    <w:rsid w:val="00DC774E"/>
    <w:rPr>
      <w:rFonts w:eastAsiaTheme="minorHAnsi"/>
    </w:rPr>
  </w:style>
  <w:style w:type="paragraph" w:customStyle="1" w:styleId="3D3AF3D06AF14BFC8D9CE0975BC7EB1217">
    <w:name w:val="3D3AF3D06AF14BFC8D9CE0975BC7EB1217"/>
    <w:rsid w:val="00DC774E"/>
    <w:rPr>
      <w:rFonts w:eastAsiaTheme="minorHAnsi"/>
    </w:rPr>
  </w:style>
  <w:style w:type="paragraph" w:customStyle="1" w:styleId="F372B949AA204030AA449D59C52851B718">
    <w:name w:val="F372B949AA204030AA449D59C52851B718"/>
    <w:rsid w:val="00DC774E"/>
    <w:rPr>
      <w:rFonts w:eastAsiaTheme="minorHAnsi"/>
    </w:rPr>
  </w:style>
  <w:style w:type="paragraph" w:customStyle="1" w:styleId="EAADEDF9AE80477B9F1174108E966AB94">
    <w:name w:val="EAADEDF9AE80477B9F1174108E966AB94"/>
    <w:rsid w:val="00DC774E"/>
    <w:rPr>
      <w:rFonts w:eastAsiaTheme="minorHAnsi"/>
    </w:rPr>
  </w:style>
  <w:style w:type="paragraph" w:customStyle="1" w:styleId="272520B05C1F48819DE8F621880035355">
    <w:name w:val="272520B05C1F48819DE8F621880035355"/>
    <w:rsid w:val="00DC774E"/>
    <w:rPr>
      <w:rFonts w:eastAsiaTheme="minorHAnsi"/>
    </w:rPr>
  </w:style>
  <w:style w:type="paragraph" w:customStyle="1" w:styleId="22E661C4A55D4F12AAF5C32866CA6A055">
    <w:name w:val="22E661C4A55D4F12AAF5C32866CA6A055"/>
    <w:rsid w:val="00DC774E"/>
    <w:rPr>
      <w:rFonts w:eastAsiaTheme="minorHAnsi"/>
    </w:rPr>
  </w:style>
  <w:style w:type="paragraph" w:customStyle="1" w:styleId="010D8F123CF24EC8AC544847FC7991883">
    <w:name w:val="010D8F123CF24EC8AC544847FC7991883"/>
    <w:rsid w:val="00DC774E"/>
    <w:rPr>
      <w:rFonts w:eastAsiaTheme="minorHAnsi"/>
    </w:rPr>
  </w:style>
  <w:style w:type="paragraph" w:customStyle="1" w:styleId="18A669CAACFF4E9FB7EA1D1F436987EF3">
    <w:name w:val="18A669CAACFF4E9FB7EA1D1F436987EF3"/>
    <w:rsid w:val="00DC774E"/>
    <w:rPr>
      <w:rFonts w:eastAsiaTheme="minorHAnsi"/>
    </w:rPr>
  </w:style>
  <w:style w:type="paragraph" w:customStyle="1" w:styleId="B18C3879B89941BDA415FDAB7F00C2A96">
    <w:name w:val="B18C3879B89941BDA415FDAB7F00C2A96"/>
    <w:rsid w:val="00DC774E"/>
    <w:rPr>
      <w:rFonts w:eastAsiaTheme="minorHAnsi"/>
    </w:rPr>
  </w:style>
  <w:style w:type="paragraph" w:customStyle="1" w:styleId="61B35FBBC2344BEAAF5BEF3F05C548F94">
    <w:name w:val="61B35FBBC2344BEAAF5BEF3F05C548F94"/>
    <w:rsid w:val="00DC774E"/>
    <w:rPr>
      <w:rFonts w:eastAsiaTheme="minorHAnsi"/>
    </w:rPr>
  </w:style>
  <w:style w:type="paragraph" w:customStyle="1" w:styleId="4428DADA0903496B951952B928BA67BB4">
    <w:name w:val="4428DADA0903496B951952B928BA67BB4"/>
    <w:rsid w:val="00DC774E"/>
    <w:rPr>
      <w:rFonts w:eastAsiaTheme="minorHAnsi"/>
    </w:rPr>
  </w:style>
  <w:style w:type="paragraph" w:customStyle="1" w:styleId="E6E57927456448FA93AE0703B4BC4DE44">
    <w:name w:val="E6E57927456448FA93AE0703B4BC4DE44"/>
    <w:rsid w:val="00DC774E"/>
    <w:rPr>
      <w:rFonts w:eastAsiaTheme="minorHAnsi"/>
    </w:rPr>
  </w:style>
  <w:style w:type="paragraph" w:customStyle="1" w:styleId="B7B21BEFAF9A47FF91D340527239930F20">
    <w:name w:val="B7B21BEFAF9A47FF91D340527239930F20"/>
    <w:rsid w:val="00DC774E"/>
    <w:rPr>
      <w:rFonts w:eastAsiaTheme="minorHAnsi"/>
    </w:rPr>
  </w:style>
  <w:style w:type="paragraph" w:customStyle="1" w:styleId="BBF2598529C648C8B421817BB8E1450020">
    <w:name w:val="BBF2598529C648C8B421817BB8E1450020"/>
    <w:rsid w:val="00DC774E"/>
    <w:rPr>
      <w:rFonts w:eastAsiaTheme="minorHAnsi"/>
    </w:rPr>
  </w:style>
  <w:style w:type="paragraph" w:customStyle="1" w:styleId="385690641F024236BF75E9A475E9B45920">
    <w:name w:val="385690641F024236BF75E9A475E9B45920"/>
    <w:rsid w:val="00DC774E"/>
    <w:rPr>
      <w:rFonts w:eastAsiaTheme="minorHAnsi"/>
    </w:rPr>
  </w:style>
  <w:style w:type="paragraph" w:customStyle="1" w:styleId="246638892F4F48BEBB1C8BEB1299308020">
    <w:name w:val="246638892F4F48BEBB1C8BEB1299308020"/>
    <w:rsid w:val="00DC774E"/>
    <w:rPr>
      <w:rFonts w:eastAsiaTheme="minorHAnsi"/>
    </w:rPr>
  </w:style>
  <w:style w:type="paragraph" w:customStyle="1" w:styleId="3D3AF3D06AF14BFC8D9CE0975BC7EB1218">
    <w:name w:val="3D3AF3D06AF14BFC8D9CE0975BC7EB1218"/>
    <w:rsid w:val="00DC774E"/>
    <w:rPr>
      <w:rFonts w:eastAsiaTheme="minorHAnsi"/>
    </w:rPr>
  </w:style>
  <w:style w:type="paragraph" w:customStyle="1" w:styleId="F372B949AA204030AA449D59C52851B719">
    <w:name w:val="F372B949AA204030AA449D59C52851B719"/>
    <w:rsid w:val="00DC774E"/>
    <w:rPr>
      <w:rFonts w:eastAsiaTheme="minorHAnsi"/>
    </w:rPr>
  </w:style>
  <w:style w:type="paragraph" w:customStyle="1" w:styleId="EAADEDF9AE80477B9F1174108E966AB95">
    <w:name w:val="EAADEDF9AE80477B9F1174108E966AB95"/>
    <w:rsid w:val="00DC774E"/>
    <w:rPr>
      <w:rFonts w:eastAsiaTheme="minorHAnsi"/>
    </w:rPr>
  </w:style>
  <w:style w:type="paragraph" w:customStyle="1" w:styleId="272520B05C1F48819DE8F621880035356">
    <w:name w:val="272520B05C1F48819DE8F621880035356"/>
    <w:rsid w:val="00DC774E"/>
    <w:rPr>
      <w:rFonts w:eastAsiaTheme="minorHAnsi"/>
    </w:rPr>
  </w:style>
  <w:style w:type="paragraph" w:customStyle="1" w:styleId="22E661C4A55D4F12AAF5C32866CA6A056">
    <w:name w:val="22E661C4A55D4F12AAF5C32866CA6A056"/>
    <w:rsid w:val="00DC774E"/>
    <w:rPr>
      <w:rFonts w:eastAsiaTheme="minorHAnsi"/>
    </w:rPr>
  </w:style>
  <w:style w:type="paragraph" w:customStyle="1" w:styleId="010D8F123CF24EC8AC544847FC7991884">
    <w:name w:val="010D8F123CF24EC8AC544847FC7991884"/>
    <w:rsid w:val="00DC774E"/>
    <w:rPr>
      <w:rFonts w:eastAsiaTheme="minorHAnsi"/>
    </w:rPr>
  </w:style>
  <w:style w:type="paragraph" w:customStyle="1" w:styleId="18A669CAACFF4E9FB7EA1D1F436987EF4">
    <w:name w:val="18A669CAACFF4E9FB7EA1D1F436987EF4"/>
    <w:rsid w:val="00DC774E"/>
    <w:rPr>
      <w:rFonts w:eastAsiaTheme="minorHAnsi"/>
    </w:rPr>
  </w:style>
  <w:style w:type="paragraph" w:customStyle="1" w:styleId="B18C3879B89941BDA415FDAB7F00C2A97">
    <w:name w:val="B18C3879B89941BDA415FDAB7F00C2A97"/>
    <w:rsid w:val="00DC774E"/>
    <w:rPr>
      <w:rFonts w:eastAsiaTheme="minorHAnsi"/>
    </w:rPr>
  </w:style>
  <w:style w:type="paragraph" w:customStyle="1" w:styleId="61B35FBBC2344BEAAF5BEF3F05C548F95">
    <w:name w:val="61B35FBBC2344BEAAF5BEF3F05C548F95"/>
    <w:rsid w:val="00DC774E"/>
    <w:rPr>
      <w:rFonts w:eastAsiaTheme="minorHAnsi"/>
    </w:rPr>
  </w:style>
  <w:style w:type="paragraph" w:customStyle="1" w:styleId="4428DADA0903496B951952B928BA67BB5">
    <w:name w:val="4428DADA0903496B951952B928BA67BB5"/>
    <w:rsid w:val="00DC774E"/>
    <w:rPr>
      <w:rFonts w:eastAsiaTheme="minorHAnsi"/>
    </w:rPr>
  </w:style>
  <w:style w:type="paragraph" w:customStyle="1" w:styleId="E6E57927456448FA93AE0703B4BC4DE45">
    <w:name w:val="E6E57927456448FA93AE0703B4BC4DE45"/>
    <w:rsid w:val="00DC774E"/>
    <w:rPr>
      <w:rFonts w:eastAsiaTheme="minorHAnsi"/>
    </w:rPr>
  </w:style>
  <w:style w:type="paragraph" w:customStyle="1" w:styleId="B7B21BEFAF9A47FF91D340527239930F21">
    <w:name w:val="B7B21BEFAF9A47FF91D340527239930F21"/>
    <w:rsid w:val="00DC774E"/>
    <w:rPr>
      <w:rFonts w:eastAsiaTheme="minorHAnsi"/>
    </w:rPr>
  </w:style>
  <w:style w:type="paragraph" w:customStyle="1" w:styleId="BBF2598529C648C8B421817BB8E1450021">
    <w:name w:val="BBF2598529C648C8B421817BB8E1450021"/>
    <w:rsid w:val="00DC774E"/>
    <w:rPr>
      <w:rFonts w:eastAsiaTheme="minorHAnsi"/>
    </w:rPr>
  </w:style>
  <w:style w:type="paragraph" w:customStyle="1" w:styleId="385690641F024236BF75E9A475E9B45921">
    <w:name w:val="385690641F024236BF75E9A475E9B45921"/>
    <w:rsid w:val="00DC774E"/>
    <w:rPr>
      <w:rFonts w:eastAsiaTheme="minorHAnsi"/>
    </w:rPr>
  </w:style>
  <w:style w:type="paragraph" w:customStyle="1" w:styleId="246638892F4F48BEBB1C8BEB1299308021">
    <w:name w:val="246638892F4F48BEBB1C8BEB1299308021"/>
    <w:rsid w:val="00DC774E"/>
    <w:rPr>
      <w:rFonts w:eastAsiaTheme="minorHAnsi"/>
    </w:rPr>
  </w:style>
  <w:style w:type="paragraph" w:customStyle="1" w:styleId="3D3AF3D06AF14BFC8D9CE0975BC7EB1219">
    <w:name w:val="3D3AF3D06AF14BFC8D9CE0975BC7EB1219"/>
    <w:rsid w:val="00DC774E"/>
    <w:rPr>
      <w:rFonts w:eastAsiaTheme="minorHAnsi"/>
    </w:rPr>
  </w:style>
  <w:style w:type="paragraph" w:customStyle="1" w:styleId="F372B949AA204030AA449D59C52851B720">
    <w:name w:val="F372B949AA204030AA449D59C52851B720"/>
    <w:rsid w:val="00DC774E"/>
    <w:rPr>
      <w:rFonts w:eastAsiaTheme="minorHAnsi"/>
    </w:rPr>
  </w:style>
  <w:style w:type="paragraph" w:customStyle="1" w:styleId="EAADEDF9AE80477B9F1174108E966AB96">
    <w:name w:val="EAADEDF9AE80477B9F1174108E966AB96"/>
    <w:rsid w:val="00DC774E"/>
    <w:rPr>
      <w:rFonts w:eastAsiaTheme="minorHAnsi"/>
    </w:rPr>
  </w:style>
  <w:style w:type="paragraph" w:customStyle="1" w:styleId="272520B05C1F48819DE8F621880035357">
    <w:name w:val="272520B05C1F48819DE8F621880035357"/>
    <w:rsid w:val="00DC774E"/>
    <w:rPr>
      <w:rFonts w:eastAsiaTheme="minorHAnsi"/>
    </w:rPr>
  </w:style>
  <w:style w:type="paragraph" w:customStyle="1" w:styleId="22E661C4A55D4F12AAF5C32866CA6A057">
    <w:name w:val="22E661C4A55D4F12AAF5C32866CA6A057"/>
    <w:rsid w:val="00DC774E"/>
    <w:rPr>
      <w:rFonts w:eastAsiaTheme="minorHAnsi"/>
    </w:rPr>
  </w:style>
  <w:style w:type="paragraph" w:customStyle="1" w:styleId="010D8F123CF24EC8AC544847FC7991885">
    <w:name w:val="010D8F123CF24EC8AC544847FC7991885"/>
    <w:rsid w:val="00DC774E"/>
    <w:rPr>
      <w:rFonts w:eastAsiaTheme="minorHAnsi"/>
    </w:rPr>
  </w:style>
  <w:style w:type="paragraph" w:customStyle="1" w:styleId="18A669CAACFF4E9FB7EA1D1F436987EF5">
    <w:name w:val="18A669CAACFF4E9FB7EA1D1F436987EF5"/>
    <w:rsid w:val="00DC774E"/>
    <w:rPr>
      <w:rFonts w:eastAsiaTheme="minorHAnsi"/>
    </w:rPr>
  </w:style>
  <w:style w:type="paragraph" w:customStyle="1" w:styleId="B18C3879B89941BDA415FDAB7F00C2A98">
    <w:name w:val="B18C3879B89941BDA415FDAB7F00C2A98"/>
    <w:rsid w:val="00DC774E"/>
    <w:rPr>
      <w:rFonts w:eastAsiaTheme="minorHAnsi"/>
    </w:rPr>
  </w:style>
  <w:style w:type="paragraph" w:customStyle="1" w:styleId="61B35FBBC2344BEAAF5BEF3F05C548F96">
    <w:name w:val="61B35FBBC2344BEAAF5BEF3F05C548F96"/>
    <w:rsid w:val="00DC774E"/>
    <w:rPr>
      <w:rFonts w:eastAsiaTheme="minorHAnsi"/>
    </w:rPr>
  </w:style>
  <w:style w:type="paragraph" w:customStyle="1" w:styleId="4428DADA0903496B951952B928BA67BB6">
    <w:name w:val="4428DADA0903496B951952B928BA67BB6"/>
    <w:rsid w:val="00DC774E"/>
    <w:rPr>
      <w:rFonts w:eastAsiaTheme="minorHAnsi"/>
    </w:rPr>
  </w:style>
  <w:style w:type="paragraph" w:customStyle="1" w:styleId="E6E57927456448FA93AE0703B4BC4DE46">
    <w:name w:val="E6E57927456448FA93AE0703B4BC4DE46"/>
    <w:rsid w:val="00DC774E"/>
    <w:rPr>
      <w:rFonts w:eastAsiaTheme="minorHAnsi"/>
    </w:rPr>
  </w:style>
  <w:style w:type="paragraph" w:customStyle="1" w:styleId="B7B21BEFAF9A47FF91D340527239930F22">
    <w:name w:val="B7B21BEFAF9A47FF91D340527239930F22"/>
    <w:rsid w:val="00DC774E"/>
    <w:rPr>
      <w:rFonts w:eastAsiaTheme="minorHAnsi"/>
    </w:rPr>
  </w:style>
  <w:style w:type="paragraph" w:customStyle="1" w:styleId="BBF2598529C648C8B421817BB8E1450022">
    <w:name w:val="BBF2598529C648C8B421817BB8E1450022"/>
    <w:rsid w:val="00DC774E"/>
    <w:rPr>
      <w:rFonts w:eastAsiaTheme="minorHAnsi"/>
    </w:rPr>
  </w:style>
  <w:style w:type="paragraph" w:customStyle="1" w:styleId="C135F47383F74623968DE92E485B19F92">
    <w:name w:val="C135F47383F74623968DE92E485B19F92"/>
    <w:rsid w:val="00DC774E"/>
    <w:rPr>
      <w:rFonts w:eastAsiaTheme="minorHAnsi"/>
    </w:rPr>
  </w:style>
  <w:style w:type="paragraph" w:customStyle="1" w:styleId="5609695B665345969E9BF4D5E4BCDE212">
    <w:name w:val="5609695B665345969E9BF4D5E4BCDE212"/>
    <w:rsid w:val="00DC774E"/>
    <w:rPr>
      <w:rFonts w:eastAsiaTheme="minorHAnsi"/>
    </w:rPr>
  </w:style>
  <w:style w:type="paragraph" w:customStyle="1" w:styleId="CAAA9564383E439B92CE3CCD8673B25D2">
    <w:name w:val="CAAA9564383E439B92CE3CCD8673B25D2"/>
    <w:rsid w:val="00DC774E"/>
    <w:rPr>
      <w:rFonts w:eastAsiaTheme="minorHAnsi"/>
    </w:rPr>
  </w:style>
  <w:style w:type="paragraph" w:customStyle="1" w:styleId="C8ABB1FABD214938AEB46EF5F4963DED2">
    <w:name w:val="C8ABB1FABD214938AEB46EF5F4963DED2"/>
    <w:rsid w:val="00DC774E"/>
    <w:rPr>
      <w:rFonts w:eastAsiaTheme="minorHAnsi"/>
    </w:rPr>
  </w:style>
  <w:style w:type="paragraph" w:customStyle="1" w:styleId="F724E607F6FF4197B98B8B0E1CDC61DC2">
    <w:name w:val="F724E607F6FF4197B98B8B0E1CDC61DC2"/>
    <w:rsid w:val="00DC774E"/>
    <w:rPr>
      <w:rFonts w:eastAsiaTheme="minorHAnsi"/>
    </w:rPr>
  </w:style>
  <w:style w:type="paragraph" w:customStyle="1" w:styleId="8C8A56E05CBA4A89BC684367F862751A4">
    <w:name w:val="8C8A56E05CBA4A89BC684367F862751A4"/>
    <w:rsid w:val="00DC774E"/>
    <w:rPr>
      <w:rFonts w:eastAsiaTheme="minorHAnsi"/>
    </w:rPr>
  </w:style>
  <w:style w:type="paragraph" w:customStyle="1" w:styleId="B29D6B9C73EA4B01B0AC29F8CF1881EB4">
    <w:name w:val="B29D6B9C73EA4B01B0AC29F8CF1881EB4"/>
    <w:rsid w:val="00DC774E"/>
    <w:rPr>
      <w:rFonts w:eastAsiaTheme="minorHAnsi"/>
    </w:rPr>
  </w:style>
  <w:style w:type="paragraph" w:customStyle="1" w:styleId="385690641F024236BF75E9A475E9B45922">
    <w:name w:val="385690641F024236BF75E9A475E9B45922"/>
    <w:rsid w:val="00DC774E"/>
    <w:rPr>
      <w:rFonts w:eastAsiaTheme="minorHAnsi"/>
    </w:rPr>
  </w:style>
  <w:style w:type="paragraph" w:customStyle="1" w:styleId="246638892F4F48BEBB1C8BEB1299308022">
    <w:name w:val="246638892F4F48BEBB1C8BEB1299308022"/>
    <w:rsid w:val="00DC774E"/>
    <w:rPr>
      <w:rFonts w:eastAsiaTheme="minorHAnsi"/>
    </w:rPr>
  </w:style>
  <w:style w:type="paragraph" w:customStyle="1" w:styleId="3D3AF3D06AF14BFC8D9CE0975BC7EB1220">
    <w:name w:val="3D3AF3D06AF14BFC8D9CE0975BC7EB1220"/>
    <w:rsid w:val="00DC774E"/>
    <w:rPr>
      <w:rFonts w:eastAsiaTheme="minorHAnsi"/>
    </w:rPr>
  </w:style>
  <w:style w:type="paragraph" w:customStyle="1" w:styleId="F372B949AA204030AA449D59C52851B721">
    <w:name w:val="F372B949AA204030AA449D59C52851B721"/>
    <w:rsid w:val="00DC774E"/>
    <w:rPr>
      <w:rFonts w:eastAsiaTheme="minorHAnsi"/>
    </w:rPr>
  </w:style>
  <w:style w:type="paragraph" w:customStyle="1" w:styleId="96231CDE0F05423EABA144CDDC43C65F">
    <w:name w:val="96231CDE0F05423EABA144CDDC43C65F"/>
    <w:rsid w:val="00DC774E"/>
  </w:style>
  <w:style w:type="paragraph" w:customStyle="1" w:styleId="EAADEDF9AE80477B9F1174108E966AB97">
    <w:name w:val="EAADEDF9AE80477B9F1174108E966AB97"/>
    <w:rsid w:val="00DC774E"/>
    <w:rPr>
      <w:rFonts w:eastAsiaTheme="minorHAnsi"/>
    </w:rPr>
  </w:style>
  <w:style w:type="paragraph" w:customStyle="1" w:styleId="272520B05C1F48819DE8F621880035358">
    <w:name w:val="272520B05C1F48819DE8F621880035358"/>
    <w:rsid w:val="00DC774E"/>
    <w:rPr>
      <w:rFonts w:eastAsiaTheme="minorHAnsi"/>
    </w:rPr>
  </w:style>
  <w:style w:type="paragraph" w:customStyle="1" w:styleId="22E661C4A55D4F12AAF5C32866CA6A058">
    <w:name w:val="22E661C4A55D4F12AAF5C32866CA6A058"/>
    <w:rsid w:val="00DC774E"/>
    <w:rPr>
      <w:rFonts w:eastAsiaTheme="minorHAnsi"/>
    </w:rPr>
  </w:style>
  <w:style w:type="paragraph" w:customStyle="1" w:styleId="010D8F123CF24EC8AC544847FC7991886">
    <w:name w:val="010D8F123CF24EC8AC544847FC7991886"/>
    <w:rsid w:val="00DC774E"/>
    <w:rPr>
      <w:rFonts w:eastAsiaTheme="minorHAnsi"/>
    </w:rPr>
  </w:style>
  <w:style w:type="paragraph" w:customStyle="1" w:styleId="18A669CAACFF4E9FB7EA1D1F436987EF6">
    <w:name w:val="18A669CAACFF4E9FB7EA1D1F436987EF6"/>
    <w:rsid w:val="00DC774E"/>
    <w:rPr>
      <w:rFonts w:eastAsiaTheme="minorHAnsi"/>
    </w:rPr>
  </w:style>
  <w:style w:type="paragraph" w:customStyle="1" w:styleId="B18C3879B89941BDA415FDAB7F00C2A99">
    <w:name w:val="B18C3879B89941BDA415FDAB7F00C2A99"/>
    <w:rsid w:val="00DC774E"/>
    <w:rPr>
      <w:rFonts w:eastAsiaTheme="minorHAnsi"/>
    </w:rPr>
  </w:style>
  <w:style w:type="paragraph" w:customStyle="1" w:styleId="61B35FBBC2344BEAAF5BEF3F05C548F97">
    <w:name w:val="61B35FBBC2344BEAAF5BEF3F05C548F97"/>
    <w:rsid w:val="00DC774E"/>
    <w:rPr>
      <w:rFonts w:eastAsiaTheme="minorHAnsi"/>
    </w:rPr>
  </w:style>
  <w:style w:type="paragraph" w:customStyle="1" w:styleId="4428DADA0903496B951952B928BA67BB7">
    <w:name w:val="4428DADA0903496B951952B928BA67BB7"/>
    <w:rsid w:val="00DC774E"/>
    <w:rPr>
      <w:rFonts w:eastAsiaTheme="minorHAnsi"/>
    </w:rPr>
  </w:style>
  <w:style w:type="paragraph" w:customStyle="1" w:styleId="E6E57927456448FA93AE0703B4BC4DE47">
    <w:name w:val="E6E57927456448FA93AE0703B4BC4DE47"/>
    <w:rsid w:val="00DC774E"/>
    <w:rPr>
      <w:rFonts w:eastAsiaTheme="minorHAnsi"/>
    </w:rPr>
  </w:style>
  <w:style w:type="paragraph" w:customStyle="1" w:styleId="B7B21BEFAF9A47FF91D340527239930F23">
    <w:name w:val="B7B21BEFAF9A47FF91D340527239930F23"/>
    <w:rsid w:val="00DC774E"/>
    <w:rPr>
      <w:rFonts w:eastAsiaTheme="minorHAnsi"/>
    </w:rPr>
  </w:style>
  <w:style w:type="paragraph" w:customStyle="1" w:styleId="BBF2598529C648C8B421817BB8E1450023">
    <w:name w:val="BBF2598529C648C8B421817BB8E1450023"/>
    <w:rsid w:val="00DC774E"/>
    <w:rPr>
      <w:rFonts w:eastAsiaTheme="minorHAnsi"/>
    </w:rPr>
  </w:style>
  <w:style w:type="paragraph" w:customStyle="1" w:styleId="C135F47383F74623968DE92E485B19F93">
    <w:name w:val="C135F47383F74623968DE92E485B19F93"/>
    <w:rsid w:val="00DC774E"/>
    <w:rPr>
      <w:rFonts w:eastAsiaTheme="minorHAnsi"/>
    </w:rPr>
  </w:style>
  <w:style w:type="paragraph" w:customStyle="1" w:styleId="5609695B665345969E9BF4D5E4BCDE213">
    <w:name w:val="5609695B665345969E9BF4D5E4BCDE213"/>
    <w:rsid w:val="00DC774E"/>
    <w:rPr>
      <w:rFonts w:eastAsiaTheme="minorHAnsi"/>
    </w:rPr>
  </w:style>
  <w:style w:type="paragraph" w:customStyle="1" w:styleId="CAAA9564383E439B92CE3CCD8673B25D3">
    <w:name w:val="CAAA9564383E439B92CE3CCD8673B25D3"/>
    <w:rsid w:val="00DC774E"/>
    <w:rPr>
      <w:rFonts w:eastAsiaTheme="minorHAnsi"/>
    </w:rPr>
  </w:style>
  <w:style w:type="paragraph" w:customStyle="1" w:styleId="C8ABB1FABD214938AEB46EF5F4963DED3">
    <w:name w:val="C8ABB1FABD214938AEB46EF5F4963DED3"/>
    <w:rsid w:val="00DC774E"/>
    <w:rPr>
      <w:rFonts w:eastAsiaTheme="minorHAnsi"/>
    </w:rPr>
  </w:style>
  <w:style w:type="paragraph" w:customStyle="1" w:styleId="F724E607F6FF4197B98B8B0E1CDC61DC3">
    <w:name w:val="F724E607F6FF4197B98B8B0E1CDC61DC3"/>
    <w:rsid w:val="00DC774E"/>
    <w:rPr>
      <w:rFonts w:eastAsiaTheme="minorHAnsi"/>
    </w:rPr>
  </w:style>
  <w:style w:type="paragraph" w:customStyle="1" w:styleId="8C8A56E05CBA4A89BC684367F862751A5">
    <w:name w:val="8C8A56E05CBA4A89BC684367F862751A5"/>
    <w:rsid w:val="00DC774E"/>
    <w:rPr>
      <w:rFonts w:eastAsiaTheme="minorHAnsi"/>
    </w:rPr>
  </w:style>
  <w:style w:type="paragraph" w:customStyle="1" w:styleId="B29D6B9C73EA4B01B0AC29F8CF1881EB5">
    <w:name w:val="B29D6B9C73EA4B01B0AC29F8CF1881EB5"/>
    <w:rsid w:val="00DC774E"/>
    <w:rPr>
      <w:rFonts w:eastAsiaTheme="minorHAnsi"/>
    </w:rPr>
  </w:style>
  <w:style w:type="paragraph" w:customStyle="1" w:styleId="385690641F024236BF75E9A475E9B45923">
    <w:name w:val="385690641F024236BF75E9A475E9B45923"/>
    <w:rsid w:val="00DC774E"/>
    <w:rPr>
      <w:rFonts w:eastAsiaTheme="minorHAnsi"/>
    </w:rPr>
  </w:style>
  <w:style w:type="paragraph" w:customStyle="1" w:styleId="246638892F4F48BEBB1C8BEB1299308023">
    <w:name w:val="246638892F4F48BEBB1C8BEB1299308023"/>
    <w:rsid w:val="00DC774E"/>
    <w:rPr>
      <w:rFonts w:eastAsiaTheme="minorHAnsi"/>
    </w:rPr>
  </w:style>
  <w:style w:type="paragraph" w:customStyle="1" w:styleId="96231CDE0F05423EABA144CDDC43C65F1">
    <w:name w:val="96231CDE0F05423EABA144CDDC43C65F1"/>
    <w:rsid w:val="00DC774E"/>
    <w:rPr>
      <w:rFonts w:eastAsiaTheme="minorHAnsi"/>
    </w:rPr>
  </w:style>
  <w:style w:type="paragraph" w:customStyle="1" w:styleId="3D3AF3D06AF14BFC8D9CE0975BC7EB1221">
    <w:name w:val="3D3AF3D06AF14BFC8D9CE0975BC7EB1221"/>
    <w:rsid w:val="00DC774E"/>
    <w:rPr>
      <w:rFonts w:eastAsiaTheme="minorHAnsi"/>
    </w:rPr>
  </w:style>
  <w:style w:type="paragraph" w:customStyle="1" w:styleId="F372B949AA204030AA449D59C52851B722">
    <w:name w:val="F372B949AA204030AA449D59C52851B722"/>
    <w:rsid w:val="00DC774E"/>
    <w:rPr>
      <w:rFonts w:eastAsiaTheme="minorHAnsi"/>
    </w:rPr>
  </w:style>
  <w:style w:type="paragraph" w:customStyle="1" w:styleId="8ED8931E279E46D490F1FCD5DB448B4D">
    <w:name w:val="8ED8931E279E46D490F1FCD5DB448B4D"/>
    <w:rsid w:val="00BE10D2"/>
  </w:style>
  <w:style w:type="paragraph" w:customStyle="1" w:styleId="E6E57927456448FA93AE0703B4BC4DE48">
    <w:name w:val="E6E57927456448FA93AE0703B4BC4DE48"/>
    <w:rsid w:val="00BE10D2"/>
    <w:rPr>
      <w:rFonts w:eastAsiaTheme="minorHAnsi"/>
    </w:rPr>
  </w:style>
  <w:style w:type="paragraph" w:customStyle="1" w:styleId="B7B21BEFAF9A47FF91D340527239930F24">
    <w:name w:val="B7B21BEFAF9A47FF91D340527239930F24"/>
    <w:rsid w:val="00BE10D2"/>
    <w:rPr>
      <w:rFonts w:eastAsiaTheme="minorHAnsi"/>
    </w:rPr>
  </w:style>
  <w:style w:type="paragraph" w:customStyle="1" w:styleId="BBF2598529C648C8B421817BB8E1450024">
    <w:name w:val="BBF2598529C648C8B421817BB8E1450024"/>
    <w:rsid w:val="00BE10D2"/>
    <w:rPr>
      <w:rFonts w:eastAsiaTheme="minorHAnsi"/>
    </w:rPr>
  </w:style>
  <w:style w:type="paragraph" w:customStyle="1" w:styleId="385690641F024236BF75E9A475E9B45924">
    <w:name w:val="385690641F024236BF75E9A475E9B45924"/>
    <w:rsid w:val="00BE10D2"/>
    <w:rPr>
      <w:rFonts w:eastAsiaTheme="minorHAnsi"/>
    </w:rPr>
  </w:style>
  <w:style w:type="paragraph" w:customStyle="1" w:styleId="246638892F4F48BEBB1C8BEB1299308024">
    <w:name w:val="246638892F4F48BEBB1C8BEB1299308024"/>
    <w:rsid w:val="00BE10D2"/>
    <w:rPr>
      <w:rFonts w:eastAsiaTheme="minorHAnsi"/>
    </w:rPr>
  </w:style>
  <w:style w:type="paragraph" w:customStyle="1" w:styleId="3D3AF3D06AF14BFC8D9CE0975BC7EB1222">
    <w:name w:val="3D3AF3D06AF14BFC8D9CE0975BC7EB1222"/>
    <w:rsid w:val="00BE10D2"/>
    <w:rPr>
      <w:rFonts w:eastAsiaTheme="minorHAnsi"/>
    </w:rPr>
  </w:style>
  <w:style w:type="paragraph" w:customStyle="1" w:styleId="F372B949AA204030AA449D59C52851B723">
    <w:name w:val="F372B949AA204030AA449D59C52851B723"/>
    <w:rsid w:val="00BE10D2"/>
    <w:rPr>
      <w:rFonts w:eastAsiaTheme="minorHAnsi"/>
    </w:rPr>
  </w:style>
  <w:style w:type="paragraph" w:customStyle="1" w:styleId="977BD15254324DB39E1639196FBCAEE9">
    <w:name w:val="977BD15254324DB39E1639196FBCAEE9"/>
    <w:rsid w:val="00BE10D2"/>
  </w:style>
  <w:style w:type="paragraph" w:customStyle="1" w:styleId="5153A9FFFB15422B890C2508B09A32ED">
    <w:name w:val="5153A9FFFB15422B890C2508B09A32ED"/>
    <w:rsid w:val="00BE10D2"/>
  </w:style>
  <w:style w:type="paragraph" w:customStyle="1" w:styleId="6D9D532DE1914BABBCEBB63BD64F1AB4">
    <w:name w:val="6D9D532DE1914BABBCEBB63BD64F1AB4"/>
    <w:rsid w:val="00BE10D2"/>
  </w:style>
  <w:style w:type="paragraph" w:customStyle="1" w:styleId="85B095BBFE46490C87A2097B73730DA2">
    <w:name w:val="85B095BBFE46490C87A2097B73730DA2"/>
    <w:rsid w:val="00BE10D2"/>
  </w:style>
  <w:style w:type="paragraph" w:customStyle="1" w:styleId="759127ED98EA4B91B88C4CD2A0608A01">
    <w:name w:val="759127ED98EA4B91B88C4CD2A0608A01"/>
    <w:rsid w:val="00BE10D2"/>
  </w:style>
  <w:style w:type="paragraph" w:customStyle="1" w:styleId="B7B21BEFAF9A47FF91D340527239930F25">
    <w:name w:val="B7B21BEFAF9A47FF91D340527239930F25"/>
    <w:rsid w:val="00BE10D2"/>
    <w:rPr>
      <w:rFonts w:eastAsiaTheme="minorHAnsi"/>
    </w:rPr>
  </w:style>
  <w:style w:type="paragraph" w:customStyle="1" w:styleId="BBF2598529C648C8B421817BB8E1450025">
    <w:name w:val="BBF2598529C648C8B421817BB8E1450025"/>
    <w:rsid w:val="00BE10D2"/>
    <w:rPr>
      <w:rFonts w:eastAsiaTheme="minorHAnsi"/>
    </w:rPr>
  </w:style>
  <w:style w:type="paragraph" w:customStyle="1" w:styleId="385690641F024236BF75E9A475E9B45925">
    <w:name w:val="385690641F024236BF75E9A475E9B45925"/>
    <w:rsid w:val="00BE10D2"/>
    <w:rPr>
      <w:rFonts w:eastAsiaTheme="minorHAnsi"/>
    </w:rPr>
  </w:style>
  <w:style w:type="paragraph" w:customStyle="1" w:styleId="246638892F4F48BEBB1C8BEB1299308025">
    <w:name w:val="246638892F4F48BEBB1C8BEB1299308025"/>
    <w:rsid w:val="00BE10D2"/>
    <w:rPr>
      <w:rFonts w:eastAsiaTheme="minorHAnsi"/>
    </w:rPr>
  </w:style>
  <w:style w:type="paragraph" w:customStyle="1" w:styleId="3D3AF3D06AF14BFC8D9CE0975BC7EB1223">
    <w:name w:val="3D3AF3D06AF14BFC8D9CE0975BC7EB1223"/>
    <w:rsid w:val="00BE10D2"/>
    <w:rPr>
      <w:rFonts w:eastAsiaTheme="minorHAnsi"/>
    </w:rPr>
  </w:style>
  <w:style w:type="paragraph" w:customStyle="1" w:styleId="F372B949AA204030AA449D59C52851B724">
    <w:name w:val="F372B949AA204030AA449D59C52851B724"/>
    <w:rsid w:val="00BE10D2"/>
    <w:rPr>
      <w:rFonts w:eastAsiaTheme="minorHAnsi"/>
    </w:rPr>
  </w:style>
  <w:style w:type="paragraph" w:customStyle="1" w:styleId="AD0C52E6463E4AD1ABAD8B6B20E61157">
    <w:name w:val="AD0C52E6463E4AD1ABAD8B6B20E61157"/>
    <w:rsid w:val="00BE10D2"/>
  </w:style>
  <w:style w:type="paragraph" w:customStyle="1" w:styleId="998E387E59E44E25BBCC944AA441C611">
    <w:name w:val="998E387E59E44E25BBCC944AA441C611"/>
    <w:rsid w:val="00BE10D2"/>
  </w:style>
  <w:style w:type="paragraph" w:customStyle="1" w:styleId="52CA805CD5E64841BDC02EC7F17295D8">
    <w:name w:val="52CA805CD5E64841BDC02EC7F17295D8"/>
    <w:rsid w:val="00BE10D2"/>
  </w:style>
  <w:style w:type="paragraph" w:customStyle="1" w:styleId="DBFA789C64DC4493AD73E2B78C79BF93">
    <w:name w:val="DBFA789C64DC4493AD73E2B78C79BF93"/>
    <w:rsid w:val="00BE10D2"/>
  </w:style>
  <w:style w:type="paragraph" w:customStyle="1" w:styleId="A0914EE361DF4D478E71D8DC0B827ED6">
    <w:name w:val="A0914EE361DF4D478E71D8DC0B827ED6"/>
    <w:rsid w:val="00BE10D2"/>
  </w:style>
  <w:style w:type="paragraph" w:customStyle="1" w:styleId="7E2D49E3F4DA40208A50A4C5D19795ED">
    <w:name w:val="7E2D49E3F4DA40208A50A4C5D19795ED"/>
    <w:rsid w:val="00BE10D2"/>
  </w:style>
  <w:style w:type="paragraph" w:customStyle="1" w:styleId="357C60396A0A410396B574E793E2630B">
    <w:name w:val="357C60396A0A410396B574E793E2630B"/>
    <w:rsid w:val="00472427"/>
  </w:style>
  <w:style w:type="paragraph" w:customStyle="1" w:styleId="7C49C10F1521431E860349F14BA8D42D">
    <w:name w:val="7C49C10F1521431E860349F14BA8D42D"/>
    <w:rsid w:val="00472427"/>
  </w:style>
  <w:style w:type="paragraph" w:customStyle="1" w:styleId="B2906859115A45F0BF609DC0A792C693">
    <w:name w:val="B2906859115A45F0BF609DC0A792C693"/>
    <w:rsid w:val="00472427"/>
  </w:style>
  <w:style w:type="paragraph" w:customStyle="1" w:styleId="EF3B545FCB084444B8874B5746D127AC">
    <w:name w:val="EF3B545FCB084444B8874B5746D127AC"/>
    <w:rsid w:val="00472427"/>
  </w:style>
  <w:style w:type="paragraph" w:customStyle="1" w:styleId="C7D4570CDBFB4B5C9C23B37719C97E4C">
    <w:name w:val="C7D4570CDBFB4B5C9C23B37719C97E4C"/>
    <w:rsid w:val="00472427"/>
  </w:style>
  <w:style w:type="paragraph" w:customStyle="1" w:styleId="B7B21BEFAF9A47FF91D340527239930F26">
    <w:name w:val="B7B21BEFAF9A47FF91D340527239930F26"/>
    <w:rsid w:val="00472427"/>
    <w:rPr>
      <w:rFonts w:eastAsiaTheme="minorHAnsi"/>
    </w:rPr>
  </w:style>
  <w:style w:type="paragraph" w:customStyle="1" w:styleId="BBF2598529C648C8B421817BB8E1450026">
    <w:name w:val="BBF2598529C648C8B421817BB8E1450026"/>
    <w:rsid w:val="00472427"/>
    <w:rPr>
      <w:rFonts w:eastAsiaTheme="minorHAnsi"/>
    </w:rPr>
  </w:style>
  <w:style w:type="paragraph" w:customStyle="1" w:styleId="385690641F024236BF75E9A475E9B45926">
    <w:name w:val="385690641F024236BF75E9A475E9B45926"/>
    <w:rsid w:val="00472427"/>
    <w:rPr>
      <w:rFonts w:eastAsiaTheme="minorHAnsi"/>
    </w:rPr>
  </w:style>
  <w:style w:type="paragraph" w:customStyle="1" w:styleId="246638892F4F48BEBB1C8BEB1299308026">
    <w:name w:val="246638892F4F48BEBB1C8BEB1299308026"/>
    <w:rsid w:val="00472427"/>
    <w:rPr>
      <w:rFonts w:eastAsiaTheme="minorHAnsi"/>
    </w:rPr>
  </w:style>
  <w:style w:type="paragraph" w:customStyle="1" w:styleId="3D3AF3D06AF14BFC8D9CE0975BC7EB1224">
    <w:name w:val="3D3AF3D06AF14BFC8D9CE0975BC7EB1224"/>
    <w:rsid w:val="00472427"/>
    <w:rPr>
      <w:rFonts w:eastAsiaTheme="minorHAnsi"/>
    </w:rPr>
  </w:style>
  <w:style w:type="paragraph" w:customStyle="1" w:styleId="F372B949AA204030AA449D59C52851B725">
    <w:name w:val="F372B949AA204030AA449D59C52851B725"/>
    <w:rsid w:val="00472427"/>
    <w:rPr>
      <w:rFonts w:eastAsiaTheme="minorHAnsi"/>
    </w:rPr>
  </w:style>
  <w:style w:type="paragraph" w:customStyle="1" w:styleId="EAADEDF9AE80477B9F1174108E966AB98">
    <w:name w:val="EAADEDF9AE80477B9F1174108E966AB98"/>
    <w:rsid w:val="00472427"/>
    <w:rPr>
      <w:rFonts w:eastAsiaTheme="minorHAnsi"/>
    </w:rPr>
  </w:style>
  <w:style w:type="paragraph" w:customStyle="1" w:styleId="272520B05C1F48819DE8F621880035359">
    <w:name w:val="272520B05C1F48819DE8F621880035359"/>
    <w:rsid w:val="00472427"/>
    <w:rPr>
      <w:rFonts w:eastAsiaTheme="minorHAnsi"/>
    </w:rPr>
  </w:style>
  <w:style w:type="paragraph" w:customStyle="1" w:styleId="010D8F123CF24EC8AC544847FC7991887">
    <w:name w:val="010D8F123CF24EC8AC544847FC7991887"/>
    <w:rsid w:val="00472427"/>
    <w:rPr>
      <w:rFonts w:eastAsiaTheme="minorHAnsi"/>
    </w:rPr>
  </w:style>
  <w:style w:type="paragraph" w:customStyle="1" w:styleId="B7B21BEFAF9A47FF91D340527239930F27">
    <w:name w:val="B7B21BEFAF9A47FF91D340527239930F27"/>
    <w:rsid w:val="00472427"/>
    <w:rPr>
      <w:rFonts w:eastAsiaTheme="minorHAnsi"/>
    </w:rPr>
  </w:style>
  <w:style w:type="paragraph" w:customStyle="1" w:styleId="BBF2598529C648C8B421817BB8E1450027">
    <w:name w:val="BBF2598529C648C8B421817BB8E1450027"/>
    <w:rsid w:val="00472427"/>
    <w:rPr>
      <w:rFonts w:eastAsiaTheme="minorHAnsi"/>
    </w:rPr>
  </w:style>
  <w:style w:type="paragraph" w:customStyle="1" w:styleId="385690641F024236BF75E9A475E9B45927">
    <w:name w:val="385690641F024236BF75E9A475E9B45927"/>
    <w:rsid w:val="00472427"/>
    <w:rPr>
      <w:rFonts w:eastAsiaTheme="minorHAnsi"/>
    </w:rPr>
  </w:style>
  <w:style w:type="paragraph" w:customStyle="1" w:styleId="246638892F4F48BEBB1C8BEB1299308027">
    <w:name w:val="246638892F4F48BEBB1C8BEB1299308027"/>
    <w:rsid w:val="00472427"/>
    <w:rPr>
      <w:rFonts w:eastAsiaTheme="minorHAnsi"/>
    </w:rPr>
  </w:style>
  <w:style w:type="paragraph" w:customStyle="1" w:styleId="3D3AF3D06AF14BFC8D9CE0975BC7EB1225">
    <w:name w:val="3D3AF3D06AF14BFC8D9CE0975BC7EB1225"/>
    <w:rsid w:val="00472427"/>
    <w:rPr>
      <w:rFonts w:eastAsiaTheme="minorHAnsi"/>
    </w:rPr>
  </w:style>
  <w:style w:type="paragraph" w:customStyle="1" w:styleId="F372B949AA204030AA449D59C52851B726">
    <w:name w:val="F372B949AA204030AA449D59C52851B726"/>
    <w:rsid w:val="00472427"/>
    <w:rPr>
      <w:rFonts w:eastAsiaTheme="minorHAnsi"/>
    </w:rPr>
  </w:style>
  <w:style w:type="paragraph" w:customStyle="1" w:styleId="8F05C5601D354C2389746B4D32D83854">
    <w:name w:val="8F05C5601D354C2389746B4D32D83854"/>
    <w:rsid w:val="00472427"/>
  </w:style>
  <w:style w:type="paragraph" w:customStyle="1" w:styleId="8BDF2C8358F143078572980A6BBEF231">
    <w:name w:val="8BDF2C8358F143078572980A6BBEF231"/>
    <w:rsid w:val="00472427"/>
  </w:style>
  <w:style w:type="paragraph" w:customStyle="1" w:styleId="EAADEDF9AE80477B9F1174108E966AB99">
    <w:name w:val="EAADEDF9AE80477B9F1174108E966AB99"/>
    <w:rsid w:val="00472427"/>
    <w:rPr>
      <w:rFonts w:eastAsiaTheme="minorHAnsi"/>
    </w:rPr>
  </w:style>
  <w:style w:type="paragraph" w:customStyle="1" w:styleId="272520B05C1F48819DE8F6218800353510">
    <w:name w:val="272520B05C1F48819DE8F6218800353510"/>
    <w:rsid w:val="00472427"/>
    <w:rPr>
      <w:rFonts w:eastAsiaTheme="minorHAnsi"/>
    </w:rPr>
  </w:style>
  <w:style w:type="paragraph" w:customStyle="1" w:styleId="22E661C4A55D4F12AAF5C32866CA6A059">
    <w:name w:val="22E661C4A55D4F12AAF5C32866CA6A059"/>
    <w:rsid w:val="00472427"/>
    <w:rPr>
      <w:rFonts w:eastAsiaTheme="minorHAnsi"/>
    </w:rPr>
  </w:style>
  <w:style w:type="paragraph" w:customStyle="1" w:styleId="010D8F123CF24EC8AC544847FC7991888">
    <w:name w:val="010D8F123CF24EC8AC544847FC7991888"/>
    <w:rsid w:val="00472427"/>
    <w:rPr>
      <w:rFonts w:eastAsiaTheme="minorHAnsi"/>
    </w:rPr>
  </w:style>
  <w:style w:type="paragraph" w:customStyle="1" w:styleId="18A669CAACFF4E9FB7EA1D1F436987EF7">
    <w:name w:val="18A669CAACFF4E9FB7EA1D1F436987EF7"/>
    <w:rsid w:val="00472427"/>
    <w:rPr>
      <w:rFonts w:eastAsiaTheme="minorHAnsi"/>
    </w:rPr>
  </w:style>
  <w:style w:type="paragraph" w:customStyle="1" w:styleId="B18C3879B89941BDA415FDAB7F00C2A910">
    <w:name w:val="B18C3879B89941BDA415FDAB7F00C2A910"/>
    <w:rsid w:val="00472427"/>
    <w:rPr>
      <w:rFonts w:eastAsiaTheme="minorHAnsi"/>
    </w:rPr>
  </w:style>
  <w:style w:type="paragraph" w:customStyle="1" w:styleId="EF3B545FCB084444B8874B5746D127AC1">
    <w:name w:val="EF3B545FCB084444B8874B5746D127AC1"/>
    <w:rsid w:val="00472427"/>
    <w:rPr>
      <w:rFonts w:eastAsiaTheme="minorHAnsi"/>
    </w:rPr>
  </w:style>
  <w:style w:type="paragraph" w:customStyle="1" w:styleId="C7D4570CDBFB4B5C9C23B37719C97E4C1">
    <w:name w:val="C7D4570CDBFB4B5C9C23B37719C97E4C1"/>
    <w:rsid w:val="00472427"/>
    <w:rPr>
      <w:rFonts w:eastAsiaTheme="minorHAnsi"/>
    </w:rPr>
  </w:style>
  <w:style w:type="paragraph" w:customStyle="1" w:styleId="E6E57927456448FA93AE0703B4BC4DE49">
    <w:name w:val="E6E57927456448FA93AE0703B4BC4DE49"/>
    <w:rsid w:val="00472427"/>
    <w:rPr>
      <w:rFonts w:eastAsiaTheme="minorHAnsi"/>
    </w:rPr>
  </w:style>
  <w:style w:type="paragraph" w:customStyle="1" w:styleId="B7B21BEFAF9A47FF91D340527239930F28">
    <w:name w:val="B7B21BEFAF9A47FF91D340527239930F28"/>
    <w:rsid w:val="00472427"/>
    <w:rPr>
      <w:rFonts w:eastAsiaTheme="minorHAnsi"/>
    </w:rPr>
  </w:style>
  <w:style w:type="paragraph" w:customStyle="1" w:styleId="BBF2598529C648C8B421817BB8E1450028">
    <w:name w:val="BBF2598529C648C8B421817BB8E1450028"/>
    <w:rsid w:val="00472427"/>
    <w:rPr>
      <w:rFonts w:eastAsiaTheme="minorHAnsi"/>
    </w:rPr>
  </w:style>
  <w:style w:type="paragraph" w:customStyle="1" w:styleId="8BDF2C8358F143078572980A6BBEF2311">
    <w:name w:val="8BDF2C8358F143078572980A6BBEF2311"/>
    <w:rsid w:val="00472427"/>
    <w:rPr>
      <w:rFonts w:eastAsiaTheme="minorHAnsi"/>
    </w:rPr>
  </w:style>
  <w:style w:type="paragraph" w:customStyle="1" w:styleId="5609695B665345969E9BF4D5E4BCDE214">
    <w:name w:val="5609695B665345969E9BF4D5E4BCDE214"/>
    <w:rsid w:val="00472427"/>
    <w:rPr>
      <w:rFonts w:eastAsiaTheme="minorHAnsi"/>
    </w:rPr>
  </w:style>
  <w:style w:type="paragraph" w:customStyle="1" w:styleId="CAAA9564383E439B92CE3CCD8673B25D4">
    <w:name w:val="CAAA9564383E439B92CE3CCD8673B25D4"/>
    <w:rsid w:val="00472427"/>
    <w:rPr>
      <w:rFonts w:eastAsiaTheme="minorHAnsi"/>
    </w:rPr>
  </w:style>
  <w:style w:type="paragraph" w:customStyle="1" w:styleId="C8ABB1FABD214938AEB46EF5F4963DED4">
    <w:name w:val="C8ABB1FABD214938AEB46EF5F4963DED4"/>
    <w:rsid w:val="00472427"/>
    <w:rPr>
      <w:rFonts w:eastAsiaTheme="minorHAnsi"/>
    </w:rPr>
  </w:style>
  <w:style w:type="paragraph" w:customStyle="1" w:styleId="F724E607F6FF4197B98B8B0E1CDC61DC4">
    <w:name w:val="F724E607F6FF4197B98B8B0E1CDC61DC4"/>
    <w:rsid w:val="00472427"/>
    <w:rPr>
      <w:rFonts w:eastAsiaTheme="minorHAnsi"/>
    </w:rPr>
  </w:style>
  <w:style w:type="paragraph" w:customStyle="1" w:styleId="8C8A56E05CBA4A89BC684367F862751A6">
    <w:name w:val="8C8A56E05CBA4A89BC684367F862751A6"/>
    <w:rsid w:val="00472427"/>
    <w:rPr>
      <w:rFonts w:eastAsiaTheme="minorHAnsi"/>
    </w:rPr>
  </w:style>
  <w:style w:type="paragraph" w:customStyle="1" w:styleId="B29D6B9C73EA4B01B0AC29F8CF1881EB6">
    <w:name w:val="B29D6B9C73EA4B01B0AC29F8CF1881EB6"/>
    <w:rsid w:val="00472427"/>
    <w:rPr>
      <w:rFonts w:eastAsiaTheme="minorHAnsi"/>
    </w:rPr>
  </w:style>
  <w:style w:type="paragraph" w:customStyle="1" w:styleId="385690641F024236BF75E9A475E9B45928">
    <w:name w:val="385690641F024236BF75E9A475E9B45928"/>
    <w:rsid w:val="00472427"/>
    <w:rPr>
      <w:rFonts w:eastAsiaTheme="minorHAnsi"/>
    </w:rPr>
  </w:style>
  <w:style w:type="paragraph" w:customStyle="1" w:styleId="246638892F4F48BEBB1C8BEB1299308028">
    <w:name w:val="246638892F4F48BEBB1C8BEB1299308028"/>
    <w:rsid w:val="00472427"/>
    <w:rPr>
      <w:rFonts w:eastAsiaTheme="minorHAnsi"/>
    </w:rPr>
  </w:style>
  <w:style w:type="paragraph" w:customStyle="1" w:styleId="3D3AF3D06AF14BFC8D9CE0975BC7EB1226">
    <w:name w:val="3D3AF3D06AF14BFC8D9CE0975BC7EB1226"/>
    <w:rsid w:val="00472427"/>
    <w:rPr>
      <w:rFonts w:eastAsiaTheme="minorHAnsi"/>
    </w:rPr>
  </w:style>
  <w:style w:type="paragraph" w:customStyle="1" w:styleId="F372B949AA204030AA449D59C52851B727">
    <w:name w:val="F372B949AA204030AA449D59C52851B727"/>
    <w:rsid w:val="00472427"/>
    <w:rPr>
      <w:rFonts w:eastAsiaTheme="minorHAnsi"/>
    </w:rPr>
  </w:style>
  <w:style w:type="paragraph" w:customStyle="1" w:styleId="EAADEDF9AE80477B9F1174108E966AB910">
    <w:name w:val="EAADEDF9AE80477B9F1174108E966AB910"/>
    <w:rsid w:val="00472427"/>
    <w:rPr>
      <w:rFonts w:eastAsiaTheme="minorHAnsi"/>
    </w:rPr>
  </w:style>
  <w:style w:type="paragraph" w:customStyle="1" w:styleId="272520B05C1F48819DE8F6218800353511">
    <w:name w:val="272520B05C1F48819DE8F6218800353511"/>
    <w:rsid w:val="00472427"/>
    <w:rPr>
      <w:rFonts w:eastAsiaTheme="minorHAnsi"/>
    </w:rPr>
  </w:style>
  <w:style w:type="paragraph" w:customStyle="1" w:styleId="22E661C4A55D4F12AAF5C32866CA6A0510">
    <w:name w:val="22E661C4A55D4F12AAF5C32866CA6A0510"/>
    <w:rsid w:val="00472427"/>
    <w:rPr>
      <w:rFonts w:eastAsiaTheme="minorHAnsi"/>
    </w:rPr>
  </w:style>
  <w:style w:type="paragraph" w:customStyle="1" w:styleId="010D8F123CF24EC8AC544847FC7991889">
    <w:name w:val="010D8F123CF24EC8AC544847FC7991889"/>
    <w:rsid w:val="00472427"/>
    <w:rPr>
      <w:rFonts w:eastAsiaTheme="minorHAnsi"/>
    </w:rPr>
  </w:style>
  <w:style w:type="paragraph" w:customStyle="1" w:styleId="18A669CAACFF4E9FB7EA1D1F436987EF8">
    <w:name w:val="18A669CAACFF4E9FB7EA1D1F436987EF8"/>
    <w:rsid w:val="00472427"/>
    <w:rPr>
      <w:rFonts w:eastAsiaTheme="minorHAnsi"/>
    </w:rPr>
  </w:style>
  <w:style w:type="paragraph" w:customStyle="1" w:styleId="B18C3879B89941BDA415FDAB7F00C2A911">
    <w:name w:val="B18C3879B89941BDA415FDAB7F00C2A911"/>
    <w:rsid w:val="00472427"/>
    <w:rPr>
      <w:rFonts w:eastAsiaTheme="minorHAnsi"/>
    </w:rPr>
  </w:style>
  <w:style w:type="paragraph" w:customStyle="1" w:styleId="EF3B545FCB084444B8874B5746D127AC2">
    <w:name w:val="EF3B545FCB084444B8874B5746D127AC2"/>
    <w:rsid w:val="00472427"/>
    <w:rPr>
      <w:rFonts w:eastAsiaTheme="minorHAnsi"/>
    </w:rPr>
  </w:style>
  <w:style w:type="paragraph" w:customStyle="1" w:styleId="C7D4570CDBFB4B5C9C23B37719C97E4C2">
    <w:name w:val="C7D4570CDBFB4B5C9C23B37719C97E4C2"/>
    <w:rsid w:val="00472427"/>
    <w:rPr>
      <w:rFonts w:eastAsiaTheme="minorHAnsi"/>
    </w:rPr>
  </w:style>
  <w:style w:type="paragraph" w:customStyle="1" w:styleId="E6E57927456448FA93AE0703B4BC4DE410">
    <w:name w:val="E6E57927456448FA93AE0703B4BC4DE410"/>
    <w:rsid w:val="00472427"/>
    <w:rPr>
      <w:rFonts w:eastAsiaTheme="minorHAnsi"/>
    </w:rPr>
  </w:style>
  <w:style w:type="paragraph" w:customStyle="1" w:styleId="B7B21BEFAF9A47FF91D340527239930F29">
    <w:name w:val="B7B21BEFAF9A47FF91D340527239930F29"/>
    <w:rsid w:val="00472427"/>
    <w:rPr>
      <w:rFonts w:eastAsiaTheme="minorHAnsi"/>
    </w:rPr>
  </w:style>
  <w:style w:type="paragraph" w:customStyle="1" w:styleId="BBF2598529C648C8B421817BB8E1450029">
    <w:name w:val="BBF2598529C648C8B421817BB8E1450029"/>
    <w:rsid w:val="00472427"/>
    <w:rPr>
      <w:rFonts w:eastAsiaTheme="minorHAnsi"/>
    </w:rPr>
  </w:style>
  <w:style w:type="paragraph" w:customStyle="1" w:styleId="8BDF2C8358F143078572980A6BBEF2312">
    <w:name w:val="8BDF2C8358F143078572980A6BBEF2312"/>
    <w:rsid w:val="00472427"/>
    <w:rPr>
      <w:rFonts w:eastAsiaTheme="minorHAnsi"/>
    </w:rPr>
  </w:style>
  <w:style w:type="paragraph" w:customStyle="1" w:styleId="5609695B665345969E9BF4D5E4BCDE215">
    <w:name w:val="5609695B665345969E9BF4D5E4BCDE215"/>
    <w:rsid w:val="00472427"/>
    <w:rPr>
      <w:rFonts w:eastAsiaTheme="minorHAnsi"/>
    </w:rPr>
  </w:style>
  <w:style w:type="paragraph" w:customStyle="1" w:styleId="CAAA9564383E439B92CE3CCD8673B25D5">
    <w:name w:val="CAAA9564383E439B92CE3CCD8673B25D5"/>
    <w:rsid w:val="00472427"/>
    <w:rPr>
      <w:rFonts w:eastAsiaTheme="minorHAnsi"/>
    </w:rPr>
  </w:style>
  <w:style w:type="paragraph" w:customStyle="1" w:styleId="C8ABB1FABD214938AEB46EF5F4963DED5">
    <w:name w:val="C8ABB1FABD214938AEB46EF5F4963DED5"/>
    <w:rsid w:val="00472427"/>
    <w:rPr>
      <w:rFonts w:eastAsiaTheme="minorHAnsi"/>
    </w:rPr>
  </w:style>
  <w:style w:type="paragraph" w:customStyle="1" w:styleId="F724E607F6FF4197B98B8B0E1CDC61DC5">
    <w:name w:val="F724E607F6FF4197B98B8B0E1CDC61DC5"/>
    <w:rsid w:val="00472427"/>
    <w:rPr>
      <w:rFonts w:eastAsiaTheme="minorHAnsi"/>
    </w:rPr>
  </w:style>
  <w:style w:type="paragraph" w:customStyle="1" w:styleId="8C8A56E05CBA4A89BC684367F862751A7">
    <w:name w:val="8C8A56E05CBA4A89BC684367F862751A7"/>
    <w:rsid w:val="00472427"/>
    <w:rPr>
      <w:rFonts w:eastAsiaTheme="minorHAnsi"/>
    </w:rPr>
  </w:style>
  <w:style w:type="paragraph" w:customStyle="1" w:styleId="B29D6B9C73EA4B01B0AC29F8CF1881EB7">
    <w:name w:val="B29D6B9C73EA4B01B0AC29F8CF1881EB7"/>
    <w:rsid w:val="00472427"/>
    <w:rPr>
      <w:rFonts w:eastAsiaTheme="minorHAnsi"/>
    </w:rPr>
  </w:style>
  <w:style w:type="paragraph" w:customStyle="1" w:styleId="385690641F024236BF75E9A475E9B45929">
    <w:name w:val="385690641F024236BF75E9A475E9B45929"/>
    <w:rsid w:val="00472427"/>
    <w:rPr>
      <w:rFonts w:eastAsiaTheme="minorHAnsi"/>
    </w:rPr>
  </w:style>
  <w:style w:type="paragraph" w:customStyle="1" w:styleId="246638892F4F48BEBB1C8BEB1299308029">
    <w:name w:val="246638892F4F48BEBB1C8BEB1299308029"/>
    <w:rsid w:val="00472427"/>
    <w:rPr>
      <w:rFonts w:eastAsiaTheme="minorHAnsi"/>
    </w:rPr>
  </w:style>
  <w:style w:type="paragraph" w:customStyle="1" w:styleId="3D3AF3D06AF14BFC8D9CE0975BC7EB1227">
    <w:name w:val="3D3AF3D06AF14BFC8D9CE0975BC7EB1227"/>
    <w:rsid w:val="00472427"/>
    <w:rPr>
      <w:rFonts w:eastAsiaTheme="minorHAnsi"/>
    </w:rPr>
  </w:style>
  <w:style w:type="paragraph" w:customStyle="1" w:styleId="F372B949AA204030AA449D59C52851B728">
    <w:name w:val="F372B949AA204030AA449D59C52851B728"/>
    <w:rsid w:val="00472427"/>
    <w:rPr>
      <w:rFonts w:eastAsiaTheme="minorHAnsi"/>
    </w:rPr>
  </w:style>
  <w:style w:type="paragraph" w:customStyle="1" w:styleId="0B4592E024424E478975CD6B67665A6C">
    <w:name w:val="0B4592E024424E478975CD6B67665A6C"/>
    <w:rsid w:val="00472427"/>
  </w:style>
  <w:style w:type="paragraph" w:customStyle="1" w:styleId="3CB3E38CC1EE49099FED1437889C5F07">
    <w:name w:val="3CB3E38CC1EE49099FED1437889C5F07"/>
    <w:rsid w:val="00472427"/>
  </w:style>
  <w:style w:type="paragraph" w:customStyle="1" w:styleId="E6B72A00C5FA426A8CA2B5C1546E0E74">
    <w:name w:val="E6B72A00C5FA426A8CA2B5C1546E0E74"/>
    <w:rsid w:val="00472427"/>
  </w:style>
  <w:style w:type="paragraph" w:customStyle="1" w:styleId="86B142EB3E2F47E4B4A1E8EDC93E599E">
    <w:name w:val="86B142EB3E2F47E4B4A1E8EDC93E599E"/>
    <w:rsid w:val="00472427"/>
  </w:style>
  <w:style w:type="paragraph" w:customStyle="1" w:styleId="14BA85F60D854FB5BA5AE86F30DCA461">
    <w:name w:val="14BA85F60D854FB5BA5AE86F30DCA461"/>
    <w:rsid w:val="00472427"/>
  </w:style>
  <w:style w:type="paragraph" w:customStyle="1" w:styleId="55BD74F0ABCD48EA94A331507F84D41C">
    <w:name w:val="55BD74F0ABCD48EA94A331507F84D41C"/>
    <w:rsid w:val="00472427"/>
  </w:style>
  <w:style w:type="paragraph" w:customStyle="1" w:styleId="7AC29BE1479B44FB962E645F403D1B1E">
    <w:name w:val="7AC29BE1479B44FB962E645F403D1B1E"/>
    <w:rsid w:val="00472427"/>
  </w:style>
  <w:style w:type="paragraph" w:customStyle="1" w:styleId="A3AC7C4AB9A3482E86AFCF408FDE492C">
    <w:name w:val="A3AC7C4AB9A3482E86AFCF408FDE492C"/>
    <w:rsid w:val="00472427"/>
  </w:style>
  <w:style w:type="paragraph" w:customStyle="1" w:styleId="F6D56E7B27444429807CABD469C4ED37">
    <w:name w:val="F6D56E7B27444429807CABD469C4ED37"/>
    <w:rsid w:val="00472427"/>
  </w:style>
  <w:style w:type="paragraph" w:customStyle="1" w:styleId="C9A4DDE475794A77A0ECE58751A360E3">
    <w:name w:val="C9A4DDE475794A77A0ECE58751A360E3"/>
    <w:rsid w:val="00472427"/>
  </w:style>
  <w:style w:type="paragraph" w:customStyle="1" w:styleId="25ECFB7D9E2C44BBAB516424FF714FF6">
    <w:name w:val="25ECFB7D9E2C44BBAB516424FF714FF6"/>
    <w:rsid w:val="00472427"/>
  </w:style>
  <w:style w:type="paragraph" w:customStyle="1" w:styleId="12B10EF6E14143D9AD8A8C56C6D8308D">
    <w:name w:val="12B10EF6E14143D9AD8A8C56C6D8308D"/>
    <w:rsid w:val="00472427"/>
  </w:style>
  <w:style w:type="paragraph" w:customStyle="1" w:styleId="B3D3AC2664DE414AB38BE59E8A2CC109">
    <w:name w:val="B3D3AC2664DE414AB38BE59E8A2CC109"/>
    <w:rsid w:val="00472427"/>
  </w:style>
  <w:style w:type="paragraph" w:customStyle="1" w:styleId="12EBB7402B1E443C886FEA4081A9F4C5">
    <w:name w:val="12EBB7402B1E443C886FEA4081A9F4C5"/>
    <w:rsid w:val="00472427"/>
  </w:style>
  <w:style w:type="paragraph" w:customStyle="1" w:styleId="DB020079E0A741FDBA8B4C7C2C38842E">
    <w:name w:val="DB020079E0A741FDBA8B4C7C2C38842E"/>
    <w:rsid w:val="00472427"/>
  </w:style>
  <w:style w:type="paragraph" w:customStyle="1" w:styleId="6570F10C452B427A86C03D1F01CA3F20">
    <w:name w:val="6570F10C452B427A86C03D1F01CA3F20"/>
    <w:rsid w:val="00472427"/>
  </w:style>
  <w:style w:type="paragraph" w:customStyle="1" w:styleId="A219322F4BB04F9C8C09417D943C1979">
    <w:name w:val="A219322F4BB04F9C8C09417D943C1979"/>
    <w:rsid w:val="00472427"/>
  </w:style>
  <w:style w:type="paragraph" w:customStyle="1" w:styleId="91A5353B03504AEC873BF4ACD372C829">
    <w:name w:val="91A5353B03504AEC873BF4ACD372C829"/>
    <w:rsid w:val="00472427"/>
  </w:style>
  <w:style w:type="paragraph" w:customStyle="1" w:styleId="CFA5C71AADA44213A276A1CF6B73DFC4">
    <w:name w:val="CFA5C71AADA44213A276A1CF6B73DFC4"/>
    <w:rsid w:val="00472427"/>
  </w:style>
  <w:style w:type="paragraph" w:customStyle="1" w:styleId="DD35A23680A445A4ACFF4BCDB99E4172">
    <w:name w:val="DD35A23680A445A4ACFF4BCDB99E4172"/>
    <w:rsid w:val="00472427"/>
  </w:style>
  <w:style w:type="paragraph" w:customStyle="1" w:styleId="6ACC885B7BF143C681A599E820BBBBAA">
    <w:name w:val="6ACC885B7BF143C681A599E820BBBBAA"/>
    <w:rsid w:val="00472427"/>
  </w:style>
  <w:style w:type="paragraph" w:customStyle="1" w:styleId="340D279AAA1A49D7894750BC2138957E">
    <w:name w:val="340D279AAA1A49D7894750BC2138957E"/>
    <w:rsid w:val="00472427"/>
  </w:style>
  <w:style w:type="paragraph" w:customStyle="1" w:styleId="A02C1E1EF81E42B2BC984467B4961C5F">
    <w:name w:val="A02C1E1EF81E42B2BC984467B4961C5F"/>
    <w:rsid w:val="00472427"/>
  </w:style>
  <w:style w:type="paragraph" w:customStyle="1" w:styleId="1AA6C81FC1B34171A5410CF09EE09FD0">
    <w:name w:val="1AA6C81FC1B34171A5410CF09EE09FD0"/>
    <w:rsid w:val="00472427"/>
  </w:style>
  <w:style w:type="paragraph" w:customStyle="1" w:styleId="E24CFF45DE0146ED905AE66E002433B3">
    <w:name w:val="E24CFF45DE0146ED905AE66E002433B3"/>
    <w:rsid w:val="00472427"/>
  </w:style>
  <w:style w:type="paragraph" w:customStyle="1" w:styleId="86EE37E564534E0D8171B6DF5DCAA72F">
    <w:name w:val="86EE37E564534E0D8171B6DF5DCAA72F"/>
    <w:rsid w:val="00472427"/>
  </w:style>
  <w:style w:type="paragraph" w:customStyle="1" w:styleId="473494BE60024D5C9899EA992C7002FB">
    <w:name w:val="473494BE60024D5C9899EA992C7002FB"/>
    <w:rsid w:val="00472427"/>
  </w:style>
  <w:style w:type="paragraph" w:customStyle="1" w:styleId="9C20A29B5034467A8467681192523410">
    <w:name w:val="9C20A29B5034467A8467681192523410"/>
    <w:rsid w:val="00472427"/>
  </w:style>
  <w:style w:type="paragraph" w:customStyle="1" w:styleId="EAADEDF9AE80477B9F1174108E966AB911">
    <w:name w:val="EAADEDF9AE80477B9F1174108E966AB911"/>
    <w:rsid w:val="00472427"/>
    <w:rPr>
      <w:rFonts w:eastAsiaTheme="minorHAnsi"/>
    </w:rPr>
  </w:style>
  <w:style w:type="paragraph" w:customStyle="1" w:styleId="272520B05C1F48819DE8F6218800353512">
    <w:name w:val="272520B05C1F48819DE8F6218800353512"/>
    <w:rsid w:val="00472427"/>
    <w:rPr>
      <w:rFonts w:eastAsiaTheme="minorHAnsi"/>
    </w:rPr>
  </w:style>
  <w:style w:type="paragraph" w:customStyle="1" w:styleId="22E661C4A55D4F12AAF5C32866CA6A0511">
    <w:name w:val="22E661C4A55D4F12AAF5C32866CA6A0511"/>
    <w:rsid w:val="00472427"/>
    <w:rPr>
      <w:rFonts w:eastAsiaTheme="minorHAnsi"/>
    </w:rPr>
  </w:style>
  <w:style w:type="paragraph" w:customStyle="1" w:styleId="010D8F123CF24EC8AC544847FC79918810">
    <w:name w:val="010D8F123CF24EC8AC544847FC79918810"/>
    <w:rsid w:val="00472427"/>
    <w:rPr>
      <w:rFonts w:eastAsiaTheme="minorHAnsi"/>
    </w:rPr>
  </w:style>
  <w:style w:type="paragraph" w:customStyle="1" w:styleId="18A669CAACFF4E9FB7EA1D1F436987EF9">
    <w:name w:val="18A669CAACFF4E9FB7EA1D1F436987EF9"/>
    <w:rsid w:val="00472427"/>
    <w:rPr>
      <w:rFonts w:eastAsiaTheme="minorHAnsi"/>
    </w:rPr>
  </w:style>
  <w:style w:type="paragraph" w:customStyle="1" w:styleId="B18C3879B89941BDA415FDAB7F00C2A912">
    <w:name w:val="B18C3879B89941BDA415FDAB7F00C2A912"/>
    <w:rsid w:val="00472427"/>
    <w:rPr>
      <w:rFonts w:eastAsiaTheme="minorHAnsi"/>
    </w:rPr>
  </w:style>
  <w:style w:type="paragraph" w:customStyle="1" w:styleId="EF3B545FCB084444B8874B5746D127AC3">
    <w:name w:val="EF3B545FCB084444B8874B5746D127AC3"/>
    <w:rsid w:val="00472427"/>
    <w:rPr>
      <w:rFonts w:eastAsiaTheme="minorHAnsi"/>
    </w:rPr>
  </w:style>
  <w:style w:type="paragraph" w:customStyle="1" w:styleId="C7D4570CDBFB4B5C9C23B37719C97E4C3">
    <w:name w:val="C7D4570CDBFB4B5C9C23B37719C97E4C3"/>
    <w:rsid w:val="00472427"/>
    <w:rPr>
      <w:rFonts w:eastAsiaTheme="minorHAnsi"/>
    </w:rPr>
  </w:style>
  <w:style w:type="paragraph" w:customStyle="1" w:styleId="E6E57927456448FA93AE0703B4BC4DE411">
    <w:name w:val="E6E57927456448FA93AE0703B4BC4DE411"/>
    <w:rsid w:val="00472427"/>
    <w:rPr>
      <w:rFonts w:eastAsiaTheme="minorHAnsi"/>
    </w:rPr>
  </w:style>
  <w:style w:type="paragraph" w:customStyle="1" w:styleId="B7B21BEFAF9A47FF91D340527239930F30">
    <w:name w:val="B7B21BEFAF9A47FF91D340527239930F30"/>
    <w:rsid w:val="00472427"/>
    <w:rPr>
      <w:rFonts w:eastAsiaTheme="minorHAnsi"/>
    </w:rPr>
  </w:style>
  <w:style w:type="paragraph" w:customStyle="1" w:styleId="BBF2598529C648C8B421817BB8E1450030">
    <w:name w:val="BBF2598529C648C8B421817BB8E1450030"/>
    <w:rsid w:val="00472427"/>
    <w:rPr>
      <w:rFonts w:eastAsiaTheme="minorHAnsi"/>
    </w:rPr>
  </w:style>
  <w:style w:type="paragraph" w:customStyle="1" w:styleId="78894368434748EF8F769E210CF8A8D42">
    <w:name w:val="78894368434748EF8F769E210CF8A8D42"/>
    <w:rsid w:val="00472427"/>
    <w:rPr>
      <w:rFonts w:eastAsiaTheme="minorHAnsi"/>
    </w:rPr>
  </w:style>
  <w:style w:type="paragraph" w:customStyle="1" w:styleId="8BDF2C8358F143078572980A6BBEF2313">
    <w:name w:val="8BDF2C8358F143078572980A6BBEF2313"/>
    <w:rsid w:val="00472427"/>
    <w:rPr>
      <w:rFonts w:eastAsiaTheme="minorHAnsi"/>
    </w:rPr>
  </w:style>
  <w:style w:type="paragraph" w:customStyle="1" w:styleId="91A5353B03504AEC873BF4ACD372C8291">
    <w:name w:val="91A5353B03504AEC873BF4ACD372C8291"/>
    <w:rsid w:val="00472427"/>
    <w:rPr>
      <w:rFonts w:eastAsiaTheme="minorHAnsi"/>
    </w:rPr>
  </w:style>
  <w:style w:type="paragraph" w:customStyle="1" w:styleId="DD35A23680A445A4ACFF4BCDB99E41721">
    <w:name w:val="DD35A23680A445A4ACFF4BCDB99E41721"/>
    <w:rsid w:val="00472427"/>
    <w:rPr>
      <w:rFonts w:eastAsiaTheme="minorHAnsi"/>
    </w:rPr>
  </w:style>
  <w:style w:type="paragraph" w:customStyle="1" w:styleId="6ACC885B7BF143C681A599E820BBBBAA1">
    <w:name w:val="6ACC885B7BF143C681A599E820BBBBAA1"/>
    <w:rsid w:val="00472427"/>
    <w:rPr>
      <w:rFonts w:eastAsiaTheme="minorHAnsi"/>
    </w:rPr>
  </w:style>
  <w:style w:type="paragraph" w:customStyle="1" w:styleId="340D279AAA1A49D7894750BC2138957E1">
    <w:name w:val="340D279AAA1A49D7894750BC2138957E1"/>
    <w:rsid w:val="00472427"/>
    <w:rPr>
      <w:rFonts w:eastAsiaTheme="minorHAnsi"/>
    </w:rPr>
  </w:style>
  <w:style w:type="paragraph" w:customStyle="1" w:styleId="A02C1E1EF81E42B2BC984467B4961C5F1">
    <w:name w:val="A02C1E1EF81E42B2BC984467B4961C5F1"/>
    <w:rsid w:val="00472427"/>
    <w:rPr>
      <w:rFonts w:eastAsiaTheme="minorHAnsi"/>
    </w:rPr>
  </w:style>
  <w:style w:type="paragraph" w:customStyle="1" w:styleId="86EE37E564534E0D8171B6DF5DCAA72F1">
    <w:name w:val="86EE37E564534E0D8171B6DF5DCAA72F1"/>
    <w:rsid w:val="00472427"/>
    <w:rPr>
      <w:rFonts w:eastAsiaTheme="minorHAnsi"/>
    </w:rPr>
  </w:style>
  <w:style w:type="paragraph" w:customStyle="1" w:styleId="473494BE60024D5C9899EA992C7002FB1">
    <w:name w:val="473494BE60024D5C9899EA992C7002FB1"/>
    <w:rsid w:val="00472427"/>
    <w:rPr>
      <w:rFonts w:eastAsiaTheme="minorHAnsi"/>
    </w:rPr>
  </w:style>
  <w:style w:type="paragraph" w:customStyle="1" w:styleId="96231CDE0F05423EABA144CDDC43C65F2">
    <w:name w:val="96231CDE0F05423EABA144CDDC43C65F2"/>
    <w:rsid w:val="00472427"/>
    <w:rPr>
      <w:rFonts w:eastAsiaTheme="minorHAnsi"/>
    </w:rPr>
  </w:style>
  <w:style w:type="paragraph" w:customStyle="1" w:styleId="7E9E1C72F08D4CEE8319176ED5EF08152">
    <w:name w:val="7E9E1C72F08D4CEE8319176ED5EF08152"/>
    <w:rsid w:val="00472427"/>
    <w:rPr>
      <w:rFonts w:eastAsiaTheme="minorHAnsi"/>
    </w:rPr>
  </w:style>
  <w:style w:type="paragraph" w:customStyle="1" w:styleId="CFBB3FD2D0BE4787AA839EE529B39DBE2">
    <w:name w:val="CFBB3FD2D0BE4787AA839EE529B39DBE2"/>
    <w:rsid w:val="00472427"/>
    <w:rPr>
      <w:rFonts w:eastAsiaTheme="minorHAnsi"/>
    </w:rPr>
  </w:style>
  <w:style w:type="paragraph" w:customStyle="1" w:styleId="E1711059DB7445F9AE203827556042AC2">
    <w:name w:val="E1711059DB7445F9AE203827556042AC2"/>
    <w:rsid w:val="00472427"/>
    <w:rPr>
      <w:rFonts w:eastAsiaTheme="minorHAnsi"/>
    </w:rPr>
  </w:style>
  <w:style w:type="paragraph" w:customStyle="1" w:styleId="D262CA5F95A04B63B95D064C11FD19222">
    <w:name w:val="D262CA5F95A04B63B95D064C11FD19222"/>
    <w:rsid w:val="00472427"/>
    <w:rPr>
      <w:rFonts w:eastAsiaTheme="minorHAnsi"/>
    </w:rPr>
  </w:style>
  <w:style w:type="paragraph" w:customStyle="1" w:styleId="1B58C771D75B4EBBA6716AD98AB8688A2">
    <w:name w:val="1B58C771D75B4EBBA6716AD98AB8688A2"/>
    <w:rsid w:val="00472427"/>
    <w:rPr>
      <w:rFonts w:eastAsiaTheme="minorHAnsi"/>
    </w:rPr>
  </w:style>
  <w:style w:type="paragraph" w:customStyle="1" w:styleId="83049421961242BB845D2E5AFF9252023">
    <w:name w:val="83049421961242BB845D2E5AFF9252023"/>
    <w:rsid w:val="00472427"/>
    <w:rPr>
      <w:rFonts w:eastAsiaTheme="minorHAnsi"/>
    </w:rPr>
  </w:style>
  <w:style w:type="paragraph" w:customStyle="1" w:styleId="3D3AF3D06AF14BFC8D9CE0975BC7EB1228">
    <w:name w:val="3D3AF3D06AF14BFC8D9CE0975BC7EB1228"/>
    <w:rsid w:val="00472427"/>
    <w:rPr>
      <w:rFonts w:eastAsiaTheme="minorHAnsi"/>
    </w:rPr>
  </w:style>
  <w:style w:type="paragraph" w:customStyle="1" w:styleId="F372B949AA204030AA449D59C52851B729">
    <w:name w:val="F372B949AA204030AA449D59C52851B729"/>
    <w:rsid w:val="00472427"/>
    <w:rPr>
      <w:rFonts w:eastAsiaTheme="minorHAnsi"/>
    </w:rPr>
  </w:style>
  <w:style w:type="paragraph" w:customStyle="1" w:styleId="22E661C4A55D4F12AAF5C32866CA6A0512">
    <w:name w:val="22E661C4A55D4F12AAF5C32866CA6A0512"/>
    <w:rsid w:val="00A257BE"/>
    <w:rPr>
      <w:rFonts w:eastAsiaTheme="minorHAnsi"/>
    </w:rPr>
  </w:style>
  <w:style w:type="paragraph" w:customStyle="1" w:styleId="010D8F123CF24EC8AC544847FC79918811">
    <w:name w:val="010D8F123CF24EC8AC544847FC79918811"/>
    <w:rsid w:val="00A257BE"/>
    <w:rPr>
      <w:rFonts w:eastAsiaTheme="minorHAnsi"/>
    </w:rPr>
  </w:style>
  <w:style w:type="paragraph" w:customStyle="1" w:styleId="C7D4570CDBFB4B5C9C23B37719C97E4C4">
    <w:name w:val="C7D4570CDBFB4B5C9C23B37719C97E4C4"/>
    <w:rsid w:val="00A257BE"/>
    <w:rPr>
      <w:rFonts w:eastAsiaTheme="minorHAnsi"/>
    </w:rPr>
  </w:style>
  <w:style w:type="paragraph" w:customStyle="1" w:styleId="78894368434748EF8F769E210CF8A8D43">
    <w:name w:val="78894368434748EF8F769E210CF8A8D43"/>
    <w:rsid w:val="00A257BE"/>
    <w:rPr>
      <w:rFonts w:eastAsiaTheme="minorHAnsi"/>
    </w:rPr>
  </w:style>
  <w:style w:type="paragraph" w:customStyle="1" w:styleId="8BDF2C8358F143078572980A6BBEF2314">
    <w:name w:val="8BDF2C8358F143078572980A6BBEF2314"/>
    <w:rsid w:val="00A257BE"/>
    <w:rPr>
      <w:rFonts w:eastAsiaTheme="minorHAnsi"/>
    </w:rPr>
  </w:style>
  <w:style w:type="paragraph" w:customStyle="1" w:styleId="340D279AAA1A49D7894750BC2138957E2">
    <w:name w:val="340D279AAA1A49D7894750BC2138957E2"/>
    <w:rsid w:val="00A257BE"/>
    <w:rPr>
      <w:rFonts w:eastAsiaTheme="minorHAnsi"/>
    </w:rPr>
  </w:style>
  <w:style w:type="paragraph" w:customStyle="1" w:styleId="A02C1E1EF81E42B2BC984467B4961C5F2">
    <w:name w:val="A02C1E1EF81E42B2BC984467B4961C5F2"/>
    <w:rsid w:val="00A257BE"/>
    <w:rPr>
      <w:rFonts w:eastAsiaTheme="minorHAnsi"/>
    </w:rPr>
  </w:style>
  <w:style w:type="paragraph" w:customStyle="1" w:styleId="86EE37E564534E0D8171B6DF5DCAA72F2">
    <w:name w:val="86EE37E564534E0D8171B6DF5DCAA72F2"/>
    <w:rsid w:val="00A257BE"/>
    <w:rPr>
      <w:rFonts w:eastAsiaTheme="minorHAnsi"/>
    </w:rPr>
  </w:style>
  <w:style w:type="paragraph" w:customStyle="1" w:styleId="473494BE60024D5C9899EA992C7002FB2">
    <w:name w:val="473494BE60024D5C9899EA992C7002FB2"/>
    <w:rsid w:val="00A257BE"/>
    <w:rPr>
      <w:rFonts w:eastAsiaTheme="minorHAnsi"/>
    </w:rPr>
  </w:style>
  <w:style w:type="paragraph" w:customStyle="1" w:styleId="96231CDE0F05423EABA144CDDC43C65F3">
    <w:name w:val="96231CDE0F05423EABA144CDDC43C65F3"/>
    <w:rsid w:val="00A257BE"/>
    <w:rPr>
      <w:rFonts w:eastAsiaTheme="minorHAnsi"/>
    </w:rPr>
  </w:style>
  <w:style w:type="paragraph" w:customStyle="1" w:styleId="3D3AF3D06AF14BFC8D9CE0975BC7EB1229">
    <w:name w:val="3D3AF3D06AF14BFC8D9CE0975BC7EB1229"/>
    <w:rsid w:val="00A257BE"/>
    <w:rPr>
      <w:rFonts w:eastAsiaTheme="minorHAnsi"/>
    </w:rPr>
  </w:style>
  <w:style w:type="paragraph" w:customStyle="1" w:styleId="F372B949AA204030AA449D59C52851B730">
    <w:name w:val="F372B949AA204030AA449D59C52851B730"/>
    <w:rsid w:val="00A257BE"/>
    <w:rPr>
      <w:rFonts w:eastAsiaTheme="minorHAnsi"/>
    </w:rPr>
  </w:style>
  <w:style w:type="paragraph" w:customStyle="1" w:styleId="22E661C4A55D4F12AAF5C32866CA6A0513">
    <w:name w:val="22E661C4A55D4F12AAF5C32866CA6A0513"/>
    <w:rsid w:val="00066036"/>
    <w:rPr>
      <w:rFonts w:eastAsiaTheme="minorHAnsi"/>
    </w:rPr>
  </w:style>
  <w:style w:type="paragraph" w:customStyle="1" w:styleId="010D8F123CF24EC8AC544847FC79918812">
    <w:name w:val="010D8F123CF24EC8AC544847FC79918812"/>
    <w:rsid w:val="00066036"/>
    <w:rPr>
      <w:rFonts w:eastAsiaTheme="minorHAnsi"/>
    </w:rPr>
  </w:style>
  <w:style w:type="paragraph" w:customStyle="1" w:styleId="C7D4570CDBFB4B5C9C23B37719C97E4C5">
    <w:name w:val="C7D4570CDBFB4B5C9C23B37719C97E4C5"/>
    <w:rsid w:val="00066036"/>
    <w:rPr>
      <w:rFonts w:eastAsiaTheme="minorHAnsi"/>
    </w:rPr>
  </w:style>
  <w:style w:type="paragraph" w:customStyle="1" w:styleId="340D279AAA1A49D7894750BC2138957E3">
    <w:name w:val="340D279AAA1A49D7894750BC2138957E3"/>
    <w:rsid w:val="00066036"/>
    <w:rPr>
      <w:rFonts w:eastAsiaTheme="minorHAnsi"/>
    </w:rPr>
  </w:style>
  <w:style w:type="paragraph" w:customStyle="1" w:styleId="A02C1E1EF81E42B2BC984467B4961C5F3">
    <w:name w:val="A02C1E1EF81E42B2BC984467B4961C5F3"/>
    <w:rsid w:val="00066036"/>
    <w:rPr>
      <w:rFonts w:eastAsiaTheme="minorHAnsi"/>
    </w:rPr>
  </w:style>
  <w:style w:type="paragraph" w:customStyle="1" w:styleId="86EE37E564534E0D8171B6DF5DCAA72F3">
    <w:name w:val="86EE37E564534E0D8171B6DF5DCAA72F3"/>
    <w:rsid w:val="00066036"/>
    <w:rPr>
      <w:rFonts w:eastAsiaTheme="minorHAnsi"/>
    </w:rPr>
  </w:style>
  <w:style w:type="paragraph" w:customStyle="1" w:styleId="473494BE60024D5C9899EA992C7002FB3">
    <w:name w:val="473494BE60024D5C9899EA992C7002FB3"/>
    <w:rsid w:val="00066036"/>
    <w:rPr>
      <w:rFonts w:eastAsiaTheme="minorHAnsi"/>
    </w:rPr>
  </w:style>
  <w:style w:type="paragraph" w:customStyle="1" w:styleId="3D3AF3D06AF14BFC8D9CE0975BC7EB1230">
    <w:name w:val="3D3AF3D06AF14BFC8D9CE0975BC7EB1230"/>
    <w:rsid w:val="00066036"/>
    <w:rPr>
      <w:rFonts w:eastAsiaTheme="minorHAnsi"/>
    </w:rPr>
  </w:style>
  <w:style w:type="paragraph" w:customStyle="1" w:styleId="F372B949AA204030AA449D59C52851B731">
    <w:name w:val="F372B949AA204030AA449D59C52851B731"/>
    <w:rsid w:val="00066036"/>
    <w:rPr>
      <w:rFonts w:eastAsiaTheme="minorHAnsi"/>
    </w:rPr>
  </w:style>
  <w:style w:type="paragraph" w:customStyle="1" w:styleId="22E661C4A55D4F12AAF5C32866CA6A0514">
    <w:name w:val="22E661C4A55D4F12AAF5C32866CA6A0514"/>
    <w:rsid w:val="00066036"/>
    <w:rPr>
      <w:rFonts w:eastAsiaTheme="minorHAnsi"/>
    </w:rPr>
  </w:style>
  <w:style w:type="paragraph" w:customStyle="1" w:styleId="010D8F123CF24EC8AC544847FC79918813">
    <w:name w:val="010D8F123CF24EC8AC544847FC79918813"/>
    <w:rsid w:val="00066036"/>
    <w:rPr>
      <w:rFonts w:eastAsiaTheme="minorHAnsi"/>
    </w:rPr>
  </w:style>
  <w:style w:type="paragraph" w:customStyle="1" w:styleId="C7D4570CDBFB4B5C9C23B37719C97E4C6">
    <w:name w:val="C7D4570CDBFB4B5C9C23B37719C97E4C6"/>
    <w:rsid w:val="00066036"/>
    <w:rPr>
      <w:rFonts w:eastAsiaTheme="minorHAnsi"/>
    </w:rPr>
  </w:style>
  <w:style w:type="paragraph" w:customStyle="1" w:styleId="340D279AAA1A49D7894750BC2138957E4">
    <w:name w:val="340D279AAA1A49D7894750BC2138957E4"/>
    <w:rsid w:val="00066036"/>
    <w:rPr>
      <w:rFonts w:eastAsiaTheme="minorHAnsi"/>
    </w:rPr>
  </w:style>
  <w:style w:type="paragraph" w:customStyle="1" w:styleId="A02C1E1EF81E42B2BC984467B4961C5F4">
    <w:name w:val="A02C1E1EF81E42B2BC984467B4961C5F4"/>
    <w:rsid w:val="00066036"/>
    <w:rPr>
      <w:rFonts w:eastAsiaTheme="minorHAnsi"/>
    </w:rPr>
  </w:style>
  <w:style w:type="paragraph" w:customStyle="1" w:styleId="86EE37E564534E0D8171B6DF5DCAA72F4">
    <w:name w:val="86EE37E564534E0D8171B6DF5DCAA72F4"/>
    <w:rsid w:val="00066036"/>
    <w:rPr>
      <w:rFonts w:eastAsiaTheme="minorHAnsi"/>
    </w:rPr>
  </w:style>
  <w:style w:type="paragraph" w:customStyle="1" w:styleId="473494BE60024D5C9899EA992C7002FB4">
    <w:name w:val="473494BE60024D5C9899EA992C7002FB4"/>
    <w:rsid w:val="00066036"/>
    <w:rPr>
      <w:rFonts w:eastAsiaTheme="minorHAnsi"/>
    </w:rPr>
  </w:style>
  <w:style w:type="paragraph" w:customStyle="1" w:styleId="3D3AF3D06AF14BFC8D9CE0975BC7EB1231">
    <w:name w:val="3D3AF3D06AF14BFC8D9CE0975BC7EB1231"/>
    <w:rsid w:val="00066036"/>
    <w:rPr>
      <w:rFonts w:eastAsiaTheme="minorHAnsi"/>
    </w:rPr>
  </w:style>
  <w:style w:type="paragraph" w:customStyle="1" w:styleId="F372B949AA204030AA449D59C52851B732">
    <w:name w:val="F372B949AA204030AA449D59C52851B732"/>
    <w:rsid w:val="00066036"/>
    <w:rPr>
      <w:rFonts w:eastAsiaTheme="minorHAnsi"/>
    </w:rPr>
  </w:style>
  <w:style w:type="paragraph" w:customStyle="1" w:styleId="22E661C4A55D4F12AAF5C32866CA6A0515">
    <w:name w:val="22E661C4A55D4F12AAF5C32866CA6A0515"/>
    <w:rsid w:val="00066036"/>
    <w:rPr>
      <w:rFonts w:eastAsiaTheme="minorHAnsi"/>
    </w:rPr>
  </w:style>
  <w:style w:type="paragraph" w:customStyle="1" w:styleId="010D8F123CF24EC8AC544847FC79918814">
    <w:name w:val="010D8F123CF24EC8AC544847FC79918814"/>
    <w:rsid w:val="00066036"/>
    <w:rPr>
      <w:rFonts w:eastAsiaTheme="minorHAnsi"/>
    </w:rPr>
  </w:style>
  <w:style w:type="paragraph" w:customStyle="1" w:styleId="C7D4570CDBFB4B5C9C23B37719C97E4C7">
    <w:name w:val="C7D4570CDBFB4B5C9C23B37719C97E4C7"/>
    <w:rsid w:val="00066036"/>
    <w:rPr>
      <w:rFonts w:eastAsiaTheme="minorHAnsi"/>
    </w:rPr>
  </w:style>
  <w:style w:type="paragraph" w:customStyle="1" w:styleId="340D279AAA1A49D7894750BC2138957E5">
    <w:name w:val="340D279AAA1A49D7894750BC2138957E5"/>
    <w:rsid w:val="00066036"/>
    <w:rPr>
      <w:rFonts w:eastAsiaTheme="minorHAnsi"/>
    </w:rPr>
  </w:style>
  <w:style w:type="paragraph" w:customStyle="1" w:styleId="A02C1E1EF81E42B2BC984467B4961C5F5">
    <w:name w:val="A02C1E1EF81E42B2BC984467B4961C5F5"/>
    <w:rsid w:val="00066036"/>
    <w:rPr>
      <w:rFonts w:eastAsiaTheme="minorHAnsi"/>
    </w:rPr>
  </w:style>
  <w:style w:type="paragraph" w:customStyle="1" w:styleId="86EE37E564534E0D8171B6DF5DCAA72F5">
    <w:name w:val="86EE37E564534E0D8171B6DF5DCAA72F5"/>
    <w:rsid w:val="00066036"/>
    <w:rPr>
      <w:rFonts w:eastAsiaTheme="minorHAnsi"/>
    </w:rPr>
  </w:style>
  <w:style w:type="paragraph" w:customStyle="1" w:styleId="473494BE60024D5C9899EA992C7002FB5">
    <w:name w:val="473494BE60024D5C9899EA992C7002FB5"/>
    <w:rsid w:val="00066036"/>
    <w:rPr>
      <w:rFonts w:eastAsiaTheme="minorHAnsi"/>
    </w:rPr>
  </w:style>
  <w:style w:type="paragraph" w:customStyle="1" w:styleId="3D3AF3D06AF14BFC8D9CE0975BC7EB1232">
    <w:name w:val="3D3AF3D06AF14BFC8D9CE0975BC7EB1232"/>
    <w:rsid w:val="00066036"/>
    <w:rPr>
      <w:rFonts w:eastAsiaTheme="minorHAnsi"/>
    </w:rPr>
  </w:style>
  <w:style w:type="paragraph" w:customStyle="1" w:styleId="F372B949AA204030AA449D59C52851B733">
    <w:name w:val="F372B949AA204030AA449D59C52851B733"/>
    <w:rsid w:val="00066036"/>
    <w:rPr>
      <w:rFonts w:eastAsiaTheme="minorHAnsi"/>
    </w:rPr>
  </w:style>
  <w:style w:type="paragraph" w:customStyle="1" w:styleId="22E661C4A55D4F12AAF5C32866CA6A0516">
    <w:name w:val="22E661C4A55D4F12AAF5C32866CA6A0516"/>
    <w:rsid w:val="00066036"/>
    <w:rPr>
      <w:rFonts w:eastAsiaTheme="minorHAnsi"/>
    </w:rPr>
  </w:style>
  <w:style w:type="paragraph" w:customStyle="1" w:styleId="010D8F123CF24EC8AC544847FC79918815">
    <w:name w:val="010D8F123CF24EC8AC544847FC79918815"/>
    <w:rsid w:val="00066036"/>
    <w:rPr>
      <w:rFonts w:eastAsiaTheme="minorHAnsi"/>
    </w:rPr>
  </w:style>
  <w:style w:type="paragraph" w:customStyle="1" w:styleId="C7D4570CDBFB4B5C9C23B37719C97E4C8">
    <w:name w:val="C7D4570CDBFB4B5C9C23B37719C97E4C8"/>
    <w:rsid w:val="00066036"/>
    <w:rPr>
      <w:rFonts w:eastAsiaTheme="minorHAnsi"/>
    </w:rPr>
  </w:style>
  <w:style w:type="paragraph" w:customStyle="1" w:styleId="340D279AAA1A49D7894750BC2138957E6">
    <w:name w:val="340D279AAA1A49D7894750BC2138957E6"/>
    <w:rsid w:val="00066036"/>
    <w:rPr>
      <w:rFonts w:eastAsiaTheme="minorHAnsi"/>
    </w:rPr>
  </w:style>
  <w:style w:type="paragraph" w:customStyle="1" w:styleId="A02C1E1EF81E42B2BC984467B4961C5F6">
    <w:name w:val="A02C1E1EF81E42B2BC984467B4961C5F6"/>
    <w:rsid w:val="00066036"/>
    <w:rPr>
      <w:rFonts w:eastAsiaTheme="minorHAnsi"/>
    </w:rPr>
  </w:style>
  <w:style w:type="paragraph" w:customStyle="1" w:styleId="86EE37E564534E0D8171B6DF5DCAA72F6">
    <w:name w:val="86EE37E564534E0D8171B6DF5DCAA72F6"/>
    <w:rsid w:val="00066036"/>
    <w:rPr>
      <w:rFonts w:eastAsiaTheme="minorHAnsi"/>
    </w:rPr>
  </w:style>
  <w:style w:type="paragraph" w:customStyle="1" w:styleId="473494BE60024D5C9899EA992C7002FB6">
    <w:name w:val="473494BE60024D5C9899EA992C7002FB6"/>
    <w:rsid w:val="00066036"/>
    <w:rPr>
      <w:rFonts w:eastAsiaTheme="minorHAnsi"/>
    </w:rPr>
  </w:style>
  <w:style w:type="paragraph" w:customStyle="1" w:styleId="3D3AF3D06AF14BFC8D9CE0975BC7EB1233">
    <w:name w:val="3D3AF3D06AF14BFC8D9CE0975BC7EB1233"/>
    <w:rsid w:val="00066036"/>
    <w:rPr>
      <w:rFonts w:eastAsiaTheme="minorHAnsi"/>
    </w:rPr>
  </w:style>
  <w:style w:type="paragraph" w:customStyle="1" w:styleId="F372B949AA204030AA449D59C52851B734">
    <w:name w:val="F372B949AA204030AA449D59C52851B734"/>
    <w:rsid w:val="00066036"/>
    <w:rPr>
      <w:rFonts w:eastAsiaTheme="minorHAnsi"/>
    </w:rPr>
  </w:style>
  <w:style w:type="paragraph" w:customStyle="1" w:styleId="22E661C4A55D4F12AAF5C32866CA6A0517">
    <w:name w:val="22E661C4A55D4F12AAF5C32866CA6A0517"/>
    <w:rsid w:val="00066036"/>
    <w:rPr>
      <w:rFonts w:eastAsiaTheme="minorHAnsi"/>
    </w:rPr>
  </w:style>
  <w:style w:type="paragraph" w:customStyle="1" w:styleId="010D8F123CF24EC8AC544847FC79918816">
    <w:name w:val="010D8F123CF24EC8AC544847FC79918816"/>
    <w:rsid w:val="00066036"/>
    <w:rPr>
      <w:rFonts w:eastAsiaTheme="minorHAnsi"/>
    </w:rPr>
  </w:style>
  <w:style w:type="paragraph" w:customStyle="1" w:styleId="C7D4570CDBFB4B5C9C23B37719C97E4C9">
    <w:name w:val="C7D4570CDBFB4B5C9C23B37719C97E4C9"/>
    <w:rsid w:val="00066036"/>
    <w:rPr>
      <w:rFonts w:eastAsiaTheme="minorHAnsi"/>
    </w:rPr>
  </w:style>
  <w:style w:type="paragraph" w:customStyle="1" w:styleId="340D279AAA1A49D7894750BC2138957E7">
    <w:name w:val="340D279AAA1A49D7894750BC2138957E7"/>
    <w:rsid w:val="00066036"/>
    <w:rPr>
      <w:rFonts w:eastAsiaTheme="minorHAnsi"/>
    </w:rPr>
  </w:style>
  <w:style w:type="paragraph" w:customStyle="1" w:styleId="A02C1E1EF81E42B2BC984467B4961C5F7">
    <w:name w:val="A02C1E1EF81E42B2BC984467B4961C5F7"/>
    <w:rsid w:val="00066036"/>
    <w:rPr>
      <w:rFonts w:eastAsiaTheme="minorHAnsi"/>
    </w:rPr>
  </w:style>
  <w:style w:type="paragraph" w:customStyle="1" w:styleId="86EE37E564534E0D8171B6DF5DCAA72F7">
    <w:name w:val="86EE37E564534E0D8171B6DF5DCAA72F7"/>
    <w:rsid w:val="00066036"/>
    <w:rPr>
      <w:rFonts w:eastAsiaTheme="minorHAnsi"/>
    </w:rPr>
  </w:style>
  <w:style w:type="paragraph" w:customStyle="1" w:styleId="473494BE60024D5C9899EA992C7002FB7">
    <w:name w:val="473494BE60024D5C9899EA992C7002FB7"/>
    <w:rsid w:val="00066036"/>
    <w:rPr>
      <w:rFonts w:eastAsiaTheme="minorHAnsi"/>
    </w:rPr>
  </w:style>
  <w:style w:type="paragraph" w:customStyle="1" w:styleId="3D3AF3D06AF14BFC8D9CE0975BC7EB1234">
    <w:name w:val="3D3AF3D06AF14BFC8D9CE0975BC7EB1234"/>
    <w:rsid w:val="00066036"/>
    <w:rPr>
      <w:rFonts w:eastAsiaTheme="minorHAnsi"/>
    </w:rPr>
  </w:style>
  <w:style w:type="paragraph" w:customStyle="1" w:styleId="F372B949AA204030AA449D59C52851B735">
    <w:name w:val="F372B949AA204030AA449D59C52851B735"/>
    <w:rsid w:val="00066036"/>
    <w:rPr>
      <w:rFonts w:eastAsiaTheme="minorHAnsi"/>
    </w:rPr>
  </w:style>
  <w:style w:type="paragraph" w:customStyle="1" w:styleId="22E661C4A55D4F12AAF5C32866CA6A0518">
    <w:name w:val="22E661C4A55D4F12AAF5C32866CA6A0518"/>
    <w:rsid w:val="00066036"/>
    <w:rPr>
      <w:rFonts w:eastAsiaTheme="minorHAnsi"/>
    </w:rPr>
  </w:style>
  <w:style w:type="paragraph" w:customStyle="1" w:styleId="010D8F123CF24EC8AC544847FC79918817">
    <w:name w:val="010D8F123CF24EC8AC544847FC79918817"/>
    <w:rsid w:val="00066036"/>
    <w:rPr>
      <w:rFonts w:eastAsiaTheme="minorHAnsi"/>
    </w:rPr>
  </w:style>
  <w:style w:type="paragraph" w:customStyle="1" w:styleId="C7D4570CDBFB4B5C9C23B37719C97E4C10">
    <w:name w:val="C7D4570CDBFB4B5C9C23B37719C97E4C10"/>
    <w:rsid w:val="00066036"/>
    <w:rPr>
      <w:rFonts w:eastAsiaTheme="minorHAnsi"/>
    </w:rPr>
  </w:style>
  <w:style w:type="paragraph" w:customStyle="1" w:styleId="340D279AAA1A49D7894750BC2138957E8">
    <w:name w:val="340D279AAA1A49D7894750BC2138957E8"/>
    <w:rsid w:val="00066036"/>
    <w:rPr>
      <w:rFonts w:eastAsiaTheme="minorHAnsi"/>
    </w:rPr>
  </w:style>
  <w:style w:type="paragraph" w:customStyle="1" w:styleId="A02C1E1EF81E42B2BC984467B4961C5F8">
    <w:name w:val="A02C1E1EF81E42B2BC984467B4961C5F8"/>
    <w:rsid w:val="00066036"/>
    <w:rPr>
      <w:rFonts w:eastAsiaTheme="minorHAnsi"/>
    </w:rPr>
  </w:style>
  <w:style w:type="paragraph" w:customStyle="1" w:styleId="86EE37E564534E0D8171B6DF5DCAA72F8">
    <w:name w:val="86EE37E564534E0D8171B6DF5DCAA72F8"/>
    <w:rsid w:val="00066036"/>
    <w:rPr>
      <w:rFonts w:eastAsiaTheme="minorHAnsi"/>
    </w:rPr>
  </w:style>
  <w:style w:type="paragraph" w:customStyle="1" w:styleId="473494BE60024D5C9899EA992C7002FB8">
    <w:name w:val="473494BE60024D5C9899EA992C7002FB8"/>
    <w:rsid w:val="00066036"/>
    <w:rPr>
      <w:rFonts w:eastAsiaTheme="minorHAnsi"/>
    </w:rPr>
  </w:style>
  <w:style w:type="paragraph" w:customStyle="1" w:styleId="3D3AF3D06AF14BFC8D9CE0975BC7EB1235">
    <w:name w:val="3D3AF3D06AF14BFC8D9CE0975BC7EB1235"/>
    <w:rsid w:val="00066036"/>
    <w:rPr>
      <w:rFonts w:eastAsiaTheme="minorHAnsi"/>
    </w:rPr>
  </w:style>
  <w:style w:type="paragraph" w:customStyle="1" w:styleId="F372B949AA204030AA449D59C52851B736">
    <w:name w:val="F372B949AA204030AA449D59C52851B736"/>
    <w:rsid w:val="00066036"/>
    <w:rPr>
      <w:rFonts w:eastAsiaTheme="minorHAnsi"/>
    </w:rPr>
  </w:style>
  <w:style w:type="paragraph" w:customStyle="1" w:styleId="22E661C4A55D4F12AAF5C32866CA6A0519">
    <w:name w:val="22E661C4A55D4F12AAF5C32866CA6A0519"/>
    <w:rsid w:val="00066036"/>
    <w:rPr>
      <w:rFonts w:eastAsiaTheme="minorHAnsi"/>
    </w:rPr>
  </w:style>
  <w:style w:type="paragraph" w:customStyle="1" w:styleId="010D8F123CF24EC8AC544847FC79918818">
    <w:name w:val="010D8F123CF24EC8AC544847FC79918818"/>
    <w:rsid w:val="00066036"/>
    <w:rPr>
      <w:rFonts w:eastAsiaTheme="minorHAnsi"/>
    </w:rPr>
  </w:style>
  <w:style w:type="paragraph" w:customStyle="1" w:styleId="C7D4570CDBFB4B5C9C23B37719C97E4C11">
    <w:name w:val="C7D4570CDBFB4B5C9C23B37719C97E4C11"/>
    <w:rsid w:val="00066036"/>
    <w:rPr>
      <w:rFonts w:eastAsiaTheme="minorHAnsi"/>
    </w:rPr>
  </w:style>
  <w:style w:type="paragraph" w:customStyle="1" w:styleId="340D279AAA1A49D7894750BC2138957E9">
    <w:name w:val="340D279AAA1A49D7894750BC2138957E9"/>
    <w:rsid w:val="00066036"/>
    <w:rPr>
      <w:rFonts w:eastAsiaTheme="minorHAnsi"/>
    </w:rPr>
  </w:style>
  <w:style w:type="paragraph" w:customStyle="1" w:styleId="A02C1E1EF81E42B2BC984467B4961C5F9">
    <w:name w:val="A02C1E1EF81E42B2BC984467B4961C5F9"/>
    <w:rsid w:val="00066036"/>
    <w:rPr>
      <w:rFonts w:eastAsiaTheme="minorHAnsi"/>
    </w:rPr>
  </w:style>
  <w:style w:type="paragraph" w:customStyle="1" w:styleId="86EE37E564534E0D8171B6DF5DCAA72F9">
    <w:name w:val="86EE37E564534E0D8171B6DF5DCAA72F9"/>
    <w:rsid w:val="00066036"/>
    <w:rPr>
      <w:rFonts w:eastAsiaTheme="minorHAnsi"/>
    </w:rPr>
  </w:style>
  <w:style w:type="paragraph" w:customStyle="1" w:styleId="473494BE60024D5C9899EA992C7002FB9">
    <w:name w:val="473494BE60024D5C9899EA992C7002FB9"/>
    <w:rsid w:val="00066036"/>
    <w:rPr>
      <w:rFonts w:eastAsiaTheme="minorHAnsi"/>
    </w:rPr>
  </w:style>
  <w:style w:type="paragraph" w:customStyle="1" w:styleId="3D3AF3D06AF14BFC8D9CE0975BC7EB1236">
    <w:name w:val="3D3AF3D06AF14BFC8D9CE0975BC7EB1236"/>
    <w:rsid w:val="00066036"/>
    <w:rPr>
      <w:rFonts w:eastAsiaTheme="minorHAnsi"/>
    </w:rPr>
  </w:style>
  <w:style w:type="paragraph" w:customStyle="1" w:styleId="F372B949AA204030AA449D59C52851B737">
    <w:name w:val="F372B949AA204030AA449D59C52851B737"/>
    <w:rsid w:val="0006603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07F2F-C91A-45FB-BC61-938AAB38A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OPTICAL INSTRUMENTATION REQUEST</Template>
  <TotalTime>0</TotalTime>
  <Pages>3</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Paul Tung. (ARC-TSF)[JACOBS]</dc:creator>
  <cp:keywords/>
  <dc:description/>
  <cp:lastModifiedBy>Vu, Paul Tung. (ARC-TSF)[JACOBS]</cp:lastModifiedBy>
  <cp:revision>2</cp:revision>
  <dcterms:created xsi:type="dcterms:W3CDTF">2019-07-11T21:21:00Z</dcterms:created>
  <dcterms:modified xsi:type="dcterms:W3CDTF">2019-07-11T21:21:00Z</dcterms:modified>
</cp:coreProperties>
</file>